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4CDBB4" w14:textId="77777777" w:rsidR="00EF6DDE" w:rsidRDefault="00EF6DDE" w:rsidP="00EF6DDE">
      <w:pPr>
        <w:jc w:val="center"/>
        <w:rPr>
          <w:rFonts w:ascii="Verdana" w:hAnsi="Verdana"/>
          <w:sz w:val="28"/>
        </w:rPr>
      </w:pPr>
      <w:r w:rsidRPr="00471D2A">
        <w:rPr>
          <w:noProof/>
        </w:rPr>
        <w:drawing>
          <wp:inline distT="0" distB="0" distL="0" distR="0" wp14:anchorId="0CDD0DAD" wp14:editId="176250C9">
            <wp:extent cx="869950" cy="546100"/>
            <wp:effectExtent l="0" t="0" r="0" b="0"/>
            <wp:docPr id="241" name="Obraz 8" descr="logo pomaran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logo pomarancz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954B61" w14:textId="77777777" w:rsidR="00EF6DDE" w:rsidRDefault="00EF6DDE" w:rsidP="00EF6DDE">
      <w:pPr>
        <w:jc w:val="center"/>
        <w:rPr>
          <w:rFonts w:ascii="Verdana" w:hAnsi="Verdana"/>
          <w:sz w:val="28"/>
        </w:rPr>
      </w:pPr>
    </w:p>
    <w:p w14:paraId="27798A8D" w14:textId="77777777" w:rsidR="00EF6DDE" w:rsidRPr="00A01A03" w:rsidRDefault="00EF6DDE" w:rsidP="00EF6DDE">
      <w:pPr>
        <w:jc w:val="center"/>
        <w:rPr>
          <w:rFonts w:ascii="Verdana" w:hAnsi="Verdana"/>
          <w:color w:val="FF6600"/>
          <w:sz w:val="28"/>
        </w:rPr>
      </w:pPr>
      <w:r w:rsidRPr="00A01A03">
        <w:rPr>
          <w:rFonts w:ascii="Verdana" w:hAnsi="Verdana"/>
          <w:color w:val="FF6600"/>
          <w:sz w:val="28"/>
        </w:rPr>
        <w:t>GENERALNA DYREKCJA DRÓG KRAJOWYCH I AUTOSTRAD</w:t>
      </w:r>
    </w:p>
    <w:p w14:paraId="7CC5138B" w14:textId="77777777" w:rsidR="00EF6DDE" w:rsidRPr="00A01A03" w:rsidRDefault="00EF6DDE" w:rsidP="00EF6DDE">
      <w:pPr>
        <w:pStyle w:val="Nagwek1"/>
        <w:numPr>
          <w:ilvl w:val="0"/>
          <w:numId w:val="0"/>
        </w:numPr>
        <w:ind w:left="284"/>
      </w:pPr>
    </w:p>
    <w:p w14:paraId="2F8BB0E9" w14:textId="77777777" w:rsidR="00EF6DDE" w:rsidRDefault="00EF6DDE" w:rsidP="00EF6DDE">
      <w:pPr>
        <w:rPr>
          <w:rFonts w:ascii="Verdana" w:hAnsi="Verdana"/>
        </w:rPr>
      </w:pPr>
    </w:p>
    <w:p w14:paraId="1D0EA666" w14:textId="77777777" w:rsidR="00EF6DDE" w:rsidRDefault="00EF6DDE" w:rsidP="00EF6DDE">
      <w:pPr>
        <w:rPr>
          <w:rFonts w:ascii="Verdana" w:hAnsi="Verdana"/>
        </w:rPr>
      </w:pPr>
    </w:p>
    <w:p w14:paraId="56126308" w14:textId="77777777" w:rsidR="00EF6DDE" w:rsidRDefault="00EF6DDE" w:rsidP="00EF6DDE">
      <w:pPr>
        <w:rPr>
          <w:rFonts w:ascii="Verdana" w:hAnsi="Verdana"/>
        </w:rPr>
      </w:pPr>
    </w:p>
    <w:p w14:paraId="1A6E0ACB" w14:textId="77777777" w:rsidR="00EF6DDE" w:rsidRDefault="00EF6DDE" w:rsidP="00EF6DDE">
      <w:pPr>
        <w:rPr>
          <w:rFonts w:ascii="Verdana" w:hAnsi="Verdana"/>
        </w:rPr>
      </w:pPr>
    </w:p>
    <w:p w14:paraId="0AA0BBE8" w14:textId="77777777" w:rsidR="00EF6DDE" w:rsidRDefault="00EF6DDE" w:rsidP="00EF6DDE">
      <w:pPr>
        <w:rPr>
          <w:rFonts w:ascii="Verdana" w:hAnsi="Verdana"/>
        </w:rPr>
      </w:pPr>
    </w:p>
    <w:p w14:paraId="5355628F" w14:textId="77777777" w:rsidR="00EF6DDE" w:rsidRDefault="00EF6DDE" w:rsidP="00EF6DDE">
      <w:pPr>
        <w:rPr>
          <w:rFonts w:ascii="Verdana" w:hAnsi="Verdana"/>
        </w:rPr>
      </w:pPr>
    </w:p>
    <w:p w14:paraId="0DB2F965" w14:textId="77777777" w:rsidR="00EF6DDE" w:rsidRDefault="00EF6DDE" w:rsidP="00EF6DDE">
      <w:pPr>
        <w:rPr>
          <w:rFonts w:ascii="Verdana" w:hAnsi="Verdana"/>
        </w:rPr>
      </w:pPr>
    </w:p>
    <w:p w14:paraId="26164B52" w14:textId="77777777" w:rsidR="00EF6DDE" w:rsidRDefault="00EF6DDE" w:rsidP="00EF6DDE">
      <w:pPr>
        <w:rPr>
          <w:rFonts w:ascii="Verdana" w:hAnsi="Verdana"/>
        </w:rPr>
      </w:pPr>
    </w:p>
    <w:p w14:paraId="40544209" w14:textId="77777777" w:rsidR="00EF6DDE" w:rsidRDefault="00EF6DDE" w:rsidP="00EF6DDE">
      <w:pPr>
        <w:rPr>
          <w:rFonts w:ascii="Verdana" w:hAnsi="Verdana"/>
        </w:rPr>
      </w:pPr>
    </w:p>
    <w:p w14:paraId="7B76246A" w14:textId="77777777" w:rsidR="00EF6DDE" w:rsidRDefault="00EF6DDE" w:rsidP="00EF6DDE">
      <w:pPr>
        <w:rPr>
          <w:rFonts w:ascii="Verdana" w:hAnsi="Verdana"/>
        </w:rPr>
      </w:pPr>
    </w:p>
    <w:p w14:paraId="7E5FEBD8" w14:textId="77777777" w:rsidR="00EF6DDE" w:rsidRDefault="00EF6DDE" w:rsidP="00EF6DDE">
      <w:pPr>
        <w:rPr>
          <w:rFonts w:ascii="Verdana" w:hAnsi="Verdana"/>
        </w:rPr>
      </w:pPr>
    </w:p>
    <w:p w14:paraId="40E7A8B1" w14:textId="77777777" w:rsidR="00EF6DDE" w:rsidRDefault="00EF6DDE" w:rsidP="00EF6DDE">
      <w:pPr>
        <w:rPr>
          <w:rFonts w:ascii="Verdana" w:hAnsi="Verdana"/>
        </w:rPr>
      </w:pPr>
    </w:p>
    <w:p w14:paraId="123F6572" w14:textId="77777777" w:rsidR="00EF6DDE" w:rsidRDefault="00EF6DDE" w:rsidP="00EF6DDE">
      <w:pPr>
        <w:rPr>
          <w:rFonts w:ascii="Verdana" w:hAnsi="Verdana"/>
        </w:rPr>
      </w:pPr>
    </w:p>
    <w:p w14:paraId="25238368" w14:textId="77777777" w:rsidR="00EF6DDE" w:rsidRPr="00A01A03" w:rsidRDefault="00EF6DDE" w:rsidP="00EF6DDE">
      <w:pPr>
        <w:jc w:val="center"/>
        <w:rPr>
          <w:rFonts w:ascii="Verdana" w:hAnsi="Verdana"/>
          <w:sz w:val="36"/>
          <w:szCs w:val="36"/>
        </w:rPr>
      </w:pPr>
      <w:r w:rsidRPr="00A01A03">
        <w:rPr>
          <w:rFonts w:ascii="Verdana" w:hAnsi="Verdana"/>
          <w:sz w:val="36"/>
          <w:szCs w:val="36"/>
        </w:rPr>
        <w:t>SPECYFIKACJA NA PROJEKTOWANIE</w:t>
      </w:r>
    </w:p>
    <w:p w14:paraId="5E750113" w14:textId="77777777"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49B71D01" w14:textId="77777777"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  <w:r w:rsidRPr="00A01A03">
        <w:rPr>
          <w:rFonts w:ascii="Verdana" w:hAnsi="Verdana"/>
          <w:b/>
          <w:w w:val="90"/>
          <w:sz w:val="72"/>
          <w:szCs w:val="72"/>
        </w:rPr>
        <w:t>SP.30.</w:t>
      </w:r>
      <w:r>
        <w:rPr>
          <w:rFonts w:ascii="Verdana" w:hAnsi="Verdana"/>
          <w:b/>
          <w:w w:val="90"/>
          <w:sz w:val="72"/>
          <w:szCs w:val="72"/>
        </w:rPr>
        <w:t>3</w:t>
      </w:r>
      <w:r w:rsidRPr="00A01A03">
        <w:rPr>
          <w:rFonts w:ascii="Verdana" w:hAnsi="Verdana"/>
          <w:b/>
          <w:w w:val="90"/>
          <w:sz w:val="72"/>
          <w:szCs w:val="72"/>
        </w:rPr>
        <w:t>0.0</w:t>
      </w:r>
      <w:r>
        <w:rPr>
          <w:rFonts w:ascii="Verdana" w:hAnsi="Verdana"/>
          <w:b/>
          <w:w w:val="90"/>
          <w:sz w:val="72"/>
          <w:szCs w:val="72"/>
        </w:rPr>
        <w:t>0</w:t>
      </w:r>
    </w:p>
    <w:p w14:paraId="10E086CF" w14:textId="77777777" w:rsidR="00EF6DDE" w:rsidRDefault="00EF6DDE" w:rsidP="00EF6DDE">
      <w:pPr>
        <w:jc w:val="center"/>
        <w:rPr>
          <w:rFonts w:ascii="Verdana" w:hAnsi="Verdana"/>
          <w:b/>
          <w:sz w:val="36"/>
          <w:szCs w:val="36"/>
        </w:rPr>
      </w:pPr>
    </w:p>
    <w:p w14:paraId="10A065B4" w14:textId="77777777" w:rsidR="00EF6DDE" w:rsidRDefault="00EF6DDE" w:rsidP="00EF6DDE">
      <w:pPr>
        <w:jc w:val="center"/>
        <w:rPr>
          <w:rFonts w:ascii="Verdana" w:hAnsi="Verdana"/>
          <w:b/>
          <w:sz w:val="36"/>
          <w:szCs w:val="36"/>
        </w:rPr>
      </w:pPr>
      <w:r w:rsidRPr="00EF6DDE">
        <w:rPr>
          <w:rFonts w:ascii="Verdana" w:hAnsi="Verdana"/>
          <w:b/>
          <w:sz w:val="36"/>
          <w:szCs w:val="36"/>
        </w:rPr>
        <w:t>WZNOWIENIE, WYZNACZENIE I USTALENIE GRANIC</w:t>
      </w:r>
    </w:p>
    <w:p w14:paraId="746A6E33" w14:textId="77777777"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32128321" w14:textId="77777777"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0B3D5259" w14:textId="77777777"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4A8CCD24" w14:textId="77777777"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16A6A962" w14:textId="35BE7289" w:rsidR="00EF6DDE" w:rsidRPr="00A01A03" w:rsidRDefault="00EF6DDE" w:rsidP="00EF6DDE">
      <w:pPr>
        <w:jc w:val="center"/>
        <w:rPr>
          <w:rFonts w:ascii="Verdana" w:hAnsi="Verdana"/>
          <w:w w:val="90"/>
          <w:sz w:val="36"/>
          <w:szCs w:val="36"/>
        </w:rPr>
      </w:pPr>
      <w:r w:rsidRPr="00A01A03">
        <w:rPr>
          <w:rFonts w:ascii="Verdana" w:hAnsi="Verdana"/>
          <w:w w:val="90"/>
          <w:sz w:val="36"/>
          <w:szCs w:val="36"/>
        </w:rPr>
        <w:t xml:space="preserve">WERSJA </w:t>
      </w:r>
      <w:r>
        <w:rPr>
          <w:rFonts w:ascii="Verdana" w:hAnsi="Verdana"/>
          <w:w w:val="90"/>
          <w:sz w:val="36"/>
          <w:szCs w:val="36"/>
        </w:rPr>
        <w:t>1</w:t>
      </w:r>
      <w:r w:rsidRPr="00A01A03">
        <w:rPr>
          <w:rFonts w:ascii="Verdana" w:hAnsi="Verdana"/>
          <w:w w:val="90"/>
          <w:sz w:val="36"/>
          <w:szCs w:val="36"/>
        </w:rPr>
        <w:t>.</w:t>
      </w:r>
      <w:r w:rsidR="00883029">
        <w:rPr>
          <w:rFonts w:ascii="Verdana" w:hAnsi="Verdana"/>
          <w:w w:val="90"/>
          <w:sz w:val="36"/>
          <w:szCs w:val="36"/>
        </w:rPr>
        <w:t>3</w:t>
      </w:r>
    </w:p>
    <w:p w14:paraId="12BCDD23" w14:textId="77777777" w:rsidR="00EF6DDE" w:rsidRDefault="00EF6DDE" w:rsidP="00EF6DDE">
      <w:pPr>
        <w:jc w:val="center"/>
        <w:rPr>
          <w:rFonts w:ascii="Verdana" w:hAnsi="Verdana"/>
          <w:b/>
          <w:w w:val="90"/>
          <w:sz w:val="36"/>
          <w:szCs w:val="36"/>
        </w:rPr>
      </w:pPr>
    </w:p>
    <w:p w14:paraId="727C3498" w14:textId="75E8290F" w:rsidR="00EF6DDE" w:rsidRDefault="00EF6DDE" w:rsidP="00EF6DDE">
      <w:pPr>
        <w:jc w:val="center"/>
        <w:rPr>
          <w:rFonts w:ascii="Verdana" w:hAnsi="Verdana"/>
          <w:w w:val="90"/>
          <w:sz w:val="36"/>
          <w:szCs w:val="36"/>
        </w:rPr>
      </w:pPr>
      <w:r w:rsidRPr="00A01A03">
        <w:rPr>
          <w:rFonts w:ascii="Verdana" w:hAnsi="Verdana"/>
          <w:w w:val="90"/>
          <w:sz w:val="36"/>
          <w:szCs w:val="36"/>
        </w:rPr>
        <w:t xml:space="preserve">WARSZAWA, </w:t>
      </w:r>
      <w:r w:rsidR="00BA1D23">
        <w:rPr>
          <w:rFonts w:ascii="Verdana" w:hAnsi="Verdana"/>
          <w:w w:val="90"/>
          <w:sz w:val="36"/>
          <w:szCs w:val="36"/>
        </w:rPr>
        <w:t>LIPIEC</w:t>
      </w:r>
      <w:r w:rsidRPr="00A01A03">
        <w:rPr>
          <w:rFonts w:ascii="Verdana" w:hAnsi="Verdana"/>
          <w:w w:val="90"/>
          <w:sz w:val="36"/>
          <w:szCs w:val="36"/>
        </w:rPr>
        <w:t xml:space="preserve"> 202</w:t>
      </w:r>
      <w:r w:rsidR="00883029">
        <w:rPr>
          <w:rFonts w:ascii="Verdana" w:hAnsi="Verdana"/>
          <w:w w:val="90"/>
          <w:sz w:val="36"/>
          <w:szCs w:val="36"/>
        </w:rPr>
        <w:t>4</w:t>
      </w:r>
      <w:r w:rsidRPr="00A01A03">
        <w:rPr>
          <w:rFonts w:ascii="Verdana" w:hAnsi="Verdana"/>
          <w:w w:val="90"/>
          <w:sz w:val="36"/>
          <w:szCs w:val="36"/>
        </w:rPr>
        <w:t xml:space="preserve"> R</w:t>
      </w:r>
      <w:r w:rsidR="006630F5">
        <w:rPr>
          <w:rFonts w:ascii="Verdana" w:hAnsi="Verdana"/>
          <w:w w:val="90"/>
          <w:sz w:val="36"/>
          <w:szCs w:val="36"/>
        </w:rPr>
        <w:t>.</w:t>
      </w:r>
    </w:p>
    <w:p w14:paraId="21FAA3DB" w14:textId="77777777" w:rsidR="00E36387" w:rsidRDefault="00E36387" w:rsidP="00EF6DDE">
      <w:pPr>
        <w:overflowPunct/>
        <w:autoSpaceDE/>
        <w:autoSpaceDN/>
        <w:adjustRightInd/>
        <w:spacing w:before="240"/>
        <w:textAlignment w:val="auto"/>
        <w:rPr>
          <w:rFonts w:ascii="Verdana" w:hAnsi="Verdana"/>
          <w:b/>
          <w:sz w:val="24"/>
        </w:rPr>
      </w:pPr>
    </w:p>
    <w:p w14:paraId="276CCD1F" w14:textId="77777777" w:rsidR="00E36387" w:rsidRDefault="00A46F82" w:rsidP="00E36387">
      <w:pPr>
        <w:overflowPunct/>
        <w:autoSpaceDE/>
        <w:autoSpaceDN/>
        <w:adjustRightInd/>
        <w:spacing w:before="240"/>
        <w:textAlignment w:val="auto"/>
        <w:rPr>
          <w:rFonts w:ascii="Verdana" w:hAnsi="Verdana"/>
          <w:b/>
          <w:sz w:val="24"/>
        </w:rPr>
      </w:pPr>
      <w:r w:rsidRPr="00EF6DDE">
        <w:rPr>
          <w:rFonts w:ascii="Verdana" w:hAnsi="Verdana"/>
          <w:b/>
          <w:sz w:val="24"/>
        </w:rPr>
        <w:t>SPIS TREŚCI</w:t>
      </w:r>
    </w:p>
    <w:p w14:paraId="1405D975" w14:textId="77777777" w:rsidR="00784F73" w:rsidRPr="00E36387" w:rsidRDefault="00A46F82" w:rsidP="00E36387">
      <w:pPr>
        <w:overflowPunct/>
        <w:autoSpaceDE/>
        <w:autoSpaceDN/>
        <w:adjustRightInd/>
        <w:spacing w:before="240"/>
        <w:textAlignment w:val="auto"/>
        <w:rPr>
          <w:rFonts w:ascii="Verdana" w:hAnsi="Verdana"/>
          <w:b/>
          <w:sz w:val="24"/>
        </w:rPr>
      </w:pPr>
      <w:r w:rsidRPr="00B71CFB">
        <w:rPr>
          <w:rFonts w:ascii="Verdana" w:hAnsi="Verdana"/>
        </w:rPr>
        <w:fldChar w:fldCharType="begin"/>
      </w:r>
      <w:r w:rsidRPr="00B71CFB">
        <w:rPr>
          <w:rFonts w:ascii="Verdana" w:hAnsi="Verdana"/>
        </w:rPr>
        <w:instrText xml:space="preserve"> TOC \o "1-1" \h \z </w:instrText>
      </w:r>
      <w:r w:rsidRPr="00B71CFB">
        <w:rPr>
          <w:rFonts w:ascii="Verdana" w:hAnsi="Verdana"/>
        </w:rPr>
        <w:fldChar w:fldCharType="separate"/>
      </w:r>
    </w:p>
    <w:p w14:paraId="3F742403" w14:textId="77777777" w:rsidR="00784F73" w:rsidRPr="00B71CFB" w:rsidRDefault="00000000" w:rsidP="00784F73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28" w:history="1">
        <w:r w:rsidR="00784F73" w:rsidRPr="00B71CFB">
          <w:rPr>
            <w:rStyle w:val="Hipercze"/>
            <w:rFonts w:ascii="Verdana" w:hAnsi="Verdana"/>
            <w:noProof/>
            <w:w w:val="90"/>
          </w:rPr>
          <w:t>1.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WSTĘP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_Toc410839328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3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65965E01" w14:textId="77777777" w:rsidR="00784F73" w:rsidRPr="00B71CFB" w:rsidRDefault="00000000" w:rsidP="00784F73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29" w:history="1">
        <w:r w:rsidR="00784F73" w:rsidRPr="00B71CFB">
          <w:rPr>
            <w:rStyle w:val="Hipercze"/>
            <w:rFonts w:ascii="Verdana" w:hAnsi="Verdana"/>
            <w:noProof/>
            <w:w w:val="90"/>
          </w:rPr>
          <w:t>2.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Wymagania dla projektowanej inwestycJi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_Toc410839329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3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54A1412D" w14:textId="77777777" w:rsidR="00784F73" w:rsidRPr="00B71CFB" w:rsidRDefault="00000000" w:rsidP="00784F73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0" w:history="1">
        <w:r w:rsidR="00784F73" w:rsidRPr="00B71CFB">
          <w:rPr>
            <w:rStyle w:val="Hipercze"/>
            <w:rFonts w:ascii="Verdana" w:hAnsi="Verdana"/>
            <w:noProof/>
            <w:w w:val="90"/>
          </w:rPr>
          <w:t>3.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MATERIAŁY WYJŚCIOWE, POMIARY, BADANIA, OBLICZENIA I EKSPERTYZY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_Toc410839330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3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494E3C01" w14:textId="77777777" w:rsidR="00784F73" w:rsidRPr="00B71CFB" w:rsidRDefault="00000000" w:rsidP="00784F73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1" w:history="1">
        <w:r w:rsidR="00784F73" w:rsidRPr="00B71CFB">
          <w:rPr>
            <w:rStyle w:val="Hipercze"/>
            <w:rFonts w:ascii="Verdana" w:hAnsi="Verdana"/>
            <w:noProof/>
            <w:w w:val="90"/>
          </w:rPr>
          <w:t>4.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657143">
          <w:rPr>
            <w:rStyle w:val="Hipercze"/>
            <w:rFonts w:ascii="Verdana" w:hAnsi="Verdana"/>
            <w:noProof/>
            <w:w w:val="90"/>
          </w:rPr>
          <w:t>wykonanie OPRACOWAŃ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_Toc410839331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3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5960D857" w14:textId="77777777" w:rsidR="00784F73" w:rsidRPr="00B71CFB" w:rsidRDefault="00000000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4" w:history="1">
        <w:r w:rsidR="00784F73" w:rsidRPr="00B71CFB">
          <w:rPr>
            <w:rStyle w:val="Hipercze"/>
            <w:rFonts w:ascii="Verdana" w:hAnsi="Verdana"/>
            <w:noProof/>
            <w:w w:val="90"/>
          </w:rPr>
          <w:t>5.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kontrol</w:t>
        </w:r>
        <w:r w:rsidR="00657143">
          <w:rPr>
            <w:rStyle w:val="Hipercze"/>
            <w:rFonts w:ascii="Verdana" w:hAnsi="Verdana"/>
            <w:noProof/>
            <w:w w:val="90"/>
          </w:rPr>
          <w:t>a jakości OPRACOWAŃ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_Toc410839334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9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7358639C" w14:textId="77777777" w:rsidR="00784F73" w:rsidRPr="00B71CFB" w:rsidRDefault="00000000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5" w:history="1">
        <w:r w:rsidR="00784F73" w:rsidRPr="00B71CFB">
          <w:rPr>
            <w:rStyle w:val="Hipercze"/>
            <w:rFonts w:ascii="Verdana" w:hAnsi="Verdana"/>
            <w:noProof/>
            <w:w w:val="90"/>
          </w:rPr>
          <w:t>6.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  <w:u w:val="none"/>
          </w:rPr>
          <w:t>obmiar</w:t>
        </w:r>
        <w:r w:rsidR="00657143">
          <w:rPr>
            <w:rStyle w:val="Hipercze"/>
            <w:rFonts w:ascii="Verdana" w:hAnsi="Verdana"/>
            <w:noProof/>
            <w:w w:val="90"/>
          </w:rPr>
          <w:t xml:space="preserve"> OPRACOWAŃ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_Toc410839335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10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20F247FE" w14:textId="77777777" w:rsidR="00784F73" w:rsidRPr="00B71CFB" w:rsidRDefault="00000000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6" w:history="1">
        <w:r w:rsidR="00784F73" w:rsidRPr="00B71CFB">
          <w:rPr>
            <w:rStyle w:val="Hipercze"/>
            <w:rFonts w:ascii="Verdana" w:hAnsi="Verdana"/>
            <w:noProof/>
            <w:w w:val="90"/>
          </w:rPr>
          <w:t>7.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657143">
          <w:rPr>
            <w:rStyle w:val="Hipercze"/>
            <w:rFonts w:ascii="Verdana" w:hAnsi="Verdana"/>
            <w:noProof/>
            <w:w w:val="90"/>
          </w:rPr>
          <w:t>odbiór OPRACOWAŃ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_Toc410839336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10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09C0998B" w14:textId="77777777" w:rsidR="00784F73" w:rsidRPr="00B71CFB" w:rsidRDefault="00000000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7" w:history="1">
        <w:r w:rsidR="00784F73" w:rsidRPr="00B71CFB">
          <w:rPr>
            <w:rStyle w:val="Hipercze"/>
            <w:rFonts w:ascii="Verdana" w:hAnsi="Verdana"/>
            <w:noProof/>
            <w:w w:val="90"/>
          </w:rPr>
          <w:t>8.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płatności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_Toc410839337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10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3CCF1ACD" w14:textId="77777777" w:rsidR="00784F73" w:rsidRPr="00B71CFB" w:rsidRDefault="00000000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8" w:history="1">
        <w:r w:rsidR="00784F73" w:rsidRPr="00B71CFB">
          <w:rPr>
            <w:rStyle w:val="Hipercze"/>
            <w:rFonts w:ascii="Verdana" w:hAnsi="Verdana"/>
            <w:noProof/>
          </w:rPr>
          <w:t>9.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</w:rPr>
          <w:t>przepisy związane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_Toc410839338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10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7043F1E0" w14:textId="77777777" w:rsidR="00A46F82" w:rsidRPr="002231FF" w:rsidRDefault="00A46F82" w:rsidP="00EF6DDE">
      <w:pPr>
        <w:pStyle w:val="Spistreci1"/>
        <w:tabs>
          <w:tab w:val="clear" w:pos="7371"/>
          <w:tab w:val="right" w:leader="dot" w:pos="8647"/>
        </w:tabs>
        <w:rPr>
          <w:b w:val="0"/>
        </w:rPr>
      </w:pPr>
      <w:r w:rsidRPr="00B71CFB">
        <w:rPr>
          <w:rFonts w:ascii="Verdana" w:hAnsi="Verdana"/>
        </w:rPr>
        <w:fldChar w:fldCharType="end"/>
      </w:r>
    </w:p>
    <w:p w14:paraId="79A3228C" w14:textId="77777777" w:rsidR="00A46F82" w:rsidRPr="002231FF" w:rsidRDefault="00A46F82" w:rsidP="00EF6DDE">
      <w:pPr>
        <w:tabs>
          <w:tab w:val="left" w:pos="284"/>
          <w:tab w:val="right" w:leader="dot" w:pos="8789"/>
        </w:tabs>
        <w:jc w:val="center"/>
        <w:rPr>
          <w:b/>
        </w:rPr>
      </w:pPr>
    </w:p>
    <w:p w14:paraId="02713E96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4D7ABF5B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19D93C6D" w14:textId="77777777" w:rsidR="00A46F82" w:rsidRPr="002231FF" w:rsidRDefault="00A46F82">
      <w:pPr>
        <w:rPr>
          <w:sz w:val="19"/>
        </w:rPr>
      </w:pPr>
      <w:bookmarkStart w:id="0" w:name="_Toc404150096"/>
      <w:bookmarkStart w:id="1" w:name="_Toc416830698"/>
      <w:bookmarkStart w:id="2" w:name="_Toc6881279"/>
    </w:p>
    <w:p w14:paraId="3DEFF06C" w14:textId="77777777" w:rsidR="00A46F82" w:rsidRPr="002231FF" w:rsidRDefault="00A46F82" w:rsidP="00D47B1E">
      <w:pPr>
        <w:numPr>
          <w:ilvl w:val="0"/>
          <w:numId w:val="11"/>
        </w:numPr>
        <w:rPr>
          <w:sz w:val="19"/>
        </w:rPr>
        <w:sectPr w:rsidR="00A46F82" w:rsidRPr="002231FF" w:rsidSect="00EF6DDE">
          <w:headerReference w:type="default" r:id="rId12"/>
          <w:footerReference w:type="default" r:id="rId13"/>
          <w:pgSz w:w="11907" w:h="16840" w:code="9"/>
          <w:pgMar w:top="1418" w:right="1134" w:bottom="1418" w:left="1418" w:header="1135" w:footer="1531" w:gutter="0"/>
          <w:cols w:space="708"/>
          <w:titlePg/>
          <w:docGrid w:linePitch="272"/>
        </w:sectPr>
      </w:pPr>
    </w:p>
    <w:p w14:paraId="38E73C5F" w14:textId="77777777" w:rsidR="000A7506" w:rsidRPr="00477D5E" w:rsidRDefault="000A7506" w:rsidP="000A7506">
      <w:pPr>
        <w:pStyle w:val="Nagwek1"/>
        <w:rPr>
          <w:rFonts w:ascii="Verdana" w:hAnsi="Verdana"/>
          <w:w w:val="90"/>
        </w:rPr>
      </w:pPr>
      <w:bookmarkStart w:id="3" w:name="_Toc410839328"/>
      <w:bookmarkStart w:id="4" w:name="_Ref388962290"/>
      <w:bookmarkEnd w:id="0"/>
      <w:bookmarkEnd w:id="1"/>
      <w:bookmarkEnd w:id="2"/>
      <w:r w:rsidRPr="00477D5E">
        <w:rPr>
          <w:rFonts w:ascii="Verdana" w:hAnsi="Verdana"/>
          <w:w w:val="90"/>
        </w:rPr>
        <w:lastRenderedPageBreak/>
        <w:t>WSTĘP</w:t>
      </w:r>
      <w:bookmarkEnd w:id="3"/>
    </w:p>
    <w:p w14:paraId="1A03D9E3" w14:textId="77777777" w:rsidR="000A7506" w:rsidRPr="00477D5E" w:rsidRDefault="000A7506" w:rsidP="000A7506">
      <w:pPr>
        <w:pStyle w:val="Nagwek2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Przedmiot Specyfikacji </w:t>
      </w:r>
    </w:p>
    <w:p w14:paraId="20CA96FC" w14:textId="77777777" w:rsidR="000A7506" w:rsidRPr="00477D5E" w:rsidRDefault="000A7506" w:rsidP="000A7506">
      <w:pPr>
        <w:pStyle w:val="tekstost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Przedmiotem niniejszej Specyfikacji są wymagania dotyczące wykonania i odbioru opracowań przewidzianych do wykonania w ramach </w:t>
      </w:r>
      <w:r w:rsidR="00CB6CA6" w:rsidRPr="00477D5E">
        <w:rPr>
          <w:rFonts w:ascii="Verdana" w:hAnsi="Verdana"/>
          <w:w w:val="90"/>
        </w:rPr>
        <w:t>przedmiotowego zadania.</w:t>
      </w:r>
    </w:p>
    <w:p w14:paraId="170EF9E5" w14:textId="77777777" w:rsidR="000A7506" w:rsidRPr="00477D5E" w:rsidRDefault="000A7506" w:rsidP="000A7506">
      <w:pPr>
        <w:pStyle w:val="Nagwek2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Zakres stosowania Specyfikacji </w:t>
      </w:r>
    </w:p>
    <w:p w14:paraId="34959072" w14:textId="04AD86D5" w:rsidR="000A7506" w:rsidRPr="00477D5E" w:rsidRDefault="000A7506" w:rsidP="001C778C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Niniejsza Specyfikacja stanowi obowiązujący dokument przetargowy i Umowny przy zlecaniu </w:t>
      </w:r>
      <w:r w:rsidR="00956E70" w:rsidRPr="00477D5E">
        <w:rPr>
          <w:rFonts w:ascii="Verdana" w:hAnsi="Verdana"/>
          <w:w w:val="90"/>
        </w:rPr>
        <w:br/>
      </w:r>
      <w:r w:rsidRPr="00477D5E">
        <w:rPr>
          <w:rFonts w:ascii="Verdana" w:hAnsi="Verdana"/>
          <w:w w:val="90"/>
        </w:rPr>
        <w:t xml:space="preserve">i realizacji opracowania </w:t>
      </w:r>
      <w:r w:rsidR="004534C9" w:rsidRPr="00477D5E">
        <w:rPr>
          <w:rFonts w:ascii="Verdana" w:hAnsi="Verdana"/>
          <w:w w:val="90"/>
        </w:rPr>
        <w:t>S</w:t>
      </w:r>
      <w:r w:rsidRPr="00477D5E">
        <w:rPr>
          <w:rFonts w:ascii="Verdana" w:hAnsi="Verdana"/>
          <w:w w:val="90"/>
        </w:rPr>
        <w:t>P</w:t>
      </w:r>
      <w:r w:rsidR="001C7EA5" w:rsidRPr="00477D5E">
        <w:rPr>
          <w:rFonts w:ascii="Verdana" w:hAnsi="Verdana"/>
          <w:w w:val="90"/>
        </w:rPr>
        <w:t>.</w:t>
      </w:r>
      <w:r w:rsidRPr="00477D5E">
        <w:rPr>
          <w:rFonts w:ascii="Verdana" w:hAnsi="Verdana"/>
          <w:w w:val="90"/>
        </w:rPr>
        <w:t>30</w:t>
      </w:r>
      <w:r w:rsidR="004534C9" w:rsidRPr="00477D5E">
        <w:rPr>
          <w:rFonts w:ascii="Verdana" w:hAnsi="Verdana"/>
          <w:w w:val="90"/>
        </w:rPr>
        <w:t xml:space="preserve">.30.00 </w:t>
      </w:r>
      <w:r w:rsidR="00BA1D23" w:rsidRPr="00477D5E">
        <w:rPr>
          <w:rFonts w:ascii="Verdana" w:hAnsi="Verdana"/>
          <w:w w:val="90"/>
        </w:rPr>
        <w:t>„W</w:t>
      </w:r>
      <w:r w:rsidR="00FC1725" w:rsidRPr="00477D5E">
        <w:rPr>
          <w:rFonts w:ascii="Verdana" w:hAnsi="Verdana"/>
          <w:w w:val="90"/>
        </w:rPr>
        <w:t>znowienie, wyznaczenie i ustalenie granic</w:t>
      </w:r>
      <w:r w:rsidR="00BA1D23" w:rsidRPr="00477D5E">
        <w:rPr>
          <w:rFonts w:ascii="Verdana" w:hAnsi="Verdana"/>
          <w:w w:val="90"/>
        </w:rPr>
        <w:t>”</w:t>
      </w:r>
      <w:r w:rsidR="00F30BD8" w:rsidRPr="00477D5E">
        <w:rPr>
          <w:rFonts w:ascii="Verdana" w:hAnsi="Verdana"/>
          <w:w w:val="90"/>
        </w:rPr>
        <w:t>.</w:t>
      </w:r>
    </w:p>
    <w:p w14:paraId="68D33F7A" w14:textId="77777777" w:rsidR="000A7506" w:rsidRPr="00477D5E" w:rsidRDefault="000A7506" w:rsidP="000A7506">
      <w:pPr>
        <w:pStyle w:val="Nagwek2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Określenia podstawowe</w:t>
      </w:r>
    </w:p>
    <w:p w14:paraId="0B3711E7" w14:textId="77777777" w:rsidR="000A7506" w:rsidRPr="00477D5E" w:rsidRDefault="00FC1725" w:rsidP="00FC1725">
      <w:pPr>
        <w:pStyle w:val="tekstost"/>
        <w:spacing w:after="60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Użyte w specyfikacjach technicznych </w:t>
      </w:r>
      <w:r w:rsidR="000A7506" w:rsidRPr="00477D5E">
        <w:rPr>
          <w:rFonts w:ascii="Verdana" w:hAnsi="Verdana"/>
          <w:w w:val="90"/>
        </w:rPr>
        <w:t>określenia podstawowe są zgodne z obowiązującymi, odpowiednimi polskimi przepisami i polskimi normami oraz z definicjami podanymi w SP</w:t>
      </w:r>
      <w:r w:rsidR="001C7EA5" w:rsidRPr="00477D5E">
        <w:rPr>
          <w:rFonts w:ascii="Verdana" w:hAnsi="Verdana"/>
          <w:w w:val="90"/>
        </w:rPr>
        <w:t>.</w:t>
      </w:r>
      <w:r w:rsidR="000A7506" w:rsidRPr="00477D5E">
        <w:rPr>
          <w:rFonts w:ascii="Verdana" w:hAnsi="Verdana"/>
          <w:w w:val="90"/>
        </w:rPr>
        <w:t>00.00</w:t>
      </w:r>
      <w:r w:rsidR="00956E70" w:rsidRPr="00477D5E">
        <w:rPr>
          <w:rFonts w:ascii="Verdana" w:hAnsi="Verdana"/>
          <w:w w:val="90"/>
        </w:rPr>
        <w:t>.00</w:t>
      </w:r>
      <w:r w:rsidR="000A7506" w:rsidRPr="00477D5E">
        <w:rPr>
          <w:rFonts w:ascii="Verdana" w:hAnsi="Verdana"/>
          <w:w w:val="90"/>
        </w:rPr>
        <w:t xml:space="preserve"> „Wymagania ogólne” i w innych S</w:t>
      </w:r>
      <w:r w:rsidR="00956E70" w:rsidRPr="00477D5E">
        <w:rPr>
          <w:rFonts w:ascii="Verdana" w:hAnsi="Verdana"/>
          <w:w w:val="90"/>
        </w:rPr>
        <w:t>pecyfikacjach</w:t>
      </w:r>
      <w:r w:rsidR="000A7506" w:rsidRPr="00477D5E">
        <w:rPr>
          <w:rFonts w:ascii="Verdana" w:hAnsi="Verdana"/>
          <w:w w:val="90"/>
        </w:rPr>
        <w:t>.</w:t>
      </w:r>
    </w:p>
    <w:p w14:paraId="5AB67194" w14:textId="77777777" w:rsidR="000A7506" w:rsidRPr="00477D5E" w:rsidRDefault="000A7506" w:rsidP="000A7506">
      <w:pPr>
        <w:pStyle w:val="Nagwek1"/>
        <w:rPr>
          <w:rFonts w:ascii="Verdana" w:hAnsi="Verdana"/>
          <w:w w:val="90"/>
        </w:rPr>
      </w:pPr>
      <w:bookmarkStart w:id="5" w:name="_Toc59795393"/>
      <w:bookmarkStart w:id="6" w:name="_Toc410839329"/>
      <w:r w:rsidRPr="00477D5E">
        <w:rPr>
          <w:rFonts w:ascii="Verdana" w:hAnsi="Verdana"/>
          <w:w w:val="90"/>
        </w:rPr>
        <w:t>Wymagania dla projektowanej inwestycJi</w:t>
      </w:r>
      <w:bookmarkEnd w:id="5"/>
      <w:bookmarkEnd w:id="6"/>
    </w:p>
    <w:p w14:paraId="2430307B" w14:textId="77777777" w:rsidR="000A7506" w:rsidRPr="00477D5E" w:rsidRDefault="00D105E9" w:rsidP="001C778C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Wymagania dla inwestycji i projektowanych obiektów budowlanych i urządzeń infrastruktury podano </w:t>
      </w:r>
      <w:r w:rsidR="00956E70" w:rsidRPr="00477D5E">
        <w:rPr>
          <w:rFonts w:ascii="Verdana" w:hAnsi="Verdana"/>
          <w:w w:val="90"/>
        </w:rPr>
        <w:br/>
      </w:r>
      <w:r w:rsidRPr="00477D5E">
        <w:rPr>
          <w:rFonts w:ascii="Verdana" w:hAnsi="Verdana"/>
          <w:w w:val="90"/>
        </w:rPr>
        <w:t>w SP-00.00</w:t>
      </w:r>
      <w:r w:rsidR="00956E70" w:rsidRPr="00477D5E">
        <w:rPr>
          <w:rFonts w:ascii="Verdana" w:hAnsi="Verdana"/>
          <w:w w:val="90"/>
        </w:rPr>
        <w:t>.00</w:t>
      </w:r>
      <w:r w:rsidRPr="00477D5E">
        <w:rPr>
          <w:rFonts w:ascii="Verdana" w:hAnsi="Verdana"/>
          <w:w w:val="90"/>
        </w:rPr>
        <w:t xml:space="preserve"> „Wymagania ogólne” pkt 2.</w:t>
      </w:r>
    </w:p>
    <w:p w14:paraId="67C09FDE" w14:textId="77777777" w:rsidR="000A7506" w:rsidRPr="00477D5E" w:rsidRDefault="000A7506" w:rsidP="000A7506">
      <w:pPr>
        <w:pStyle w:val="Nagwek1"/>
        <w:rPr>
          <w:rFonts w:ascii="Verdana" w:hAnsi="Verdana"/>
          <w:w w:val="90"/>
        </w:rPr>
      </w:pPr>
      <w:bookmarkStart w:id="7" w:name="_Toc59795420"/>
      <w:bookmarkStart w:id="8" w:name="_Toc59795479"/>
      <w:bookmarkStart w:id="9" w:name="_Toc410839330"/>
      <w:r w:rsidRPr="00477D5E">
        <w:rPr>
          <w:rFonts w:ascii="Verdana" w:hAnsi="Verdana"/>
          <w:w w:val="90"/>
        </w:rPr>
        <w:t>MATERIAŁY WYJŚCIOWE, POMIARY, BADANIA, OBLICZENIA I EKSPERTYZY</w:t>
      </w:r>
      <w:bookmarkEnd w:id="7"/>
      <w:bookmarkEnd w:id="8"/>
      <w:bookmarkEnd w:id="9"/>
    </w:p>
    <w:p w14:paraId="63C208E6" w14:textId="77777777" w:rsidR="000A7506" w:rsidRPr="00477D5E" w:rsidRDefault="000A7506" w:rsidP="000A7506">
      <w:pPr>
        <w:pStyle w:val="Nagwek2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Materiały wyjściowe do projektowania</w:t>
      </w:r>
    </w:p>
    <w:p w14:paraId="25DC460F" w14:textId="77777777" w:rsidR="000A7506" w:rsidRPr="00477D5E" w:rsidRDefault="000A7506" w:rsidP="001C778C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Ogólne wymagania dotyczące materiałów wyjściowych do projektowania znajdują się w SP</w:t>
      </w:r>
      <w:r w:rsidR="001C7EA5" w:rsidRPr="00477D5E">
        <w:rPr>
          <w:rFonts w:ascii="Verdana" w:hAnsi="Verdana"/>
          <w:w w:val="90"/>
        </w:rPr>
        <w:t>.</w:t>
      </w:r>
      <w:r w:rsidRPr="00477D5E">
        <w:rPr>
          <w:rFonts w:ascii="Verdana" w:hAnsi="Verdana"/>
          <w:w w:val="90"/>
        </w:rPr>
        <w:t>00.00</w:t>
      </w:r>
      <w:r w:rsidR="00956E70" w:rsidRPr="00477D5E">
        <w:rPr>
          <w:rFonts w:ascii="Verdana" w:hAnsi="Verdana"/>
          <w:w w:val="90"/>
        </w:rPr>
        <w:t>.00</w:t>
      </w:r>
      <w:r w:rsidRPr="00477D5E">
        <w:rPr>
          <w:rFonts w:ascii="Verdana" w:hAnsi="Verdana"/>
          <w:w w:val="90"/>
        </w:rPr>
        <w:t xml:space="preserve"> „Wymagania ogólne” pkt 3.</w:t>
      </w:r>
      <w:r w:rsidR="00D40222" w:rsidRPr="00477D5E">
        <w:rPr>
          <w:rFonts w:ascii="Verdana" w:hAnsi="Verdana"/>
          <w:w w:val="90"/>
        </w:rPr>
        <w:t>2</w:t>
      </w:r>
      <w:r w:rsidRPr="00477D5E">
        <w:rPr>
          <w:rFonts w:ascii="Verdana" w:hAnsi="Verdana"/>
          <w:w w:val="90"/>
        </w:rPr>
        <w:t xml:space="preserve">. </w:t>
      </w:r>
    </w:p>
    <w:p w14:paraId="0E787383" w14:textId="77777777" w:rsidR="000A7506" w:rsidRPr="00477D5E" w:rsidRDefault="000A7506" w:rsidP="000A7506">
      <w:pPr>
        <w:pStyle w:val="Nagwek2"/>
        <w:rPr>
          <w:rFonts w:ascii="Verdana" w:hAnsi="Verdana"/>
          <w:w w:val="90"/>
        </w:rPr>
      </w:pPr>
      <w:bookmarkStart w:id="10" w:name="_Ref58288371"/>
      <w:r w:rsidRPr="00477D5E">
        <w:rPr>
          <w:rFonts w:ascii="Verdana" w:hAnsi="Verdana"/>
          <w:w w:val="90"/>
        </w:rPr>
        <w:t>Materiały archiwalne i warunki</w:t>
      </w:r>
    </w:p>
    <w:p w14:paraId="3DF415B2" w14:textId="77777777" w:rsidR="000A7506" w:rsidRPr="00477D5E" w:rsidRDefault="000A7506" w:rsidP="001C778C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Ogólne wymagania dotyczące materiałów archiwalnych i warunków przedstawiono w SP</w:t>
      </w:r>
      <w:r w:rsidR="001C7EA5" w:rsidRPr="00477D5E">
        <w:rPr>
          <w:rFonts w:ascii="Verdana" w:hAnsi="Verdana"/>
          <w:w w:val="90"/>
        </w:rPr>
        <w:t>.</w:t>
      </w:r>
      <w:r w:rsidRPr="00477D5E">
        <w:rPr>
          <w:rFonts w:ascii="Verdana" w:hAnsi="Verdana"/>
          <w:w w:val="90"/>
        </w:rPr>
        <w:t>00.00</w:t>
      </w:r>
      <w:r w:rsidR="00956E70" w:rsidRPr="00477D5E">
        <w:rPr>
          <w:rFonts w:ascii="Verdana" w:hAnsi="Verdana"/>
          <w:w w:val="90"/>
        </w:rPr>
        <w:t>.00</w:t>
      </w:r>
      <w:r w:rsidRPr="00477D5E">
        <w:rPr>
          <w:rFonts w:ascii="Verdana" w:hAnsi="Verdana"/>
          <w:w w:val="90"/>
        </w:rPr>
        <w:t xml:space="preserve"> „Wymagania ogólne” pkt 3.2. </w:t>
      </w:r>
    </w:p>
    <w:p w14:paraId="57F134D7" w14:textId="77777777" w:rsidR="000A7506" w:rsidRPr="00477D5E" w:rsidRDefault="000A7506" w:rsidP="000A7506">
      <w:pPr>
        <w:pStyle w:val="Nagwek2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Pomiary, badania, obliczenia i ekspertyzy</w:t>
      </w:r>
      <w:bookmarkEnd w:id="10"/>
    </w:p>
    <w:p w14:paraId="5B84FA84" w14:textId="77777777" w:rsidR="004732FA" w:rsidRPr="00477D5E" w:rsidRDefault="004732FA" w:rsidP="004732FA">
      <w:pPr>
        <w:rPr>
          <w:rFonts w:ascii="Verdana" w:hAnsi="Verdana"/>
          <w:w w:val="90"/>
        </w:rPr>
      </w:pPr>
      <w:bookmarkStart w:id="11" w:name="_Toc59795395"/>
      <w:bookmarkStart w:id="12" w:name="_Toc410839331"/>
      <w:r w:rsidRPr="00477D5E">
        <w:rPr>
          <w:rFonts w:ascii="Verdana" w:hAnsi="Verdana"/>
          <w:w w:val="90"/>
        </w:rPr>
        <w:t>Ogólne wymagania dotyczące pomiarów, badań, obliczeń i ekspertyz przedstawiono w SP</w:t>
      </w:r>
      <w:r w:rsidR="001C7EA5" w:rsidRPr="00477D5E">
        <w:rPr>
          <w:rFonts w:ascii="Verdana" w:hAnsi="Verdana"/>
          <w:w w:val="90"/>
        </w:rPr>
        <w:t>.</w:t>
      </w:r>
      <w:r w:rsidRPr="00477D5E">
        <w:rPr>
          <w:rFonts w:ascii="Verdana" w:hAnsi="Verdana"/>
          <w:w w:val="90"/>
        </w:rPr>
        <w:t>00.00</w:t>
      </w:r>
      <w:r w:rsidR="00956E70" w:rsidRPr="00477D5E">
        <w:rPr>
          <w:rFonts w:ascii="Verdana" w:hAnsi="Verdana"/>
          <w:w w:val="90"/>
        </w:rPr>
        <w:t>.00</w:t>
      </w:r>
      <w:r w:rsidRPr="00477D5E">
        <w:rPr>
          <w:rFonts w:ascii="Verdana" w:hAnsi="Verdana"/>
          <w:w w:val="90"/>
        </w:rPr>
        <w:t xml:space="preserve"> „Wymagania ogólne” pkt 3.3.</w:t>
      </w:r>
    </w:p>
    <w:p w14:paraId="178B6EB3" w14:textId="77777777" w:rsidR="004732FA" w:rsidRPr="00477D5E" w:rsidRDefault="004732FA" w:rsidP="004732FA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Przy wykonywaniu pomiarów, badań, obliczeń i ekspertyz Wykonawca będzie stosował metody pomiarów badań oraz sprzęt i oprogramowanie komputerowe spełniające wymagania określone </w:t>
      </w:r>
      <w:r w:rsidR="00956E70" w:rsidRPr="00477D5E">
        <w:rPr>
          <w:rFonts w:ascii="Verdana" w:hAnsi="Verdana"/>
          <w:w w:val="90"/>
        </w:rPr>
        <w:br/>
      </w:r>
      <w:r w:rsidRPr="00477D5E">
        <w:rPr>
          <w:rFonts w:ascii="Verdana" w:hAnsi="Verdana"/>
          <w:w w:val="90"/>
        </w:rPr>
        <w:t xml:space="preserve">w rozporządzeniu </w:t>
      </w:r>
      <w:r w:rsidRPr="00477D5E">
        <w:rPr>
          <w:rFonts w:ascii="Verdana" w:hAnsi="Verdana" w:cs="Arial"/>
          <w:b/>
          <w:snapToGrid w:val="0"/>
          <w:w w:val="90"/>
        </w:rPr>
        <w:t>[3.1]</w:t>
      </w:r>
      <w:r w:rsidRPr="00477D5E">
        <w:rPr>
          <w:rFonts w:ascii="Verdana" w:hAnsi="Verdana"/>
          <w:w w:val="90"/>
        </w:rPr>
        <w:t xml:space="preserve">. Należy także spełnić wymagania określone w pkt 4 niniejszej Specyfikacji, wymagania </w:t>
      </w:r>
      <w:r w:rsidR="004D2DED" w:rsidRPr="00477D5E">
        <w:rPr>
          <w:rFonts w:ascii="Verdana" w:hAnsi="Verdana"/>
          <w:w w:val="90"/>
        </w:rPr>
        <w:t xml:space="preserve">organu </w:t>
      </w:r>
      <w:r w:rsidRPr="00477D5E">
        <w:rPr>
          <w:rFonts w:ascii="Verdana" w:hAnsi="Verdana"/>
          <w:w w:val="90"/>
        </w:rPr>
        <w:t xml:space="preserve">prowadzącego </w:t>
      </w:r>
      <w:r w:rsidR="004D2DED" w:rsidRPr="00477D5E">
        <w:rPr>
          <w:rFonts w:ascii="Verdana" w:hAnsi="Verdana"/>
          <w:w w:val="90"/>
        </w:rPr>
        <w:t xml:space="preserve">właściwy </w:t>
      </w:r>
      <w:r w:rsidRPr="00477D5E">
        <w:rPr>
          <w:rFonts w:ascii="Verdana" w:hAnsi="Verdana"/>
          <w:w w:val="90"/>
        </w:rPr>
        <w:t xml:space="preserve">Ośrodek Dokumentacji Geodezyjnej </w:t>
      </w:r>
      <w:r w:rsidR="000E56CC" w:rsidRPr="00477D5E">
        <w:rPr>
          <w:rFonts w:ascii="Verdana" w:hAnsi="Verdana"/>
          <w:w w:val="90"/>
        </w:rPr>
        <w:br/>
      </w:r>
      <w:r w:rsidRPr="00477D5E">
        <w:rPr>
          <w:rFonts w:ascii="Verdana" w:hAnsi="Verdana"/>
          <w:w w:val="90"/>
        </w:rPr>
        <w:t>i Kartograficznej.</w:t>
      </w:r>
    </w:p>
    <w:p w14:paraId="5B228D36" w14:textId="77777777" w:rsidR="000A7506" w:rsidRPr="00477D5E" w:rsidRDefault="000A7506" w:rsidP="000A7506">
      <w:pPr>
        <w:pStyle w:val="Nagwek1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wykonanie OPRACOWAŃ</w:t>
      </w:r>
      <w:bookmarkEnd w:id="11"/>
      <w:bookmarkEnd w:id="12"/>
    </w:p>
    <w:p w14:paraId="579035B2" w14:textId="77777777" w:rsidR="000A7506" w:rsidRPr="00477D5E" w:rsidRDefault="000A7506" w:rsidP="001C778C">
      <w:pPr>
        <w:pStyle w:val="tekstost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Poniżej przedstawione są wymagania, które należy uwzględnić przy wykonywaniu opracowania projektowego. Inne wymagania dotyczące wykonania opracowań projektowych przedstawiono </w:t>
      </w:r>
      <w:r w:rsidR="00CF504D" w:rsidRPr="00477D5E">
        <w:rPr>
          <w:rFonts w:ascii="Verdana" w:hAnsi="Verdana"/>
          <w:w w:val="90"/>
        </w:rPr>
        <w:br/>
      </w:r>
      <w:r w:rsidRPr="00477D5E">
        <w:rPr>
          <w:rFonts w:ascii="Verdana" w:hAnsi="Verdana"/>
          <w:w w:val="90"/>
        </w:rPr>
        <w:t>w SP</w:t>
      </w:r>
      <w:r w:rsidR="002B0E07" w:rsidRPr="00477D5E">
        <w:rPr>
          <w:rFonts w:ascii="Verdana" w:hAnsi="Verdana"/>
          <w:w w:val="90"/>
        </w:rPr>
        <w:t>.</w:t>
      </w:r>
      <w:r w:rsidRPr="00477D5E">
        <w:rPr>
          <w:rFonts w:ascii="Verdana" w:hAnsi="Verdana"/>
          <w:w w:val="90"/>
        </w:rPr>
        <w:t>00.00</w:t>
      </w:r>
      <w:r w:rsidR="00956E70" w:rsidRPr="00477D5E">
        <w:rPr>
          <w:rFonts w:ascii="Verdana" w:hAnsi="Verdana"/>
          <w:w w:val="90"/>
        </w:rPr>
        <w:t>.00</w:t>
      </w:r>
      <w:r w:rsidRPr="00477D5E">
        <w:rPr>
          <w:rFonts w:ascii="Verdana" w:hAnsi="Verdana"/>
          <w:w w:val="90"/>
        </w:rPr>
        <w:t xml:space="preserve"> „Wymagania ogólne” pkt 4.</w:t>
      </w:r>
    </w:p>
    <w:p w14:paraId="5268C8C7" w14:textId="77777777" w:rsidR="000A7506" w:rsidRPr="00477D5E" w:rsidRDefault="000A7506" w:rsidP="000A7506">
      <w:pPr>
        <w:pStyle w:val="Nagwek2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Szczegółowość opracowań projektowych</w:t>
      </w:r>
    </w:p>
    <w:p w14:paraId="18EB4F57" w14:textId="77777777" w:rsidR="000A7506" w:rsidRPr="00477D5E" w:rsidRDefault="000A7506" w:rsidP="001C778C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Ogólne wymagania oraz definicje dotyczące szczegółowości opracowań projektowych podano </w:t>
      </w:r>
      <w:r w:rsidR="00CF504D" w:rsidRPr="00477D5E">
        <w:rPr>
          <w:rFonts w:ascii="Verdana" w:hAnsi="Verdana"/>
          <w:w w:val="90"/>
        </w:rPr>
        <w:br/>
      </w:r>
      <w:r w:rsidRPr="00477D5E">
        <w:rPr>
          <w:rFonts w:ascii="Verdana" w:hAnsi="Verdana"/>
          <w:w w:val="90"/>
        </w:rPr>
        <w:t>w SP</w:t>
      </w:r>
      <w:r w:rsidR="002B0E07" w:rsidRPr="00477D5E">
        <w:rPr>
          <w:rFonts w:ascii="Verdana" w:hAnsi="Verdana"/>
          <w:w w:val="90"/>
        </w:rPr>
        <w:t>.</w:t>
      </w:r>
      <w:r w:rsidRPr="00477D5E">
        <w:rPr>
          <w:rFonts w:ascii="Verdana" w:hAnsi="Verdana"/>
          <w:w w:val="90"/>
        </w:rPr>
        <w:t>00.00</w:t>
      </w:r>
      <w:r w:rsidR="00956E70" w:rsidRPr="00477D5E">
        <w:rPr>
          <w:rFonts w:ascii="Verdana" w:hAnsi="Verdana"/>
          <w:w w:val="90"/>
        </w:rPr>
        <w:t>.00</w:t>
      </w:r>
      <w:r w:rsidRPr="00477D5E">
        <w:rPr>
          <w:rFonts w:ascii="Verdana" w:hAnsi="Verdana"/>
          <w:w w:val="90"/>
        </w:rPr>
        <w:t xml:space="preserve"> „Wymagania ogólne” pkt 4.</w:t>
      </w:r>
    </w:p>
    <w:p w14:paraId="164F764E" w14:textId="77777777" w:rsidR="000A7506" w:rsidRPr="00477D5E" w:rsidRDefault="000A7506" w:rsidP="00F73820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Wszystkie elementy opracowania projektowego mają być określone w sposób ostateczny.</w:t>
      </w:r>
    </w:p>
    <w:p w14:paraId="017A3C92" w14:textId="77777777" w:rsidR="00E05281" w:rsidRPr="00477D5E" w:rsidRDefault="002415B4" w:rsidP="000A7506">
      <w:pPr>
        <w:pStyle w:val="Nagwek2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lastRenderedPageBreak/>
        <w:t>Wymagania dla kolejności wykonywania elementów opracowań projektowych</w:t>
      </w:r>
    </w:p>
    <w:p w14:paraId="49726349" w14:textId="77777777" w:rsidR="002415B4" w:rsidRPr="00477D5E" w:rsidRDefault="00A340F8" w:rsidP="002415B4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W</w:t>
      </w:r>
      <w:r w:rsidR="002415B4" w:rsidRPr="00477D5E">
        <w:rPr>
          <w:rFonts w:ascii="Verdana" w:hAnsi="Verdana"/>
          <w:w w:val="90"/>
        </w:rPr>
        <w:t xml:space="preserve">ykonanie opracowania projektowego objętego niniejszą Specyfikacją powinno odbywać </w:t>
      </w:r>
      <w:r w:rsidR="00956E70" w:rsidRPr="00477D5E">
        <w:rPr>
          <w:rFonts w:ascii="Verdana" w:hAnsi="Verdana"/>
          <w:w w:val="90"/>
        </w:rPr>
        <w:br/>
      </w:r>
      <w:r w:rsidR="002415B4" w:rsidRPr="00477D5E">
        <w:rPr>
          <w:rFonts w:ascii="Verdana" w:hAnsi="Verdana"/>
          <w:w w:val="90"/>
        </w:rPr>
        <w:t>z zachowaniem wymagań dotyczących kolejności wykonania poszczególnych elementów opracowania projektowego, zawartych w pkt 4. niniejszej Specyfikacji</w:t>
      </w:r>
      <w:r w:rsidR="003C41F1" w:rsidRPr="00477D5E">
        <w:rPr>
          <w:rFonts w:ascii="Verdana" w:hAnsi="Verdana"/>
          <w:w w:val="90"/>
        </w:rPr>
        <w:t>.</w:t>
      </w:r>
    </w:p>
    <w:p w14:paraId="4457D4D7" w14:textId="77777777" w:rsidR="000A7506" w:rsidRPr="00477D5E" w:rsidRDefault="002415B4" w:rsidP="002415B4">
      <w:pPr>
        <w:pStyle w:val="Nagwek2"/>
        <w:rPr>
          <w:rFonts w:ascii="Verdana" w:hAnsi="Verdana"/>
          <w:w w:val="90"/>
        </w:rPr>
      </w:pPr>
      <w:bookmarkStart w:id="13" w:name="_Toc416830700"/>
      <w:bookmarkStart w:id="14" w:name="_Toc6881281"/>
      <w:r w:rsidRPr="00477D5E">
        <w:rPr>
          <w:rFonts w:ascii="Verdana" w:hAnsi="Verdana"/>
          <w:w w:val="90"/>
        </w:rPr>
        <w:t>Sprzęt</w:t>
      </w:r>
      <w:bookmarkEnd w:id="13"/>
      <w:bookmarkEnd w:id="14"/>
      <w:r w:rsidRPr="00477D5E">
        <w:rPr>
          <w:rFonts w:ascii="Verdana" w:hAnsi="Verdana"/>
          <w:w w:val="90"/>
        </w:rPr>
        <w:t xml:space="preserve"> i transport</w:t>
      </w:r>
    </w:p>
    <w:p w14:paraId="788D21EE" w14:textId="77777777" w:rsidR="002415B4" w:rsidRPr="00477D5E" w:rsidRDefault="002415B4" w:rsidP="002415B4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Ogólne wymagania dotyczące sprzętu i transportu przedstawiono w SP</w:t>
      </w:r>
      <w:r w:rsidR="00C30F7F" w:rsidRPr="00477D5E">
        <w:rPr>
          <w:rFonts w:ascii="Verdana" w:hAnsi="Verdana"/>
          <w:w w:val="90"/>
        </w:rPr>
        <w:t>.</w:t>
      </w:r>
      <w:r w:rsidRPr="00477D5E">
        <w:rPr>
          <w:rFonts w:ascii="Verdana" w:hAnsi="Verdana"/>
          <w:w w:val="90"/>
        </w:rPr>
        <w:t>00.00</w:t>
      </w:r>
      <w:r w:rsidR="00530D50" w:rsidRPr="00477D5E">
        <w:rPr>
          <w:rFonts w:ascii="Verdana" w:hAnsi="Verdana"/>
          <w:w w:val="90"/>
        </w:rPr>
        <w:t>.00</w:t>
      </w:r>
      <w:r w:rsidRPr="00477D5E">
        <w:rPr>
          <w:rFonts w:ascii="Verdana" w:hAnsi="Verdana"/>
          <w:w w:val="90"/>
        </w:rPr>
        <w:t xml:space="preserve"> „Wymagania ogólne” pkt 4.</w:t>
      </w:r>
      <w:r w:rsidR="00564316" w:rsidRPr="00477D5E">
        <w:rPr>
          <w:rFonts w:ascii="Verdana" w:hAnsi="Verdana"/>
          <w:w w:val="90"/>
        </w:rPr>
        <w:t>4</w:t>
      </w:r>
      <w:r w:rsidRPr="00477D5E">
        <w:rPr>
          <w:rFonts w:ascii="Verdana" w:hAnsi="Verdana"/>
          <w:w w:val="90"/>
        </w:rPr>
        <w:t>.</w:t>
      </w:r>
    </w:p>
    <w:p w14:paraId="595BA1E4" w14:textId="77777777" w:rsidR="002415B4" w:rsidRPr="00477D5E" w:rsidRDefault="002415B4" w:rsidP="002415B4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Przy wykonywaniu prac sprzęt i transport powinien ponadto spełniać wymagania zawarte</w:t>
      </w:r>
      <w:r w:rsidR="00B71CFB" w:rsidRPr="00477D5E">
        <w:rPr>
          <w:rFonts w:ascii="Verdana" w:hAnsi="Verdana"/>
          <w:w w:val="90"/>
        </w:rPr>
        <w:t xml:space="preserve"> </w:t>
      </w:r>
      <w:r w:rsidRPr="00477D5E">
        <w:rPr>
          <w:rFonts w:ascii="Verdana" w:hAnsi="Verdana"/>
          <w:w w:val="90"/>
        </w:rPr>
        <w:t xml:space="preserve">w </w:t>
      </w:r>
      <w:r w:rsidRPr="00477D5E">
        <w:rPr>
          <w:rFonts w:ascii="Verdana" w:hAnsi="Verdana" w:cs="Arial"/>
          <w:snapToGrid w:val="0"/>
          <w:w w:val="90"/>
        </w:rPr>
        <w:t xml:space="preserve">rozporządzeniu </w:t>
      </w:r>
      <w:r w:rsidRPr="00477D5E">
        <w:rPr>
          <w:rFonts w:ascii="Verdana" w:hAnsi="Verdana" w:cs="Arial"/>
          <w:b/>
          <w:snapToGrid w:val="0"/>
          <w:w w:val="90"/>
        </w:rPr>
        <w:t>[3.1]</w:t>
      </w:r>
      <w:r w:rsidRPr="00477D5E">
        <w:rPr>
          <w:rFonts w:ascii="Verdana" w:hAnsi="Verdana" w:cs="Arial"/>
          <w:snapToGrid w:val="0"/>
          <w:w w:val="90"/>
        </w:rPr>
        <w:t xml:space="preserve"> oraz wymagania zawarte w niniejszej Specyfikacji.</w:t>
      </w:r>
    </w:p>
    <w:p w14:paraId="2B5EA08A" w14:textId="77777777" w:rsidR="00F21C03" w:rsidRPr="00477D5E" w:rsidRDefault="000A7506" w:rsidP="00F21C03">
      <w:pPr>
        <w:pStyle w:val="Nagwek2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Szata graficzna</w:t>
      </w:r>
    </w:p>
    <w:p w14:paraId="68419982" w14:textId="77777777" w:rsidR="000A7506" w:rsidRPr="00477D5E" w:rsidRDefault="000A7506" w:rsidP="001C778C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Ogólne wymagania dotyczące szaty graficznej opisów, obliczeń, rysunków i oprawy opracowań projektowych przedstawiono w SP</w:t>
      </w:r>
      <w:r w:rsidR="00C30F7F" w:rsidRPr="00477D5E">
        <w:rPr>
          <w:rFonts w:ascii="Verdana" w:hAnsi="Verdana"/>
          <w:w w:val="90"/>
        </w:rPr>
        <w:t>.</w:t>
      </w:r>
      <w:r w:rsidRPr="00477D5E">
        <w:rPr>
          <w:rFonts w:ascii="Verdana" w:hAnsi="Verdana"/>
          <w:w w:val="90"/>
        </w:rPr>
        <w:t>00.00</w:t>
      </w:r>
      <w:r w:rsidR="00530D50" w:rsidRPr="00477D5E">
        <w:rPr>
          <w:rFonts w:ascii="Verdana" w:hAnsi="Verdana"/>
          <w:w w:val="90"/>
        </w:rPr>
        <w:t>.00</w:t>
      </w:r>
      <w:r w:rsidRPr="00477D5E">
        <w:rPr>
          <w:rFonts w:ascii="Verdana" w:hAnsi="Verdana"/>
          <w:w w:val="90"/>
        </w:rPr>
        <w:t xml:space="preserve"> „Wymagania ogólne” pkt 4.</w:t>
      </w:r>
      <w:r w:rsidR="009C5A1D" w:rsidRPr="00477D5E">
        <w:rPr>
          <w:rFonts w:ascii="Verdana" w:hAnsi="Verdana"/>
          <w:w w:val="90"/>
        </w:rPr>
        <w:t>5</w:t>
      </w:r>
      <w:r w:rsidRPr="00477D5E">
        <w:rPr>
          <w:rFonts w:ascii="Verdana" w:hAnsi="Verdana"/>
          <w:w w:val="90"/>
        </w:rPr>
        <w:t>.</w:t>
      </w:r>
    </w:p>
    <w:p w14:paraId="37AB0617" w14:textId="77777777" w:rsidR="00F73820" w:rsidRPr="00477D5E" w:rsidRDefault="00F73820" w:rsidP="000E56CC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Przy wykonywaniu </w:t>
      </w:r>
      <w:r w:rsidR="006C357D" w:rsidRPr="00477D5E">
        <w:rPr>
          <w:rFonts w:ascii="Verdana" w:hAnsi="Verdana"/>
          <w:w w:val="90"/>
        </w:rPr>
        <w:t xml:space="preserve">opracowań objętych niniejszą Specyfikacją należy stosować szatę graficzną spełniającą wymagania zawarte w niniejszej specyfikacji a także w rozporządzeniach: </w:t>
      </w:r>
      <w:r w:rsidR="006C357D" w:rsidRPr="00477D5E">
        <w:rPr>
          <w:rFonts w:ascii="Verdana" w:hAnsi="Verdana"/>
          <w:b/>
          <w:w w:val="90"/>
        </w:rPr>
        <w:t xml:space="preserve">[3.1] [3.2] 3.7] </w:t>
      </w:r>
      <w:r w:rsidRPr="00477D5E">
        <w:rPr>
          <w:rFonts w:ascii="Verdana" w:hAnsi="Verdana" w:cs="Arial"/>
          <w:snapToGrid w:val="0"/>
          <w:w w:val="90"/>
        </w:rPr>
        <w:t>.</w:t>
      </w:r>
    </w:p>
    <w:p w14:paraId="37156F7B" w14:textId="77777777" w:rsidR="000A7506" w:rsidRPr="00477D5E" w:rsidRDefault="000A7506" w:rsidP="00EE79E2">
      <w:pPr>
        <w:pStyle w:val="Nagwek2"/>
        <w:ind w:left="426" w:hanging="426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Szczegółowe wymagania dla czynności Wykonawcy </w:t>
      </w:r>
      <w:r w:rsidR="00417227" w:rsidRPr="00477D5E">
        <w:rPr>
          <w:rFonts w:ascii="Verdana" w:hAnsi="Verdana"/>
          <w:w w:val="90"/>
        </w:rPr>
        <w:t>wznowienia, wyznaczenia lub ustalenia granic</w:t>
      </w:r>
      <w:r w:rsidRPr="00477D5E">
        <w:rPr>
          <w:rFonts w:ascii="Verdana" w:hAnsi="Verdana"/>
          <w:w w:val="90"/>
        </w:rPr>
        <w:t xml:space="preserve"> </w:t>
      </w:r>
    </w:p>
    <w:p w14:paraId="4C629454" w14:textId="77777777" w:rsidR="00B07D2D" w:rsidRPr="00477D5E" w:rsidRDefault="000A3623" w:rsidP="00D47B1E">
      <w:pPr>
        <w:numPr>
          <w:ilvl w:val="0"/>
          <w:numId w:val="15"/>
        </w:num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Wykonawca </w:t>
      </w:r>
      <w:r w:rsidR="00B07D2D" w:rsidRPr="00477D5E">
        <w:rPr>
          <w:rFonts w:ascii="Verdana" w:hAnsi="Verdana"/>
          <w:w w:val="90"/>
        </w:rPr>
        <w:t>odszuka istniejące i wznowi lub</w:t>
      </w:r>
      <w:r w:rsidRPr="00477D5E">
        <w:rPr>
          <w:rFonts w:ascii="Verdana" w:hAnsi="Verdana"/>
          <w:w w:val="90"/>
        </w:rPr>
        <w:t xml:space="preserve"> wyznaczy zniszczone znaki graniczne zewnętrznych granic pasa drogowego zgodnie z przepisami ustawy </w:t>
      </w:r>
      <w:r w:rsidRPr="00477D5E">
        <w:rPr>
          <w:rFonts w:ascii="Verdana" w:hAnsi="Verdana"/>
          <w:b/>
          <w:w w:val="90"/>
        </w:rPr>
        <w:t>[3]</w:t>
      </w:r>
      <w:r w:rsidRPr="00477D5E">
        <w:rPr>
          <w:rFonts w:ascii="Verdana" w:hAnsi="Verdana"/>
          <w:w w:val="90"/>
        </w:rPr>
        <w:t xml:space="preserve"> i rozporządzeń </w:t>
      </w:r>
      <w:r w:rsidRPr="00477D5E">
        <w:rPr>
          <w:rFonts w:ascii="Verdana" w:hAnsi="Verdana"/>
          <w:b/>
          <w:w w:val="90"/>
        </w:rPr>
        <w:t>[3.1]</w:t>
      </w:r>
      <w:r w:rsidR="00197948" w:rsidRPr="00477D5E">
        <w:rPr>
          <w:rFonts w:ascii="Verdana" w:hAnsi="Verdana"/>
          <w:b/>
          <w:w w:val="90"/>
        </w:rPr>
        <w:br/>
      </w:r>
      <w:r w:rsidRPr="00477D5E">
        <w:rPr>
          <w:rFonts w:ascii="Verdana" w:hAnsi="Verdana"/>
          <w:w w:val="90"/>
        </w:rPr>
        <w:t xml:space="preserve"> i </w:t>
      </w:r>
      <w:r w:rsidRPr="00477D5E">
        <w:rPr>
          <w:rFonts w:ascii="Verdana" w:hAnsi="Verdana"/>
          <w:b/>
          <w:w w:val="90"/>
        </w:rPr>
        <w:t>[3.7]</w:t>
      </w:r>
      <w:r w:rsidR="00197948" w:rsidRPr="00477D5E">
        <w:rPr>
          <w:rFonts w:ascii="Verdana" w:hAnsi="Verdana"/>
          <w:b/>
          <w:w w:val="90"/>
        </w:rPr>
        <w:t>,</w:t>
      </w:r>
      <w:r w:rsidRPr="00477D5E">
        <w:rPr>
          <w:rFonts w:ascii="Verdana" w:hAnsi="Verdana"/>
          <w:w w:val="90"/>
        </w:rPr>
        <w:t xml:space="preserve"> </w:t>
      </w:r>
    </w:p>
    <w:p w14:paraId="7CE141C3" w14:textId="77777777" w:rsidR="00B07D2D" w:rsidRPr="00477D5E" w:rsidRDefault="00B07D2D" w:rsidP="00D47B1E">
      <w:pPr>
        <w:numPr>
          <w:ilvl w:val="0"/>
          <w:numId w:val="15"/>
        </w:num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W przypadku braku danych geodezyjnych umożliwiających wznowienie lub wyznaczenie zniszczonych znaków granicznych lub niestabilizowanych p</w:t>
      </w:r>
      <w:r w:rsidR="004D5EF4" w:rsidRPr="00477D5E">
        <w:rPr>
          <w:rFonts w:ascii="Verdana" w:hAnsi="Verdana"/>
          <w:w w:val="90"/>
        </w:rPr>
        <w:t xml:space="preserve">unktów granicznych należy wykonać ustalenie granic w trybie rozporządzenia </w:t>
      </w:r>
      <w:r w:rsidR="004D5EF4" w:rsidRPr="00477D5E">
        <w:rPr>
          <w:rFonts w:ascii="Verdana" w:hAnsi="Verdana"/>
          <w:b/>
          <w:w w:val="90"/>
        </w:rPr>
        <w:t>[3.2]</w:t>
      </w:r>
      <w:r w:rsidR="00197948" w:rsidRPr="00477D5E">
        <w:rPr>
          <w:rFonts w:ascii="Verdana" w:hAnsi="Verdana"/>
          <w:b/>
          <w:w w:val="90"/>
        </w:rPr>
        <w:t>,</w:t>
      </w:r>
      <w:r w:rsidR="00E269B3" w:rsidRPr="00477D5E">
        <w:rPr>
          <w:rFonts w:ascii="Verdana" w:hAnsi="Verdana"/>
          <w:w w:val="90"/>
        </w:rPr>
        <w:t xml:space="preserve"> </w:t>
      </w:r>
    </w:p>
    <w:p w14:paraId="68A4E194" w14:textId="77777777" w:rsidR="00B07D2D" w:rsidRPr="00477D5E" w:rsidRDefault="004D5EF4" w:rsidP="00D47B1E">
      <w:pPr>
        <w:numPr>
          <w:ilvl w:val="0"/>
          <w:numId w:val="15"/>
        </w:num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Stabilizację należy wykonać dla wszystkich punktów granicznych zewnętrznej granicy pasa drogowego</w:t>
      </w:r>
      <w:r w:rsidR="00197948" w:rsidRPr="00477D5E">
        <w:rPr>
          <w:rFonts w:ascii="Verdana" w:hAnsi="Verdana"/>
          <w:w w:val="90"/>
        </w:rPr>
        <w:t>,</w:t>
      </w:r>
    </w:p>
    <w:p w14:paraId="186EE1D4" w14:textId="77777777" w:rsidR="00B07D2D" w:rsidRPr="00477D5E" w:rsidRDefault="000A3623" w:rsidP="00D47B1E">
      <w:pPr>
        <w:numPr>
          <w:ilvl w:val="0"/>
          <w:numId w:val="15"/>
        </w:num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Znaki graniczne należy dodatkowo oznaczy</w:t>
      </w:r>
      <w:r w:rsidR="00D12EB4" w:rsidRPr="00477D5E">
        <w:rPr>
          <w:rFonts w:ascii="Verdana" w:hAnsi="Verdana"/>
          <w:w w:val="90"/>
        </w:rPr>
        <w:t>ć świadkami betonowymi</w:t>
      </w:r>
      <w:r w:rsidR="00B66CF0" w:rsidRPr="00477D5E">
        <w:rPr>
          <w:rFonts w:ascii="Verdana" w:hAnsi="Verdana"/>
          <w:w w:val="90"/>
        </w:rPr>
        <w:t xml:space="preserve"> z napisem „Pas drogowy”</w:t>
      </w:r>
      <w:r w:rsidR="00197948" w:rsidRPr="00477D5E">
        <w:rPr>
          <w:rFonts w:ascii="Verdana" w:hAnsi="Verdana"/>
          <w:w w:val="90"/>
        </w:rPr>
        <w:t>,</w:t>
      </w:r>
    </w:p>
    <w:p w14:paraId="70DA4D8A" w14:textId="77777777" w:rsidR="00426BFE" w:rsidRPr="00477D5E" w:rsidRDefault="00426BFE" w:rsidP="00D47B1E">
      <w:pPr>
        <w:numPr>
          <w:ilvl w:val="0"/>
          <w:numId w:val="15"/>
        </w:num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W przypadku stwierdzenia zajęcia pasa drogowego przez ogrodzenia działek sąsiednich, nasadzenia, budowle i wszystkie inne elementy niezwiązane z drogą, posadowione przez właścicieli działek przylegających do pasa drogowego, Wykonawca niezwłocznie powiadomi </w:t>
      </w:r>
      <w:r w:rsidR="00197948" w:rsidRPr="00477D5E">
        <w:rPr>
          <w:rFonts w:ascii="Verdana" w:hAnsi="Verdana"/>
          <w:w w:val="90"/>
        </w:rPr>
        <w:br/>
      </w:r>
      <w:r w:rsidRPr="00477D5E">
        <w:rPr>
          <w:rFonts w:ascii="Verdana" w:hAnsi="Verdana"/>
          <w:w w:val="90"/>
        </w:rPr>
        <w:t xml:space="preserve">o tym fakcie przedstawiciela Zamawiającego, wskazanego w umowie. Ponadto Wykonawca sporządzi </w:t>
      </w:r>
      <w:r w:rsidR="00A17B55" w:rsidRPr="00477D5E">
        <w:rPr>
          <w:rFonts w:ascii="Verdana" w:hAnsi="Verdana"/>
          <w:w w:val="90"/>
        </w:rPr>
        <w:t xml:space="preserve">Kartę pomiaru zajęcia pasa drogowego </w:t>
      </w:r>
      <w:r w:rsidR="00A17B55" w:rsidRPr="00477D5E">
        <w:rPr>
          <w:rFonts w:ascii="Verdana" w:hAnsi="Verdana"/>
          <w:b/>
          <w:w w:val="90"/>
        </w:rPr>
        <w:t>[Załącznik nr 2]</w:t>
      </w:r>
      <w:r w:rsidR="00197948" w:rsidRPr="00477D5E">
        <w:rPr>
          <w:rFonts w:ascii="Verdana" w:hAnsi="Verdana"/>
          <w:b/>
          <w:w w:val="90"/>
        </w:rPr>
        <w:t>,</w:t>
      </w:r>
    </w:p>
    <w:p w14:paraId="01DDAAF0" w14:textId="77777777" w:rsidR="00426BFE" w:rsidRPr="00477D5E" w:rsidRDefault="00A17B55" w:rsidP="00D47B1E">
      <w:pPr>
        <w:numPr>
          <w:ilvl w:val="0"/>
          <w:numId w:val="15"/>
        </w:num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Kartę pomiaru zajęcia pasa drogowego </w:t>
      </w:r>
      <w:r w:rsidR="00426BFE" w:rsidRPr="00477D5E">
        <w:rPr>
          <w:rFonts w:ascii="Verdana" w:hAnsi="Verdana"/>
          <w:w w:val="90"/>
        </w:rPr>
        <w:t>należy sporządzić również w przypadku, gdy urządzenia drogowe zajmują działki nie stanowiące własności Skarbu Państwa w trwałym zarządzie GDDKiA</w:t>
      </w:r>
      <w:r w:rsidR="00197948" w:rsidRPr="00477D5E">
        <w:rPr>
          <w:rFonts w:ascii="Verdana" w:hAnsi="Verdana"/>
          <w:w w:val="90"/>
        </w:rPr>
        <w:t>,</w:t>
      </w:r>
    </w:p>
    <w:p w14:paraId="2FF359C8" w14:textId="77777777" w:rsidR="000A3623" w:rsidRPr="00477D5E" w:rsidRDefault="000A3623" w:rsidP="00D47B1E">
      <w:pPr>
        <w:numPr>
          <w:ilvl w:val="0"/>
          <w:numId w:val="15"/>
        </w:num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Wykonawca sporządzi wszystkie dokumenty niezbędne do wprowadzenia zmian wynikających z wykonanych prac do państwowego zasobu geodezyjnego i kartograficznego</w:t>
      </w:r>
      <w:r w:rsidR="00197948" w:rsidRPr="00477D5E">
        <w:rPr>
          <w:rFonts w:ascii="Verdana" w:hAnsi="Verdana"/>
          <w:w w:val="90"/>
        </w:rPr>
        <w:t>,</w:t>
      </w:r>
    </w:p>
    <w:p w14:paraId="25C82806" w14:textId="77777777" w:rsidR="00FE47B1" w:rsidRPr="00477D5E" w:rsidRDefault="00FE47B1" w:rsidP="00D47B1E">
      <w:pPr>
        <w:numPr>
          <w:ilvl w:val="0"/>
          <w:numId w:val="15"/>
        </w:num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W przypadku rozbieżności między zapisami w ewidencji gruntów i w księgach wieczystych należy sporządzić wykaz synchronizacyjny</w:t>
      </w:r>
      <w:r w:rsidR="00197948" w:rsidRPr="00477D5E">
        <w:rPr>
          <w:rFonts w:ascii="Verdana" w:hAnsi="Verdana"/>
          <w:w w:val="90"/>
        </w:rPr>
        <w:t>.</w:t>
      </w:r>
      <w:r w:rsidRPr="00477D5E">
        <w:rPr>
          <w:rFonts w:ascii="Verdana" w:hAnsi="Verdana"/>
          <w:w w:val="90"/>
        </w:rPr>
        <w:t xml:space="preserve"> </w:t>
      </w:r>
    </w:p>
    <w:p w14:paraId="3F44B01F" w14:textId="77777777" w:rsidR="000A7506" w:rsidRPr="00477D5E" w:rsidRDefault="000A7506" w:rsidP="00D47B1E">
      <w:pPr>
        <w:pStyle w:val="Nagwek3"/>
        <w:numPr>
          <w:ilvl w:val="3"/>
          <w:numId w:val="10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bookmarkStart w:id="15" w:name="_Toc416830703"/>
      <w:bookmarkStart w:id="16" w:name="_Toc6881284"/>
      <w:r w:rsidRPr="00477D5E">
        <w:rPr>
          <w:rFonts w:ascii="Verdana" w:hAnsi="Verdana"/>
          <w:b/>
          <w:w w:val="90"/>
        </w:rPr>
        <w:t>Zapoznanie się z wytycznymi i ustaleniami</w:t>
      </w:r>
    </w:p>
    <w:p w14:paraId="492566EF" w14:textId="77777777" w:rsidR="000A7506" w:rsidRPr="00477D5E" w:rsidRDefault="00F73820" w:rsidP="001C778C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Wykonawca zobowiązany jest zapoznać się z wymaganiami Zamawiającego,  projektantów poszczególnych branż oraz wymaganiami Powiatowych Ośrodków Dokumentacji Geodezyjnej </w:t>
      </w:r>
      <w:r w:rsidR="00B71CFB" w:rsidRPr="00477D5E">
        <w:rPr>
          <w:rFonts w:ascii="Verdana" w:hAnsi="Verdana"/>
          <w:w w:val="90"/>
        </w:rPr>
        <w:t xml:space="preserve">                        </w:t>
      </w:r>
      <w:r w:rsidRPr="00477D5E">
        <w:rPr>
          <w:rFonts w:ascii="Verdana" w:hAnsi="Verdana"/>
          <w:w w:val="90"/>
        </w:rPr>
        <w:t>i Kartograficznej.</w:t>
      </w:r>
    </w:p>
    <w:p w14:paraId="3AEAB837" w14:textId="77777777" w:rsidR="00672151" w:rsidRPr="00477D5E" w:rsidRDefault="000A7506" w:rsidP="00D47B1E">
      <w:pPr>
        <w:pStyle w:val="Nagwek3"/>
        <w:numPr>
          <w:ilvl w:val="3"/>
          <w:numId w:val="10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477D5E">
        <w:rPr>
          <w:rFonts w:ascii="Verdana" w:hAnsi="Verdana"/>
          <w:b/>
          <w:w w:val="90"/>
        </w:rPr>
        <w:t>Zebranie niezbędnych materiałów i informacji</w:t>
      </w:r>
    </w:p>
    <w:p w14:paraId="59A9E434" w14:textId="77777777" w:rsidR="000A7506" w:rsidRPr="00477D5E" w:rsidRDefault="000A7506" w:rsidP="001C778C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Omawiane w niniejszej Specyfikacji technicznej prace powinny być poprzedzone:</w:t>
      </w:r>
    </w:p>
    <w:p w14:paraId="65A49101" w14:textId="77777777" w:rsidR="000A7506" w:rsidRPr="00477D5E" w:rsidRDefault="000A7506" w:rsidP="00D47B1E">
      <w:pPr>
        <w:numPr>
          <w:ilvl w:val="0"/>
          <w:numId w:val="12"/>
        </w:num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uzyskaniem danych dotyczących poziomej osnowy geodezyjnej, mapy zasadniczej,</w:t>
      </w:r>
      <w:r w:rsidR="00F73820" w:rsidRPr="00477D5E">
        <w:rPr>
          <w:rFonts w:ascii="Verdana" w:hAnsi="Verdana"/>
          <w:w w:val="90"/>
        </w:rPr>
        <w:t xml:space="preserve"> map</w:t>
      </w:r>
      <w:r w:rsidR="00D93060" w:rsidRPr="00477D5E">
        <w:rPr>
          <w:rFonts w:ascii="Verdana" w:hAnsi="Verdana"/>
          <w:w w:val="90"/>
        </w:rPr>
        <w:t>y ewidencji gruntów</w:t>
      </w:r>
      <w:r w:rsidR="00F73820" w:rsidRPr="00477D5E">
        <w:rPr>
          <w:rFonts w:ascii="Verdana" w:hAnsi="Verdana"/>
          <w:w w:val="90"/>
        </w:rPr>
        <w:t>,</w:t>
      </w:r>
      <w:r w:rsidRPr="00477D5E">
        <w:rPr>
          <w:rFonts w:ascii="Verdana" w:hAnsi="Verdana"/>
          <w:w w:val="90"/>
        </w:rPr>
        <w:t xml:space="preserve"> wyników opracowań jednostkowych itp.,</w:t>
      </w:r>
    </w:p>
    <w:p w14:paraId="755BC5B3" w14:textId="77777777" w:rsidR="000A7506" w:rsidRPr="00477D5E" w:rsidRDefault="000A7506" w:rsidP="00D47B1E">
      <w:pPr>
        <w:numPr>
          <w:ilvl w:val="0"/>
          <w:numId w:val="12"/>
        </w:num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pobraniem danych z katastru nieruchomości </w:t>
      </w:r>
      <w:r w:rsidR="00F73820" w:rsidRPr="00477D5E">
        <w:rPr>
          <w:rFonts w:ascii="Verdana" w:hAnsi="Verdana"/>
          <w:w w:val="90"/>
        </w:rPr>
        <w:t>liczbowych i opisowych</w:t>
      </w:r>
      <w:r w:rsidR="00D20104" w:rsidRPr="00477D5E">
        <w:rPr>
          <w:rFonts w:ascii="Verdana" w:hAnsi="Verdana"/>
          <w:w w:val="90"/>
        </w:rPr>
        <w:t xml:space="preserve"> dotyczących</w:t>
      </w:r>
      <w:r w:rsidR="00F73820" w:rsidRPr="00477D5E">
        <w:rPr>
          <w:rFonts w:ascii="Verdana" w:hAnsi="Verdana"/>
          <w:w w:val="90"/>
        </w:rPr>
        <w:t xml:space="preserve"> </w:t>
      </w:r>
      <w:r w:rsidR="00426BFE" w:rsidRPr="00477D5E">
        <w:rPr>
          <w:rFonts w:ascii="Verdana" w:hAnsi="Verdana"/>
          <w:w w:val="90"/>
        </w:rPr>
        <w:t>działek będących przedmiotem opracowania</w:t>
      </w:r>
      <w:r w:rsidR="00AA6C69" w:rsidRPr="00477D5E">
        <w:rPr>
          <w:rFonts w:ascii="Verdana" w:hAnsi="Verdana"/>
          <w:w w:val="90"/>
        </w:rPr>
        <w:t>,</w:t>
      </w:r>
    </w:p>
    <w:p w14:paraId="5CBC6B46" w14:textId="77777777" w:rsidR="00D20104" w:rsidRPr="00477D5E" w:rsidRDefault="00D20104" w:rsidP="00D47B1E">
      <w:pPr>
        <w:numPr>
          <w:ilvl w:val="0"/>
          <w:numId w:val="12"/>
        </w:num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lastRenderedPageBreak/>
        <w:t>pobraniem i analizą operatów technicznych i innych opracowań określających przebieg granic nieruchomości,</w:t>
      </w:r>
    </w:p>
    <w:p w14:paraId="436C3106" w14:textId="77777777" w:rsidR="000A7506" w:rsidRPr="00477D5E" w:rsidRDefault="00D20104" w:rsidP="00D47B1E">
      <w:pPr>
        <w:numPr>
          <w:ilvl w:val="0"/>
          <w:numId w:val="12"/>
        </w:num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badaniem zapisów w księ</w:t>
      </w:r>
      <w:r w:rsidR="000A7506" w:rsidRPr="00477D5E">
        <w:rPr>
          <w:rFonts w:ascii="Verdana" w:hAnsi="Verdana"/>
          <w:w w:val="90"/>
        </w:rPr>
        <w:t>g</w:t>
      </w:r>
      <w:r w:rsidRPr="00477D5E">
        <w:rPr>
          <w:rFonts w:ascii="Verdana" w:hAnsi="Verdana"/>
          <w:w w:val="90"/>
        </w:rPr>
        <w:t>ach</w:t>
      </w:r>
      <w:r w:rsidR="000A7506" w:rsidRPr="00477D5E">
        <w:rPr>
          <w:rFonts w:ascii="Verdana" w:hAnsi="Verdana"/>
          <w:w w:val="90"/>
        </w:rPr>
        <w:t xml:space="preserve"> wieczystych</w:t>
      </w:r>
      <w:r w:rsidRPr="00477D5E">
        <w:rPr>
          <w:rFonts w:ascii="Verdana" w:hAnsi="Verdana"/>
          <w:w w:val="90"/>
        </w:rPr>
        <w:t>, zbiorach dokumentów</w:t>
      </w:r>
      <w:r w:rsidR="000A7506" w:rsidRPr="00477D5E">
        <w:rPr>
          <w:rFonts w:ascii="Verdana" w:hAnsi="Verdana"/>
          <w:w w:val="90"/>
        </w:rPr>
        <w:t xml:space="preserve"> lub innych dokumen</w:t>
      </w:r>
      <w:r w:rsidRPr="00477D5E">
        <w:rPr>
          <w:rFonts w:ascii="Verdana" w:hAnsi="Verdana"/>
          <w:w w:val="90"/>
        </w:rPr>
        <w:t>tach</w:t>
      </w:r>
      <w:r w:rsidR="000A7506" w:rsidRPr="00477D5E">
        <w:rPr>
          <w:rFonts w:ascii="Verdana" w:hAnsi="Verdana"/>
          <w:w w:val="90"/>
        </w:rPr>
        <w:t xml:space="preserve"> stwierdzających stan prawny nieruchomości.</w:t>
      </w:r>
    </w:p>
    <w:p w14:paraId="28A18FCB" w14:textId="77777777" w:rsidR="00E36387" w:rsidRPr="00477D5E" w:rsidRDefault="00E36387" w:rsidP="00D47B1E">
      <w:pPr>
        <w:pStyle w:val="Nagwek3"/>
        <w:numPr>
          <w:ilvl w:val="3"/>
          <w:numId w:val="10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477D5E">
        <w:rPr>
          <w:rFonts w:ascii="Verdana" w:hAnsi="Verdana"/>
          <w:b/>
          <w:bCs/>
          <w:w w:val="90"/>
        </w:rPr>
        <w:t>Analiza i ocena zebranych materiałów</w:t>
      </w:r>
    </w:p>
    <w:p w14:paraId="591625B4" w14:textId="77777777" w:rsidR="00672151" w:rsidRPr="00477D5E" w:rsidRDefault="00672151" w:rsidP="00672151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Przy analizie zebranych materiałów szczególną uwagę należy zwrócić na:</w:t>
      </w:r>
    </w:p>
    <w:p w14:paraId="41B144C1" w14:textId="77777777" w:rsidR="00672151" w:rsidRPr="00477D5E" w:rsidRDefault="00672151" w:rsidP="00D47B1E">
      <w:pPr>
        <w:numPr>
          <w:ilvl w:val="0"/>
          <w:numId w:val="12"/>
        </w:numPr>
        <w:tabs>
          <w:tab w:val="clear" w:pos="360"/>
          <w:tab w:val="num" w:pos="502"/>
        </w:tabs>
        <w:ind w:left="502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istniejące punkty i dokładności osnów geodezyjnych,</w:t>
      </w:r>
    </w:p>
    <w:p w14:paraId="48A77C33" w14:textId="77777777" w:rsidR="00672151" w:rsidRPr="00477D5E" w:rsidRDefault="00672151" w:rsidP="00D47B1E">
      <w:pPr>
        <w:numPr>
          <w:ilvl w:val="0"/>
          <w:numId w:val="12"/>
        </w:numPr>
        <w:tabs>
          <w:tab w:val="clear" w:pos="360"/>
          <w:tab w:val="num" w:pos="502"/>
        </w:tabs>
        <w:ind w:left="502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rodzaje układów współrzędnych,</w:t>
      </w:r>
    </w:p>
    <w:p w14:paraId="5C54936E" w14:textId="77777777" w:rsidR="00672151" w:rsidRPr="00477D5E" w:rsidRDefault="00672151" w:rsidP="00D47B1E">
      <w:pPr>
        <w:numPr>
          <w:ilvl w:val="0"/>
          <w:numId w:val="12"/>
        </w:numPr>
        <w:tabs>
          <w:tab w:val="clear" w:pos="360"/>
          <w:tab w:val="num" w:pos="502"/>
        </w:tabs>
        <w:ind w:left="502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wiarygodność danych dotyczących przebiegu granic nieruchomości,</w:t>
      </w:r>
    </w:p>
    <w:p w14:paraId="33A8DA2C" w14:textId="77777777" w:rsidR="00672151" w:rsidRPr="00477D5E" w:rsidRDefault="00672151" w:rsidP="00D47B1E">
      <w:pPr>
        <w:numPr>
          <w:ilvl w:val="0"/>
          <w:numId w:val="12"/>
        </w:numPr>
        <w:tabs>
          <w:tab w:val="clear" w:pos="360"/>
          <w:tab w:val="num" w:pos="502"/>
        </w:tabs>
        <w:ind w:left="502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aktualność danych z katastru nieruchomości oraz zgodność z księgami wieczystymi.</w:t>
      </w:r>
    </w:p>
    <w:p w14:paraId="6FC6A372" w14:textId="77777777" w:rsidR="000A7506" w:rsidRPr="00477D5E" w:rsidRDefault="000A7506" w:rsidP="000A7506">
      <w:pPr>
        <w:pStyle w:val="Nagwek3"/>
        <w:rPr>
          <w:rFonts w:ascii="Verdana" w:hAnsi="Verdana"/>
          <w:b/>
          <w:w w:val="90"/>
        </w:rPr>
      </w:pPr>
      <w:r w:rsidRPr="00477D5E">
        <w:rPr>
          <w:rFonts w:ascii="Verdana" w:hAnsi="Verdana"/>
          <w:b/>
          <w:w w:val="90"/>
        </w:rPr>
        <w:t>Prace polowe</w:t>
      </w:r>
    </w:p>
    <w:p w14:paraId="327947F9" w14:textId="77777777" w:rsidR="000A7506" w:rsidRPr="00477D5E" w:rsidRDefault="00B70D1C" w:rsidP="00D47B1E">
      <w:pPr>
        <w:pStyle w:val="Nagwek3"/>
        <w:numPr>
          <w:ilvl w:val="3"/>
          <w:numId w:val="10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477D5E">
        <w:rPr>
          <w:rFonts w:ascii="Verdana" w:hAnsi="Verdana"/>
          <w:b/>
          <w:w w:val="90"/>
        </w:rPr>
        <w:t>Wznowienie, wyznaczenie, ustalenie granic</w:t>
      </w:r>
    </w:p>
    <w:p w14:paraId="2E774940" w14:textId="20EC7FE7" w:rsidR="000D3C93" w:rsidRPr="00477D5E" w:rsidRDefault="00FE47B1" w:rsidP="00B570E3">
      <w:pPr>
        <w:rPr>
          <w:rFonts w:ascii="Verdana" w:hAnsi="Verdana"/>
          <w:b/>
          <w:w w:val="90"/>
        </w:rPr>
      </w:pPr>
      <w:r w:rsidRPr="00477D5E">
        <w:rPr>
          <w:rFonts w:ascii="Verdana" w:hAnsi="Verdana"/>
          <w:w w:val="90"/>
        </w:rPr>
        <w:t xml:space="preserve">Wykonawca </w:t>
      </w:r>
      <w:r w:rsidR="007265E7" w:rsidRPr="00477D5E">
        <w:rPr>
          <w:rFonts w:ascii="Verdana" w:hAnsi="Verdana"/>
          <w:w w:val="90"/>
        </w:rPr>
        <w:t xml:space="preserve">odszuka, </w:t>
      </w:r>
      <w:r w:rsidR="00B70D1C" w:rsidRPr="00477D5E">
        <w:rPr>
          <w:rFonts w:ascii="Verdana" w:hAnsi="Verdana"/>
          <w:w w:val="90"/>
        </w:rPr>
        <w:t xml:space="preserve">wznowi </w:t>
      </w:r>
      <w:r w:rsidR="007265E7" w:rsidRPr="00477D5E">
        <w:rPr>
          <w:rFonts w:ascii="Verdana" w:hAnsi="Verdana"/>
          <w:w w:val="90"/>
        </w:rPr>
        <w:t xml:space="preserve">lub wyznaczy </w:t>
      </w:r>
      <w:r w:rsidR="00B70D1C" w:rsidRPr="00477D5E">
        <w:rPr>
          <w:rFonts w:ascii="Verdana" w:hAnsi="Verdana"/>
          <w:w w:val="90"/>
        </w:rPr>
        <w:t xml:space="preserve">granice nieruchomości </w:t>
      </w:r>
      <w:r w:rsidR="000A7506" w:rsidRPr="00477D5E">
        <w:rPr>
          <w:rFonts w:ascii="Verdana" w:hAnsi="Verdana"/>
          <w:w w:val="90"/>
        </w:rPr>
        <w:t xml:space="preserve">zgodnie z przepisami ustawy </w:t>
      </w:r>
      <w:r w:rsidR="004B2B64" w:rsidRPr="00477D5E">
        <w:rPr>
          <w:rFonts w:ascii="Verdana" w:hAnsi="Verdana"/>
          <w:b/>
          <w:w w:val="90"/>
        </w:rPr>
        <w:t>[3]</w:t>
      </w:r>
      <w:r w:rsidR="000D3C93" w:rsidRPr="00477D5E">
        <w:rPr>
          <w:rFonts w:ascii="Verdana" w:hAnsi="Verdana"/>
          <w:w w:val="90"/>
        </w:rPr>
        <w:t>.</w:t>
      </w:r>
    </w:p>
    <w:p w14:paraId="3141EE26" w14:textId="76DEFA2D" w:rsidR="008B277B" w:rsidRPr="00477D5E" w:rsidRDefault="000D3C93" w:rsidP="000D3C93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W przypadku braku danych geodezyjnych umożliwiających wznowienie zniszczonych znaków granicznych </w:t>
      </w:r>
      <w:r w:rsidR="00B570E3" w:rsidRPr="00477D5E">
        <w:rPr>
          <w:rFonts w:ascii="Verdana" w:hAnsi="Verdana"/>
          <w:w w:val="90"/>
        </w:rPr>
        <w:t xml:space="preserve">lub wyznaczenie </w:t>
      </w:r>
      <w:r w:rsidRPr="00477D5E">
        <w:rPr>
          <w:rFonts w:ascii="Verdana" w:hAnsi="Verdana"/>
          <w:w w:val="90"/>
        </w:rPr>
        <w:t xml:space="preserve">niestabilizowanych punktów granicznych należy wykonać ustalenie granic w trybie rozporządzenia </w:t>
      </w:r>
      <w:r w:rsidRPr="00477D5E">
        <w:rPr>
          <w:rFonts w:ascii="Verdana" w:hAnsi="Verdana"/>
          <w:b/>
          <w:w w:val="90"/>
        </w:rPr>
        <w:t>[3.2]</w:t>
      </w:r>
      <w:r w:rsidRPr="00477D5E">
        <w:rPr>
          <w:rFonts w:ascii="Verdana" w:hAnsi="Verdana"/>
          <w:w w:val="90"/>
        </w:rPr>
        <w:t xml:space="preserve">. </w:t>
      </w:r>
    </w:p>
    <w:p w14:paraId="1A4EE786" w14:textId="77777777" w:rsidR="00A351DF" w:rsidRPr="00477D5E" w:rsidRDefault="00B4744E" w:rsidP="00A351DF">
      <w:pPr>
        <w:rPr>
          <w:rFonts w:ascii="Verdana" w:hAnsi="Verdana"/>
          <w:strike/>
          <w:color w:val="FF0000"/>
          <w:w w:val="90"/>
        </w:rPr>
      </w:pPr>
      <w:r w:rsidRPr="00477D5E">
        <w:rPr>
          <w:rFonts w:ascii="Verdana" w:hAnsi="Verdana"/>
          <w:w w:val="90"/>
        </w:rPr>
        <w:t>Należy wykonać pomiar kontrolny odszukanych</w:t>
      </w:r>
      <w:r w:rsidR="000D3C93" w:rsidRPr="00477D5E">
        <w:rPr>
          <w:rFonts w:ascii="Verdana" w:hAnsi="Verdana"/>
          <w:w w:val="90"/>
        </w:rPr>
        <w:t xml:space="preserve">, wznowionych lub wyznaczonych </w:t>
      </w:r>
      <w:r w:rsidRPr="00477D5E">
        <w:rPr>
          <w:rFonts w:ascii="Verdana" w:hAnsi="Verdana"/>
          <w:w w:val="90"/>
        </w:rPr>
        <w:t>znaków granicznych.</w:t>
      </w:r>
    </w:p>
    <w:p w14:paraId="6014CC8E" w14:textId="77777777" w:rsidR="00A351DF" w:rsidRPr="00477D5E" w:rsidRDefault="00A351DF" w:rsidP="004112B6">
      <w:pPr>
        <w:pStyle w:val="Nagwek3"/>
        <w:numPr>
          <w:ilvl w:val="3"/>
          <w:numId w:val="10"/>
        </w:numPr>
        <w:rPr>
          <w:rFonts w:ascii="Verdana" w:hAnsi="Verdana"/>
          <w:b/>
          <w:w w:val="90"/>
        </w:rPr>
      </w:pPr>
      <w:r w:rsidRPr="00477D5E">
        <w:rPr>
          <w:rFonts w:ascii="Verdana" w:hAnsi="Verdana"/>
          <w:b/>
          <w:w w:val="90"/>
        </w:rPr>
        <w:t>Stabilizacja granic w terenie</w:t>
      </w:r>
    </w:p>
    <w:p w14:paraId="18F84B5D" w14:textId="6CD3D6B0" w:rsidR="00812A82" w:rsidRPr="00477D5E" w:rsidRDefault="00C045D3" w:rsidP="00812A82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Trwałą s</w:t>
      </w:r>
      <w:r w:rsidR="00417227" w:rsidRPr="00477D5E">
        <w:rPr>
          <w:rFonts w:ascii="Verdana" w:hAnsi="Verdana"/>
          <w:w w:val="90"/>
        </w:rPr>
        <w:t>tabilizację należy wykonać dla wszystkich punktów granicznych</w:t>
      </w:r>
      <w:r w:rsidR="00125354" w:rsidRPr="00477D5E">
        <w:rPr>
          <w:rFonts w:ascii="Verdana" w:hAnsi="Verdana"/>
          <w:w w:val="90"/>
        </w:rPr>
        <w:t>.</w:t>
      </w:r>
      <w:r w:rsidR="00417227" w:rsidRPr="00477D5E">
        <w:rPr>
          <w:rFonts w:ascii="Verdana" w:hAnsi="Verdana"/>
          <w:w w:val="90"/>
        </w:rPr>
        <w:t xml:space="preserve"> Punkty graniczne należy utrwalić znakami naziemnymi i podziemnymi zgodnie z rozporządzeniem </w:t>
      </w:r>
      <w:r w:rsidR="00417227" w:rsidRPr="00477D5E">
        <w:rPr>
          <w:rFonts w:ascii="Verdana" w:hAnsi="Verdana"/>
          <w:b/>
          <w:w w:val="90"/>
        </w:rPr>
        <w:t>[3.7]</w:t>
      </w:r>
      <w:r w:rsidR="00417227" w:rsidRPr="00477D5E">
        <w:rPr>
          <w:rFonts w:ascii="Verdana" w:hAnsi="Verdana"/>
          <w:w w:val="90"/>
        </w:rPr>
        <w:t xml:space="preserve">. </w:t>
      </w:r>
      <w:r w:rsidR="00812A82" w:rsidRPr="00477D5E">
        <w:rPr>
          <w:rFonts w:ascii="Verdana" w:hAnsi="Verdana"/>
          <w:w w:val="90"/>
        </w:rPr>
        <w:t xml:space="preserve">Punkty graniczne podlegają stabilizacji znakiem granicznym nadziemnym w postaci geodezyjnych </w:t>
      </w:r>
      <w:proofErr w:type="spellStart"/>
      <w:r w:rsidR="00812A82" w:rsidRPr="00477D5E">
        <w:rPr>
          <w:rFonts w:ascii="Verdana" w:hAnsi="Verdana"/>
          <w:w w:val="90"/>
        </w:rPr>
        <w:t>graniczników</w:t>
      </w:r>
      <w:proofErr w:type="spellEnd"/>
      <w:r w:rsidR="00812A82" w:rsidRPr="00477D5E">
        <w:rPr>
          <w:rFonts w:ascii="Verdana" w:hAnsi="Verdana"/>
          <w:w w:val="90"/>
        </w:rPr>
        <w:t xml:space="preserve"> betonowych (</w:t>
      </w:r>
      <w:r w:rsidR="00EC098B" w:rsidRPr="00477D5E">
        <w:rPr>
          <w:rFonts w:ascii="Verdana" w:hAnsi="Verdana"/>
          <w:w w:val="90"/>
        </w:rPr>
        <w:t xml:space="preserve">z betonu C 25/30 </w:t>
      </w:r>
      <w:r w:rsidR="00812A82" w:rsidRPr="00477D5E">
        <w:rPr>
          <w:rFonts w:ascii="Verdana" w:hAnsi="Verdana"/>
          <w:w w:val="90"/>
        </w:rPr>
        <w:t xml:space="preserve">zbrojonego prętem stalowym Ø 8 mm) o bryle ściętego ostrosłupa (zbieżnych) o wymiarach minimalnych – wysokość 50 cm, podstawa dolna 15x15 cm, podstawa górna 12x12 cm, z krzyżem na górnej poziomej powierzchni oraz znakiem podziemnym w postaci </w:t>
      </w:r>
      <w:r w:rsidR="00E86FF3" w:rsidRPr="00477D5E">
        <w:rPr>
          <w:rFonts w:ascii="Verdana" w:hAnsi="Verdana"/>
          <w:w w:val="90"/>
        </w:rPr>
        <w:t xml:space="preserve">butelki, rurki drenarskiej, </w:t>
      </w:r>
      <w:r w:rsidR="00812A82" w:rsidRPr="00477D5E">
        <w:rPr>
          <w:rFonts w:ascii="Verdana" w:hAnsi="Verdana"/>
          <w:w w:val="90"/>
        </w:rPr>
        <w:t>płytki betonowej</w:t>
      </w:r>
      <w:r w:rsidR="00E86FF3" w:rsidRPr="00477D5E">
        <w:rPr>
          <w:rFonts w:ascii="Verdana" w:hAnsi="Verdana"/>
          <w:w w:val="90"/>
        </w:rPr>
        <w:t>.</w:t>
      </w:r>
    </w:p>
    <w:p w14:paraId="086FF838" w14:textId="77777777" w:rsidR="00417227" w:rsidRPr="00477D5E" w:rsidRDefault="00812A82" w:rsidP="00812A82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Znak nadziemny powinien być posadowiony tak, aby jego górna powierzchnia znajdowała się</w:t>
      </w:r>
      <w:r w:rsidR="00EC098B" w:rsidRPr="00477D5E">
        <w:rPr>
          <w:rFonts w:ascii="Verdana" w:hAnsi="Verdana"/>
          <w:w w:val="90"/>
        </w:rPr>
        <w:t xml:space="preserve"> do</w:t>
      </w:r>
      <w:r w:rsidRPr="00477D5E">
        <w:rPr>
          <w:rFonts w:ascii="Verdana" w:hAnsi="Verdana"/>
          <w:w w:val="90"/>
        </w:rPr>
        <w:t xml:space="preserve"> </w:t>
      </w:r>
      <w:r w:rsidR="00EC098B" w:rsidRPr="00477D5E">
        <w:rPr>
          <w:rFonts w:ascii="Verdana" w:hAnsi="Verdana"/>
          <w:w w:val="90"/>
        </w:rPr>
        <w:t>5 cm ponad grunt</w:t>
      </w:r>
      <w:r w:rsidRPr="00477D5E">
        <w:rPr>
          <w:rFonts w:ascii="Verdana" w:hAnsi="Verdana"/>
          <w:w w:val="90"/>
        </w:rPr>
        <w:t>, co uchroni znak od zniszczenia w trakcie wykonywania prac utrzymaniowych prowadzonych w pasie drogowym</w:t>
      </w:r>
      <w:r w:rsidR="00EC098B" w:rsidRPr="00477D5E">
        <w:rPr>
          <w:rFonts w:ascii="Verdana" w:hAnsi="Verdana"/>
          <w:w w:val="90"/>
        </w:rPr>
        <w:t xml:space="preserve"> a jednocześnie zapewni jego widoczność</w:t>
      </w:r>
      <w:r w:rsidRPr="00477D5E">
        <w:rPr>
          <w:rFonts w:ascii="Verdana" w:hAnsi="Verdana"/>
          <w:w w:val="90"/>
        </w:rPr>
        <w:t>.</w:t>
      </w:r>
    </w:p>
    <w:p w14:paraId="4A92301E" w14:textId="3B7E126C" w:rsidR="008138B4" w:rsidRPr="00477D5E" w:rsidRDefault="00417227" w:rsidP="003F689C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Znaki graniczne </w:t>
      </w:r>
      <w:r w:rsidR="00125354" w:rsidRPr="00477D5E">
        <w:rPr>
          <w:rFonts w:ascii="Verdana" w:hAnsi="Verdana"/>
          <w:w w:val="90"/>
        </w:rPr>
        <w:t xml:space="preserve">określające pas drogi krajowej </w:t>
      </w:r>
      <w:r w:rsidRPr="00477D5E">
        <w:rPr>
          <w:rFonts w:ascii="Verdana" w:hAnsi="Verdana"/>
          <w:w w:val="90"/>
        </w:rPr>
        <w:t xml:space="preserve">należy dodatkowo oznaczyć świadkami betonowymi wykonanymi zgodnie z rysunkiem stanowiącym </w:t>
      </w:r>
      <w:r w:rsidRPr="00DF512F">
        <w:rPr>
          <w:rFonts w:ascii="Verdana" w:hAnsi="Verdana"/>
          <w:b/>
          <w:bCs/>
          <w:w w:val="90"/>
        </w:rPr>
        <w:t>załącznik nr  1 do niniejszej specyfikacji</w:t>
      </w:r>
      <w:r w:rsidRPr="00477D5E">
        <w:rPr>
          <w:rFonts w:ascii="Verdana" w:hAnsi="Verdana"/>
          <w:w w:val="90"/>
        </w:rPr>
        <w:t xml:space="preserve">. Świadki należy umieścić w linii granicy obok znaków granicznych znajdujących się na załamaniach granic pasa drogowego </w:t>
      </w:r>
      <w:r w:rsidR="00812A82" w:rsidRPr="00477D5E">
        <w:rPr>
          <w:rFonts w:ascii="Verdana" w:hAnsi="Verdana"/>
          <w:w w:val="90"/>
        </w:rPr>
        <w:t xml:space="preserve">oraz dodatkowo </w:t>
      </w:r>
      <w:r w:rsidRPr="00477D5E">
        <w:rPr>
          <w:rFonts w:ascii="Verdana" w:hAnsi="Verdana"/>
          <w:w w:val="90"/>
        </w:rPr>
        <w:t xml:space="preserve">na odcinkach prostych w odległości nie większej niż </w:t>
      </w:r>
      <w:r w:rsidR="00E00C91" w:rsidRPr="00477D5E">
        <w:rPr>
          <w:rFonts w:ascii="Verdana" w:hAnsi="Verdana"/>
          <w:w w:val="90"/>
        </w:rPr>
        <w:t>200</w:t>
      </w:r>
      <w:r w:rsidRPr="00477D5E">
        <w:rPr>
          <w:rFonts w:ascii="Verdana" w:hAnsi="Verdana"/>
          <w:w w:val="90"/>
        </w:rPr>
        <w:t xml:space="preserve"> m (pod warunkiem zachowania </w:t>
      </w:r>
      <w:r w:rsidR="00C045D3" w:rsidRPr="00477D5E">
        <w:rPr>
          <w:rFonts w:ascii="Verdana" w:hAnsi="Verdana"/>
          <w:w w:val="90"/>
        </w:rPr>
        <w:t xml:space="preserve">wzajemnej </w:t>
      </w:r>
      <w:r w:rsidRPr="00477D5E">
        <w:rPr>
          <w:rFonts w:ascii="Verdana" w:hAnsi="Verdana"/>
          <w:w w:val="90"/>
        </w:rPr>
        <w:t xml:space="preserve">wizury). </w:t>
      </w:r>
      <w:r w:rsidR="00D12EB4" w:rsidRPr="00477D5E">
        <w:rPr>
          <w:rFonts w:ascii="Verdana" w:hAnsi="Verdana"/>
          <w:w w:val="90"/>
        </w:rPr>
        <w:t>Po uzgodnieniu z zamawiającym świadków można nie umieszczać na terenach zurbanizowanych</w:t>
      </w:r>
      <w:r w:rsidRPr="00477D5E">
        <w:rPr>
          <w:rFonts w:ascii="Verdana" w:hAnsi="Verdana"/>
          <w:w w:val="90"/>
        </w:rPr>
        <w:t>.</w:t>
      </w:r>
      <w:r w:rsidR="00BD0881" w:rsidRPr="00477D5E">
        <w:rPr>
          <w:rFonts w:ascii="Verdana" w:hAnsi="Verdana"/>
          <w:w w:val="90"/>
        </w:rPr>
        <w:t xml:space="preserve"> </w:t>
      </w:r>
    </w:p>
    <w:p w14:paraId="654CDC71" w14:textId="77777777" w:rsidR="003F689C" w:rsidRPr="00477D5E" w:rsidRDefault="003F689C" w:rsidP="003F689C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Nie należy stabilizować znaków na terenach zabudowanych w miejscach gdzie: </w:t>
      </w:r>
    </w:p>
    <w:p w14:paraId="50B1CA52" w14:textId="77777777" w:rsidR="00700309" w:rsidRPr="00477D5E" w:rsidRDefault="00700309" w:rsidP="00D47B1E">
      <w:pPr>
        <w:pStyle w:val="Akapitzlist"/>
        <w:numPr>
          <w:ilvl w:val="0"/>
          <w:numId w:val="20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477D5E">
        <w:rPr>
          <w:rFonts w:ascii="Verdana" w:hAnsi="Verdana"/>
          <w:w w:val="90"/>
          <w:sz w:val="20"/>
          <w:szCs w:val="20"/>
        </w:rPr>
        <w:t>mogą utrudniać korzystanie z sąsiednich nieruchomości,</w:t>
      </w:r>
    </w:p>
    <w:p w14:paraId="4FAB7B83" w14:textId="77777777" w:rsidR="00700309" w:rsidRPr="00477D5E" w:rsidRDefault="003F689C" w:rsidP="00D47B1E">
      <w:pPr>
        <w:pStyle w:val="Akapitzlist"/>
        <w:numPr>
          <w:ilvl w:val="0"/>
          <w:numId w:val="20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477D5E">
        <w:rPr>
          <w:rFonts w:ascii="Verdana" w:hAnsi="Verdana"/>
          <w:w w:val="90"/>
          <w:sz w:val="20"/>
          <w:szCs w:val="20"/>
        </w:rPr>
        <w:t>przy chodnikach tam, gdzie istnieje zagrożenie bezpieczeństwa dla pieszych   i innych użytkowników dróg,</w:t>
      </w:r>
    </w:p>
    <w:p w14:paraId="00AE34A0" w14:textId="77777777" w:rsidR="00417227" w:rsidRPr="00477D5E" w:rsidRDefault="003F689C" w:rsidP="00D47B1E">
      <w:pPr>
        <w:pStyle w:val="Akapitzlist"/>
        <w:numPr>
          <w:ilvl w:val="0"/>
          <w:numId w:val="20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477D5E">
        <w:rPr>
          <w:rFonts w:ascii="Verdana" w:hAnsi="Verdana"/>
          <w:w w:val="90"/>
          <w:sz w:val="20"/>
          <w:szCs w:val="20"/>
        </w:rPr>
        <w:t>umieszczenie może powodować szkody w infrastrukturze lub szpecić otoczenie</w:t>
      </w:r>
      <w:r w:rsidR="002E2B8E" w:rsidRPr="00477D5E">
        <w:rPr>
          <w:rFonts w:ascii="Verdana" w:hAnsi="Verdana"/>
          <w:w w:val="90"/>
          <w:sz w:val="20"/>
          <w:szCs w:val="20"/>
        </w:rPr>
        <w:t>.</w:t>
      </w:r>
    </w:p>
    <w:p w14:paraId="36257E0C" w14:textId="00295332" w:rsidR="00812A82" w:rsidRPr="00477D5E" w:rsidRDefault="00812A82" w:rsidP="00700309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Stabilizacji nie podlegają punkty znajdujące się w jezdniach dróg publicznych.</w:t>
      </w:r>
      <w:r w:rsidR="00C518C4" w:rsidRPr="00DF512F">
        <w:rPr>
          <w:w w:val="90"/>
        </w:rPr>
        <w:t xml:space="preserve"> </w:t>
      </w:r>
      <w:r w:rsidR="00C518C4" w:rsidRPr="00477D5E">
        <w:rPr>
          <w:rFonts w:ascii="Verdana" w:hAnsi="Verdana"/>
          <w:w w:val="90"/>
        </w:rPr>
        <w:t xml:space="preserve">Wykonawca </w:t>
      </w:r>
      <w:r w:rsidR="00477D5E" w:rsidRPr="00477D5E">
        <w:rPr>
          <w:rFonts w:ascii="Verdana" w:hAnsi="Verdana"/>
          <w:w w:val="90"/>
        </w:rPr>
        <w:br/>
      </w:r>
      <w:r w:rsidR="00C518C4" w:rsidRPr="00477D5E">
        <w:rPr>
          <w:rFonts w:ascii="Verdana" w:hAnsi="Verdana"/>
          <w:w w:val="90"/>
        </w:rPr>
        <w:t xml:space="preserve">w projekcie stabilizacji </w:t>
      </w:r>
      <w:r w:rsidR="003F689C" w:rsidRPr="00477D5E">
        <w:rPr>
          <w:rFonts w:ascii="Verdana" w:hAnsi="Verdana"/>
          <w:w w:val="90"/>
        </w:rPr>
        <w:t xml:space="preserve">punktów granicznych </w:t>
      </w:r>
      <w:r w:rsidR="00C518C4" w:rsidRPr="00477D5E">
        <w:rPr>
          <w:rFonts w:ascii="Verdana" w:hAnsi="Verdana"/>
          <w:w w:val="90"/>
        </w:rPr>
        <w:t xml:space="preserve">pasa drogowego uzasadni powód braku możliwości stabilizacji słupków PD. </w:t>
      </w:r>
    </w:p>
    <w:p w14:paraId="5761545F" w14:textId="77777777" w:rsidR="00812A82" w:rsidRPr="00477D5E" w:rsidRDefault="00812A82" w:rsidP="00812A82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Utrwalenie granic w terenie należy poprzedzić pisemnym uzgodnieniem z Zamawiającym projektu stabilizacji punktów granicznych pasa drogowego. </w:t>
      </w:r>
    </w:p>
    <w:p w14:paraId="4BEEA6CA" w14:textId="77777777" w:rsidR="00E762FD" w:rsidRPr="00477D5E" w:rsidRDefault="00E762FD" w:rsidP="00812A82">
      <w:pPr>
        <w:rPr>
          <w:rFonts w:ascii="Verdana" w:hAnsi="Verdana"/>
          <w:w w:val="90"/>
        </w:rPr>
      </w:pPr>
    </w:p>
    <w:p w14:paraId="1D816AE7" w14:textId="77777777" w:rsidR="00EE0F3D" w:rsidRPr="00477D5E" w:rsidRDefault="00417227" w:rsidP="00700309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W przypadku</w:t>
      </w:r>
      <w:r w:rsidR="00EE0F3D" w:rsidRPr="00477D5E">
        <w:rPr>
          <w:rFonts w:ascii="Verdana" w:hAnsi="Verdana"/>
          <w:w w:val="90"/>
        </w:rPr>
        <w:t>:</w:t>
      </w:r>
      <w:r w:rsidRPr="00477D5E">
        <w:rPr>
          <w:rFonts w:ascii="Verdana" w:hAnsi="Verdana"/>
          <w:w w:val="90"/>
        </w:rPr>
        <w:t xml:space="preserve"> </w:t>
      </w:r>
    </w:p>
    <w:p w14:paraId="08EED964" w14:textId="4740820D" w:rsidR="00EE0F3D" w:rsidRPr="00477D5E" w:rsidRDefault="00417227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477D5E">
        <w:rPr>
          <w:rFonts w:ascii="Verdana" w:hAnsi="Verdana"/>
          <w:w w:val="90"/>
          <w:sz w:val="20"/>
          <w:szCs w:val="20"/>
        </w:rPr>
        <w:t xml:space="preserve">stwierdzenia zajęcia pasa drogowego przez ogrodzenia działek sąsiednich, nasadzenia, budowle </w:t>
      </w:r>
      <w:r w:rsidR="00477D5E" w:rsidRPr="00477D5E">
        <w:rPr>
          <w:rFonts w:ascii="Verdana" w:hAnsi="Verdana"/>
          <w:w w:val="90"/>
          <w:sz w:val="20"/>
          <w:szCs w:val="20"/>
        </w:rPr>
        <w:br/>
      </w:r>
      <w:r w:rsidRPr="00477D5E">
        <w:rPr>
          <w:rFonts w:ascii="Verdana" w:hAnsi="Verdana"/>
          <w:w w:val="90"/>
          <w:sz w:val="20"/>
          <w:szCs w:val="20"/>
        </w:rPr>
        <w:t xml:space="preserve">i wszystkie inne elementy niezwiązane z drogą, posadowione przez właścicieli działek przylegających do pasa drogowego, </w:t>
      </w:r>
    </w:p>
    <w:p w14:paraId="4E169104" w14:textId="77777777" w:rsidR="00700309" w:rsidRPr="00477D5E" w:rsidRDefault="00EE0F3D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477D5E">
        <w:rPr>
          <w:rFonts w:ascii="Verdana" w:hAnsi="Verdana"/>
          <w:w w:val="90"/>
          <w:sz w:val="20"/>
          <w:szCs w:val="20"/>
        </w:rPr>
        <w:lastRenderedPageBreak/>
        <w:t xml:space="preserve">stwierdzenia zajęcia </w:t>
      </w:r>
      <w:r w:rsidR="00754771" w:rsidRPr="00477D5E">
        <w:rPr>
          <w:rFonts w:ascii="Verdana" w:hAnsi="Verdana"/>
          <w:w w:val="90"/>
          <w:sz w:val="20"/>
          <w:szCs w:val="20"/>
        </w:rPr>
        <w:t xml:space="preserve">działki nie stanowiącej własności Skarbu Państwa w </w:t>
      </w:r>
      <w:r w:rsidRPr="00477D5E">
        <w:rPr>
          <w:rFonts w:ascii="Verdana" w:hAnsi="Verdana"/>
          <w:w w:val="90"/>
          <w:sz w:val="20"/>
          <w:szCs w:val="20"/>
        </w:rPr>
        <w:t>trwałym zarządzie GDDKiA przez pas drogowy lub urządzenia drogowe</w:t>
      </w:r>
      <w:r w:rsidR="00754771" w:rsidRPr="00477D5E">
        <w:rPr>
          <w:rFonts w:ascii="Verdana" w:hAnsi="Verdana"/>
          <w:w w:val="90"/>
          <w:sz w:val="20"/>
          <w:szCs w:val="20"/>
        </w:rPr>
        <w:t>,</w:t>
      </w:r>
      <w:r w:rsidRPr="00477D5E">
        <w:rPr>
          <w:rFonts w:ascii="Verdana" w:hAnsi="Verdana"/>
          <w:w w:val="90"/>
          <w:sz w:val="20"/>
          <w:szCs w:val="20"/>
        </w:rPr>
        <w:t xml:space="preserve">  </w:t>
      </w:r>
    </w:p>
    <w:p w14:paraId="181654CC" w14:textId="22D5085E" w:rsidR="00700309" w:rsidRPr="00DF512F" w:rsidRDefault="00417227" w:rsidP="00DF512F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Wykonawca sporządzi dla </w:t>
      </w:r>
      <w:r w:rsidR="00BD0881" w:rsidRPr="00477D5E">
        <w:rPr>
          <w:rFonts w:ascii="Verdana" w:hAnsi="Verdana"/>
          <w:w w:val="90"/>
        </w:rPr>
        <w:t>tych miejsc</w:t>
      </w:r>
      <w:r w:rsidR="005825C5" w:rsidRPr="00477D5E">
        <w:rPr>
          <w:rFonts w:ascii="Verdana" w:hAnsi="Verdana"/>
          <w:w w:val="90"/>
        </w:rPr>
        <w:t xml:space="preserve"> </w:t>
      </w:r>
      <w:r w:rsidR="00AF7BEC" w:rsidRPr="00DF512F">
        <w:rPr>
          <w:rFonts w:ascii="Verdana" w:hAnsi="Verdana"/>
          <w:w w:val="90"/>
        </w:rPr>
        <w:t>kartę pomiaru zajęcia pasa drogowego wykonaną wg wzoru stanowiącego Załącznik nr 2,</w:t>
      </w:r>
      <w:r w:rsidR="005825C5" w:rsidRPr="00477D5E">
        <w:rPr>
          <w:rFonts w:ascii="Verdana" w:hAnsi="Verdana"/>
          <w:w w:val="90"/>
        </w:rPr>
        <w:t xml:space="preserve"> zawierającą:</w:t>
      </w:r>
    </w:p>
    <w:p w14:paraId="2BBFD4AD" w14:textId="77777777" w:rsidR="00700309" w:rsidRPr="00477D5E" w:rsidRDefault="00417227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477D5E">
        <w:rPr>
          <w:rFonts w:ascii="Verdana" w:hAnsi="Verdana"/>
          <w:w w:val="90"/>
          <w:sz w:val="20"/>
          <w:szCs w:val="20"/>
        </w:rPr>
        <w:t>szkic polowy</w:t>
      </w:r>
      <w:r w:rsidR="00286B1A" w:rsidRPr="00477D5E">
        <w:rPr>
          <w:rFonts w:ascii="Verdana" w:hAnsi="Verdana"/>
          <w:w w:val="90"/>
          <w:sz w:val="20"/>
          <w:szCs w:val="20"/>
        </w:rPr>
        <w:t xml:space="preserve"> obrazujący wzajemne relacje przestrzenne granic ewidencyjnych oraz obiektów zajmujących pas drogowy</w:t>
      </w:r>
      <w:r w:rsidR="00AF7BEC" w:rsidRPr="00477D5E">
        <w:rPr>
          <w:rFonts w:ascii="Verdana" w:hAnsi="Verdana"/>
          <w:w w:val="90"/>
          <w:sz w:val="20"/>
          <w:szCs w:val="20"/>
        </w:rPr>
        <w:t xml:space="preserve"> lub powodujących zajęcie nieruchomości sąsiadującej</w:t>
      </w:r>
      <w:r w:rsidRPr="00477D5E">
        <w:rPr>
          <w:rFonts w:ascii="Verdana" w:hAnsi="Verdana"/>
          <w:w w:val="90"/>
          <w:sz w:val="20"/>
          <w:szCs w:val="20"/>
        </w:rPr>
        <w:t xml:space="preserve">, </w:t>
      </w:r>
      <w:r w:rsidR="00AF7BEC" w:rsidRPr="00477D5E">
        <w:rPr>
          <w:rFonts w:ascii="Verdana" w:hAnsi="Verdana"/>
          <w:w w:val="90"/>
          <w:sz w:val="20"/>
          <w:szCs w:val="20"/>
        </w:rPr>
        <w:t xml:space="preserve">oraz </w:t>
      </w:r>
      <w:r w:rsidRPr="00477D5E">
        <w:rPr>
          <w:rFonts w:ascii="Verdana" w:hAnsi="Verdana"/>
          <w:w w:val="90"/>
          <w:sz w:val="20"/>
          <w:szCs w:val="20"/>
        </w:rPr>
        <w:t>wszystkie szczegóły sytuacyjne</w:t>
      </w:r>
      <w:r w:rsidR="00AF7BEC" w:rsidRPr="00477D5E">
        <w:rPr>
          <w:rFonts w:ascii="Verdana" w:hAnsi="Verdana"/>
          <w:w w:val="90"/>
          <w:sz w:val="20"/>
          <w:szCs w:val="20"/>
        </w:rPr>
        <w:t xml:space="preserve"> i</w:t>
      </w:r>
      <w:r w:rsidRPr="00477D5E">
        <w:rPr>
          <w:rFonts w:ascii="Verdana" w:hAnsi="Verdana"/>
          <w:w w:val="90"/>
          <w:sz w:val="20"/>
          <w:szCs w:val="20"/>
        </w:rPr>
        <w:t xml:space="preserve"> miary czołowe</w:t>
      </w:r>
      <w:r w:rsidR="00AF7BEC" w:rsidRPr="00477D5E">
        <w:rPr>
          <w:rFonts w:ascii="Verdana" w:hAnsi="Verdana"/>
          <w:w w:val="90"/>
          <w:sz w:val="20"/>
          <w:szCs w:val="20"/>
        </w:rPr>
        <w:t>,</w:t>
      </w:r>
    </w:p>
    <w:p w14:paraId="794EBE05" w14:textId="77777777" w:rsidR="00700309" w:rsidRPr="00477D5E" w:rsidRDefault="00417227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477D5E">
        <w:rPr>
          <w:rFonts w:ascii="Verdana" w:hAnsi="Verdana"/>
          <w:w w:val="90"/>
          <w:sz w:val="20"/>
          <w:szCs w:val="20"/>
        </w:rPr>
        <w:t>obliczoną powierzchnię zajęcia</w:t>
      </w:r>
      <w:r w:rsidR="00BD0881" w:rsidRPr="00477D5E">
        <w:rPr>
          <w:rFonts w:ascii="Verdana" w:hAnsi="Verdana"/>
          <w:w w:val="90"/>
          <w:sz w:val="20"/>
          <w:szCs w:val="20"/>
        </w:rPr>
        <w:t>,</w:t>
      </w:r>
    </w:p>
    <w:p w14:paraId="5CDCC977" w14:textId="77777777" w:rsidR="00700309" w:rsidRPr="00477D5E" w:rsidRDefault="00AF7BEC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477D5E">
        <w:rPr>
          <w:rFonts w:ascii="Verdana" w:hAnsi="Verdana"/>
          <w:w w:val="90"/>
          <w:sz w:val="20"/>
          <w:szCs w:val="20"/>
        </w:rPr>
        <w:t>kopię mapy sytuacyjno-wysokościowej obejmującej obszar zajęcia z naniesionymi granicami pasa drogowego,</w:t>
      </w:r>
    </w:p>
    <w:p w14:paraId="1D29B99E" w14:textId="27C052AD" w:rsidR="00BD0881" w:rsidRPr="00477D5E" w:rsidRDefault="00BD0881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477D5E">
        <w:rPr>
          <w:rFonts w:ascii="Verdana" w:hAnsi="Verdana"/>
          <w:w w:val="90"/>
          <w:sz w:val="20"/>
          <w:szCs w:val="20"/>
        </w:rPr>
        <w:t>dane właściciela działki</w:t>
      </w:r>
      <w:r w:rsidR="009C767C" w:rsidRPr="00477D5E">
        <w:rPr>
          <w:rFonts w:ascii="Verdana" w:hAnsi="Verdana"/>
          <w:w w:val="90"/>
          <w:sz w:val="20"/>
          <w:szCs w:val="20"/>
        </w:rPr>
        <w:t>,</w:t>
      </w:r>
      <w:r w:rsidRPr="00477D5E">
        <w:rPr>
          <w:rFonts w:ascii="Verdana" w:hAnsi="Verdana"/>
          <w:w w:val="90"/>
          <w:sz w:val="20"/>
          <w:szCs w:val="20"/>
        </w:rPr>
        <w:t xml:space="preserve"> na której znajduje się pas drogowy z podaniem numeru księgi wieczystej i adresu.</w:t>
      </w:r>
    </w:p>
    <w:p w14:paraId="64C29EA4" w14:textId="77777777" w:rsidR="00700309" w:rsidRPr="00477D5E" w:rsidRDefault="00700309" w:rsidP="00700309">
      <w:pPr>
        <w:rPr>
          <w:rFonts w:ascii="Verdana" w:hAnsi="Verdana"/>
          <w:w w:val="90"/>
        </w:rPr>
      </w:pPr>
    </w:p>
    <w:p w14:paraId="194CD4EB" w14:textId="77777777" w:rsidR="00AF7BEC" w:rsidRPr="00477D5E" w:rsidRDefault="00AF7BEC" w:rsidP="00700309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Podczas pomiaru obiektów zajmujących pas drogowy należy uwzględnić poniższe zasady:</w:t>
      </w:r>
    </w:p>
    <w:p w14:paraId="3390FEF5" w14:textId="77777777" w:rsidR="00AF7BEC" w:rsidRPr="00477D5E" w:rsidRDefault="00AF7BEC" w:rsidP="00700309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1.</w:t>
      </w:r>
      <w:r w:rsidR="00E36387" w:rsidRPr="00477D5E">
        <w:rPr>
          <w:rFonts w:ascii="Verdana" w:hAnsi="Verdana"/>
          <w:w w:val="90"/>
        </w:rPr>
        <w:t xml:space="preserve"> </w:t>
      </w:r>
      <w:r w:rsidRPr="00477D5E">
        <w:rPr>
          <w:rFonts w:ascii="Verdana" w:hAnsi="Verdana"/>
          <w:w w:val="90"/>
        </w:rPr>
        <w:t xml:space="preserve">Ogrodzenia nieruchomości przyległej umieszczone jest w działce stanowiącej pas drogowy: </w:t>
      </w:r>
    </w:p>
    <w:p w14:paraId="5C91D0B3" w14:textId="77777777" w:rsidR="00E36387" w:rsidRPr="00477D5E" w:rsidRDefault="00E762FD" w:rsidP="00700309">
      <w:pPr>
        <w:ind w:left="567" w:hanging="283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1</w:t>
      </w:r>
      <w:r w:rsidR="00AF7BEC" w:rsidRPr="00477D5E">
        <w:rPr>
          <w:rFonts w:ascii="Verdana" w:hAnsi="Verdana"/>
          <w:w w:val="90"/>
        </w:rPr>
        <w:t>)</w:t>
      </w:r>
      <w:r w:rsidR="00AF7BEC" w:rsidRPr="00477D5E">
        <w:rPr>
          <w:rFonts w:ascii="Verdana" w:hAnsi="Verdana"/>
          <w:w w:val="90"/>
        </w:rPr>
        <w:tab/>
        <w:t xml:space="preserve">Dla ogrodzeń wykonanych na podmurówce, należy wykonać pomiar powierzchni pasa drogowego zajętego przez rzut poziomy obiektu budowlanego zajmującego pas drogowy drogi podając wartość w </w:t>
      </w:r>
      <w:r w:rsidR="002155A9" w:rsidRPr="00477D5E">
        <w:rPr>
          <w:rFonts w:ascii="Verdana" w:hAnsi="Verdana"/>
          <w:w w:val="90"/>
        </w:rPr>
        <w:t>(m</w:t>
      </w:r>
      <w:r w:rsidR="002155A9" w:rsidRPr="00477D5E">
        <w:rPr>
          <w:rFonts w:ascii="Verdana" w:hAnsi="Verdana"/>
          <w:w w:val="90"/>
          <w:vertAlign w:val="superscript"/>
        </w:rPr>
        <w:t>2</w:t>
      </w:r>
      <w:r w:rsidR="002155A9" w:rsidRPr="00477D5E">
        <w:rPr>
          <w:rFonts w:ascii="Verdana" w:hAnsi="Verdana"/>
          <w:w w:val="90"/>
        </w:rPr>
        <w:t xml:space="preserve">) </w:t>
      </w:r>
      <w:r w:rsidR="00AF7BEC" w:rsidRPr="00477D5E">
        <w:rPr>
          <w:rFonts w:ascii="Verdana" w:hAnsi="Verdana"/>
          <w:w w:val="90"/>
        </w:rPr>
        <w:t xml:space="preserve">oraz powierzchnię pasa drogowego zajętego na prawach wyłączności (powierzchnię wygrodzoną pomniejszoną o wartość rzutu poziomego obiektu budowlanego) podając wartość w </w:t>
      </w:r>
      <w:r w:rsidR="002155A9" w:rsidRPr="00477D5E">
        <w:rPr>
          <w:rFonts w:ascii="Verdana" w:hAnsi="Verdana"/>
          <w:w w:val="90"/>
        </w:rPr>
        <w:t>(m</w:t>
      </w:r>
      <w:r w:rsidR="002155A9" w:rsidRPr="00477D5E">
        <w:rPr>
          <w:rFonts w:ascii="Verdana" w:hAnsi="Verdana"/>
          <w:w w:val="90"/>
          <w:vertAlign w:val="superscript"/>
        </w:rPr>
        <w:t>2</w:t>
      </w:r>
      <w:r w:rsidR="002155A9" w:rsidRPr="00477D5E">
        <w:rPr>
          <w:rFonts w:ascii="Verdana" w:hAnsi="Verdana"/>
          <w:w w:val="90"/>
        </w:rPr>
        <w:t>)</w:t>
      </w:r>
      <w:r w:rsidR="00AF7BEC" w:rsidRPr="00477D5E">
        <w:rPr>
          <w:rFonts w:ascii="Verdana" w:hAnsi="Verdana"/>
          <w:w w:val="90"/>
        </w:rPr>
        <w:t>. Powierzchni zjazdu nie wlicza się do powierzchni zajęcia pasa drogowego na prawach wyłączności.</w:t>
      </w:r>
    </w:p>
    <w:p w14:paraId="610038BE" w14:textId="77777777" w:rsidR="00AF7BEC" w:rsidRPr="00477D5E" w:rsidRDefault="00E36387" w:rsidP="00700309">
      <w:pPr>
        <w:ind w:left="567" w:hanging="283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2) </w:t>
      </w:r>
      <w:r w:rsidR="00AF7BEC" w:rsidRPr="00477D5E">
        <w:rPr>
          <w:rFonts w:ascii="Verdana" w:hAnsi="Verdana"/>
          <w:w w:val="90"/>
        </w:rPr>
        <w:t xml:space="preserve">Dla ogrodzeń bez podmurówki wykonanych w technologii tzw. siatka stalowa na słupkach stalowych, elementy prefabrykowane, należy wykonać pomiar powierzchni pasa drogowego zajętego na prawach wyłączności (powierzchnię wygrodzoną) podając wartość w </w:t>
      </w:r>
      <w:r w:rsidR="00211F1E" w:rsidRPr="00477D5E">
        <w:rPr>
          <w:rFonts w:ascii="Verdana" w:hAnsi="Verdana"/>
          <w:w w:val="90"/>
        </w:rPr>
        <w:t>(</w:t>
      </w:r>
      <w:r w:rsidR="00AF7BEC" w:rsidRPr="00477D5E">
        <w:rPr>
          <w:rFonts w:ascii="Verdana" w:hAnsi="Verdana"/>
          <w:w w:val="90"/>
        </w:rPr>
        <w:t>m</w:t>
      </w:r>
      <w:r w:rsidR="00211F1E" w:rsidRPr="00477D5E">
        <w:rPr>
          <w:rFonts w:ascii="Verdana" w:hAnsi="Verdana"/>
          <w:w w:val="90"/>
          <w:vertAlign w:val="superscript"/>
        </w:rPr>
        <w:t>2</w:t>
      </w:r>
      <w:r w:rsidR="00211F1E" w:rsidRPr="00477D5E">
        <w:rPr>
          <w:rFonts w:ascii="Verdana" w:hAnsi="Verdana"/>
          <w:w w:val="90"/>
        </w:rPr>
        <w:t>)</w:t>
      </w:r>
      <w:r w:rsidR="00AF7BEC" w:rsidRPr="00477D5E">
        <w:rPr>
          <w:rFonts w:ascii="Verdana" w:hAnsi="Verdana"/>
          <w:w w:val="90"/>
        </w:rPr>
        <w:t>.</w:t>
      </w:r>
    </w:p>
    <w:p w14:paraId="608DC96E" w14:textId="5814323F" w:rsidR="00AF7BEC" w:rsidRPr="00477D5E" w:rsidRDefault="00AF7BEC" w:rsidP="00700309">
      <w:pPr>
        <w:tabs>
          <w:tab w:val="left" w:pos="284"/>
        </w:tabs>
        <w:ind w:left="284" w:hanging="284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2.</w:t>
      </w:r>
      <w:r w:rsidR="00E36387" w:rsidRPr="00477D5E">
        <w:rPr>
          <w:rFonts w:ascii="Verdana" w:hAnsi="Verdana"/>
          <w:w w:val="90"/>
        </w:rPr>
        <w:t xml:space="preserve"> </w:t>
      </w:r>
      <w:r w:rsidR="00700309" w:rsidRPr="00477D5E">
        <w:rPr>
          <w:rFonts w:ascii="Verdana" w:hAnsi="Verdana"/>
          <w:w w:val="90"/>
        </w:rPr>
        <w:tab/>
      </w:r>
      <w:r w:rsidRPr="00477D5E">
        <w:rPr>
          <w:rFonts w:ascii="Verdana" w:hAnsi="Verdana"/>
          <w:w w:val="90"/>
        </w:rPr>
        <w:t>Dla reklam należy wykonać pomiar powierzchni reklamy</w:t>
      </w:r>
      <w:r w:rsidR="00007E50" w:rsidRPr="00477D5E">
        <w:rPr>
          <w:rFonts w:ascii="Verdana" w:hAnsi="Verdana"/>
          <w:w w:val="90"/>
        </w:rPr>
        <w:t>,</w:t>
      </w:r>
      <w:r w:rsidRPr="00477D5E">
        <w:rPr>
          <w:rFonts w:ascii="Verdana" w:hAnsi="Verdana"/>
          <w:w w:val="90"/>
        </w:rPr>
        <w:t xml:space="preserve"> tj. elementu wizualnego umieszczonej w pasie drogowym, jeżeli jest to reklama dwustronna należy podać sumę powierzchni obu stron reklamy, podając wartość w </w:t>
      </w:r>
      <w:r w:rsidR="002155A9" w:rsidRPr="00477D5E">
        <w:rPr>
          <w:rFonts w:ascii="Verdana" w:hAnsi="Verdana"/>
          <w:w w:val="90"/>
        </w:rPr>
        <w:t>(m</w:t>
      </w:r>
      <w:r w:rsidR="002155A9" w:rsidRPr="00477D5E">
        <w:rPr>
          <w:rFonts w:ascii="Verdana" w:hAnsi="Verdana"/>
          <w:w w:val="90"/>
          <w:vertAlign w:val="superscript"/>
        </w:rPr>
        <w:t>2</w:t>
      </w:r>
      <w:r w:rsidR="002155A9" w:rsidRPr="00477D5E">
        <w:rPr>
          <w:rFonts w:ascii="Verdana" w:hAnsi="Verdana"/>
          <w:w w:val="90"/>
        </w:rPr>
        <w:t>)</w:t>
      </w:r>
      <w:r w:rsidRPr="00477D5E">
        <w:rPr>
          <w:rFonts w:ascii="Verdana" w:hAnsi="Verdana"/>
          <w:w w:val="90"/>
        </w:rPr>
        <w:t xml:space="preserve">. </w:t>
      </w:r>
    </w:p>
    <w:p w14:paraId="3A757D31" w14:textId="77234E0E" w:rsidR="00AF7BEC" w:rsidRPr="00477D5E" w:rsidRDefault="00AF7BEC" w:rsidP="00700309">
      <w:pPr>
        <w:tabs>
          <w:tab w:val="left" w:pos="284"/>
        </w:tabs>
        <w:ind w:left="284" w:hanging="284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3.</w:t>
      </w:r>
      <w:r w:rsidR="00700309" w:rsidRPr="00477D5E">
        <w:rPr>
          <w:rFonts w:ascii="Verdana" w:hAnsi="Verdana"/>
          <w:w w:val="90"/>
        </w:rPr>
        <w:tab/>
      </w:r>
      <w:r w:rsidRPr="00477D5E">
        <w:rPr>
          <w:rFonts w:ascii="Verdana" w:hAnsi="Verdana"/>
          <w:w w:val="90"/>
        </w:rPr>
        <w:t>Dla obiektów budowlanych, z wyłączeniem infrastruktury technicznej</w:t>
      </w:r>
      <w:r w:rsidR="00007E50" w:rsidRPr="00477D5E">
        <w:rPr>
          <w:rFonts w:ascii="Verdana" w:hAnsi="Verdana"/>
          <w:w w:val="90"/>
        </w:rPr>
        <w:t>,</w:t>
      </w:r>
      <w:r w:rsidRPr="00477D5E">
        <w:rPr>
          <w:rFonts w:ascii="Verdana" w:hAnsi="Verdana"/>
          <w:w w:val="90"/>
        </w:rPr>
        <w:t xml:space="preserve"> należy wykonać pomiar powierzchni pasa drogowego zajętego przez rzut poziomy obiektu budowlanego podając wartość </w:t>
      </w:r>
      <w:r w:rsidR="007A5102" w:rsidRPr="00477D5E">
        <w:rPr>
          <w:rFonts w:ascii="Verdana" w:hAnsi="Verdana"/>
          <w:w w:val="90"/>
        </w:rPr>
        <w:br/>
      </w:r>
      <w:r w:rsidRPr="00477D5E">
        <w:rPr>
          <w:rFonts w:ascii="Verdana" w:hAnsi="Verdana"/>
          <w:w w:val="90"/>
        </w:rPr>
        <w:t xml:space="preserve">w </w:t>
      </w:r>
      <w:r w:rsidR="00661AF2" w:rsidRPr="00477D5E">
        <w:rPr>
          <w:rFonts w:ascii="Verdana" w:hAnsi="Verdana"/>
          <w:w w:val="90"/>
        </w:rPr>
        <w:t>(</w:t>
      </w:r>
      <w:r w:rsidRPr="00477D5E">
        <w:rPr>
          <w:rFonts w:ascii="Verdana" w:hAnsi="Verdana"/>
          <w:w w:val="90"/>
        </w:rPr>
        <w:t>m</w:t>
      </w:r>
      <w:r w:rsidR="00661AF2" w:rsidRPr="00477D5E">
        <w:rPr>
          <w:rFonts w:ascii="Verdana" w:hAnsi="Verdana"/>
          <w:w w:val="90"/>
          <w:vertAlign w:val="superscript"/>
        </w:rPr>
        <w:t>2</w:t>
      </w:r>
      <w:r w:rsidR="00661AF2" w:rsidRPr="00477D5E">
        <w:rPr>
          <w:rFonts w:ascii="Verdana" w:hAnsi="Verdana"/>
          <w:w w:val="90"/>
        </w:rPr>
        <w:t>)</w:t>
      </w:r>
      <w:r w:rsidRPr="00477D5E">
        <w:rPr>
          <w:rFonts w:ascii="Verdana" w:hAnsi="Verdana"/>
          <w:w w:val="90"/>
        </w:rPr>
        <w:t>.</w:t>
      </w:r>
    </w:p>
    <w:p w14:paraId="4850A0C9" w14:textId="77777777" w:rsidR="00E36387" w:rsidRPr="00477D5E" w:rsidRDefault="00E36387" w:rsidP="00021B0F">
      <w:pPr>
        <w:ind w:firstLine="709"/>
        <w:rPr>
          <w:rFonts w:ascii="Verdana" w:hAnsi="Verdana"/>
          <w:w w:val="90"/>
        </w:rPr>
      </w:pPr>
    </w:p>
    <w:p w14:paraId="58350CA5" w14:textId="61AEC999" w:rsidR="00BD0881" w:rsidRPr="00477D5E" w:rsidRDefault="00BD0881" w:rsidP="00E36387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W przypadku stwierdzenia zajęcia działki będącej własnością osoby fizycznej</w:t>
      </w:r>
      <w:r w:rsidR="001755DA" w:rsidRPr="00477D5E">
        <w:rPr>
          <w:rFonts w:ascii="Verdana" w:hAnsi="Verdana"/>
          <w:w w:val="90"/>
        </w:rPr>
        <w:t xml:space="preserve"> lub prawnej</w:t>
      </w:r>
      <w:r w:rsidRPr="00477D5E">
        <w:rPr>
          <w:rFonts w:ascii="Verdana" w:hAnsi="Verdana"/>
          <w:w w:val="90"/>
        </w:rPr>
        <w:t xml:space="preserve"> przez pas drogowy</w:t>
      </w:r>
      <w:r w:rsidR="003008C0" w:rsidRPr="00477D5E">
        <w:rPr>
          <w:rFonts w:ascii="Verdana" w:hAnsi="Verdana"/>
          <w:w w:val="90"/>
        </w:rPr>
        <w:t>, wykonawca dokona analizy – na podstawie dokumentów z zasobu geodezyjnego - takiego stanu na dzień 31 grudnia 1998 roku. Jeżeli materiały z zasobu geodezyjnego</w:t>
      </w:r>
      <w:r w:rsidR="00021B0F" w:rsidRPr="00477D5E">
        <w:rPr>
          <w:rFonts w:ascii="Verdana" w:hAnsi="Verdana"/>
          <w:w w:val="90"/>
        </w:rPr>
        <w:t xml:space="preserve"> – wykonane przed dniem 31 grudnia 1998 roku - </w:t>
      </w:r>
      <w:r w:rsidR="003008C0" w:rsidRPr="00477D5E">
        <w:rPr>
          <w:rFonts w:ascii="Verdana" w:hAnsi="Verdana"/>
          <w:w w:val="90"/>
        </w:rPr>
        <w:t xml:space="preserve"> potwierdzą taki stan, wykonawca przekaże zamawiającemu </w:t>
      </w:r>
      <w:r w:rsidR="00021B0F" w:rsidRPr="00477D5E">
        <w:rPr>
          <w:rFonts w:ascii="Verdana" w:hAnsi="Verdana"/>
          <w:w w:val="90"/>
        </w:rPr>
        <w:t>wszelkie niezbędne kopie dokumentów takie jak</w:t>
      </w:r>
      <w:r w:rsidR="00007E50" w:rsidRPr="00477D5E">
        <w:rPr>
          <w:rFonts w:ascii="Verdana" w:hAnsi="Verdana"/>
          <w:w w:val="90"/>
        </w:rPr>
        <w:t>:</w:t>
      </w:r>
      <w:r w:rsidR="00021B0F" w:rsidRPr="00477D5E">
        <w:rPr>
          <w:rFonts w:ascii="Verdana" w:hAnsi="Verdana"/>
          <w:w w:val="90"/>
        </w:rPr>
        <w:t xml:space="preserve"> mapy z wywiadu terenowego, szkice polowe, wykazy współrzędnych itp.</w:t>
      </w:r>
      <w:r w:rsidR="003008C0" w:rsidRPr="00477D5E">
        <w:rPr>
          <w:rFonts w:ascii="Verdana" w:hAnsi="Verdana"/>
          <w:w w:val="90"/>
        </w:rPr>
        <w:t xml:space="preserve"> </w:t>
      </w:r>
      <w:r w:rsidR="00021B0F" w:rsidRPr="00477D5E">
        <w:rPr>
          <w:rFonts w:ascii="Verdana" w:hAnsi="Verdana"/>
          <w:w w:val="90"/>
        </w:rPr>
        <w:t xml:space="preserve">Z każdej takie analizy wykonawca sporządzi w uzgodnieniu z zamawiającym </w:t>
      </w:r>
      <w:r w:rsidR="0023036A" w:rsidRPr="00477D5E">
        <w:rPr>
          <w:rFonts w:ascii="Verdana" w:hAnsi="Verdana"/>
          <w:w w:val="90"/>
        </w:rPr>
        <w:t>protokół.</w:t>
      </w:r>
    </w:p>
    <w:p w14:paraId="0632F6AD" w14:textId="77777777" w:rsidR="00E36387" w:rsidRPr="00477D5E" w:rsidRDefault="00E36387" w:rsidP="00E36387">
      <w:pPr>
        <w:rPr>
          <w:rFonts w:ascii="Verdana" w:hAnsi="Verdana"/>
          <w:w w:val="90"/>
        </w:rPr>
      </w:pPr>
    </w:p>
    <w:p w14:paraId="6C2E116E" w14:textId="7F858082" w:rsidR="0023036A" w:rsidRPr="00477D5E" w:rsidRDefault="0023036A" w:rsidP="00E36387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W przypadku stwierdzenia zajęcia działki będącej własnością Gminy przez pas drog</w:t>
      </w:r>
      <w:r w:rsidR="001755DA" w:rsidRPr="00477D5E">
        <w:rPr>
          <w:rFonts w:ascii="Verdana" w:hAnsi="Verdana"/>
          <w:w w:val="90"/>
        </w:rPr>
        <w:t>owy</w:t>
      </w:r>
      <w:r w:rsidRPr="00477D5E">
        <w:rPr>
          <w:rFonts w:ascii="Verdana" w:hAnsi="Verdana"/>
          <w:w w:val="90"/>
        </w:rPr>
        <w:t xml:space="preserve"> , wykonawca dokona analizy – na podstawie dokumentów z zasobu geodezyjnego - takiego stanu na dzień 27 maja 1990 roku. Jeżeli materiały z zasobu geodezyjnego – wykonane przed dniem 27 maja 1990 roku -  potwierdzą taki stan, wykonawca przekaże zamawiającemu wszelkie niezbędne kopie dokumentów takie jak: mapy z wywiadu terenowego, szkice polowe, wykazy współrzędnych</w:t>
      </w:r>
      <w:r w:rsidR="00796F98" w:rsidRPr="00477D5E">
        <w:rPr>
          <w:rFonts w:ascii="Verdana" w:hAnsi="Verdana"/>
          <w:w w:val="90"/>
        </w:rPr>
        <w:t xml:space="preserve">, wykazy zmian gruntowych </w:t>
      </w:r>
      <w:r w:rsidRPr="00477D5E">
        <w:rPr>
          <w:rFonts w:ascii="Verdana" w:hAnsi="Verdana"/>
          <w:w w:val="90"/>
        </w:rPr>
        <w:t xml:space="preserve">itp. Z każdej takiej analizy wykonawca sporządzi w uzgodnieniu z zamawiającym protokół. </w:t>
      </w:r>
      <w:r w:rsidR="003304ED" w:rsidRPr="00477D5E">
        <w:rPr>
          <w:rFonts w:ascii="Verdana" w:hAnsi="Verdana"/>
          <w:w w:val="90"/>
        </w:rPr>
        <w:t xml:space="preserve">Jeżeli własność Gminy ustanowiona została na podstawie decyzji </w:t>
      </w:r>
      <w:proofErr w:type="spellStart"/>
      <w:r w:rsidR="003304ED" w:rsidRPr="00477D5E">
        <w:rPr>
          <w:rFonts w:ascii="Verdana" w:hAnsi="Verdana"/>
          <w:w w:val="90"/>
        </w:rPr>
        <w:t>komunalizacyjnej</w:t>
      </w:r>
      <w:proofErr w:type="spellEnd"/>
      <w:r w:rsidR="003304ED" w:rsidRPr="00477D5E">
        <w:rPr>
          <w:rFonts w:ascii="Verdana" w:hAnsi="Verdana"/>
          <w:w w:val="90"/>
        </w:rPr>
        <w:t>, wykonawca przekaże kopię tej decyzji zamawiającemu.</w:t>
      </w:r>
    </w:p>
    <w:p w14:paraId="3E5F86D9" w14:textId="77777777" w:rsidR="00E36387" w:rsidRPr="00477D5E" w:rsidRDefault="00E36387" w:rsidP="00E36387">
      <w:pPr>
        <w:rPr>
          <w:rFonts w:ascii="Verdana" w:hAnsi="Verdana"/>
          <w:w w:val="90"/>
        </w:rPr>
      </w:pPr>
    </w:p>
    <w:p w14:paraId="71C4FD3C" w14:textId="7677E866" w:rsidR="003304ED" w:rsidRPr="00477D5E" w:rsidRDefault="003304ED" w:rsidP="00E36387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W przypadku stwierdzenia zajęcia działki będącej własnością Powiatu lub Województwa przez pas drog</w:t>
      </w:r>
      <w:r w:rsidR="001755DA" w:rsidRPr="00477D5E">
        <w:rPr>
          <w:rFonts w:ascii="Verdana" w:hAnsi="Verdana"/>
          <w:w w:val="90"/>
        </w:rPr>
        <w:t>owy</w:t>
      </w:r>
      <w:r w:rsidRPr="00477D5E">
        <w:rPr>
          <w:rFonts w:ascii="Verdana" w:hAnsi="Verdana"/>
          <w:w w:val="90"/>
        </w:rPr>
        <w:t xml:space="preserve"> , wykonawca dokona analizy – na podstawie dokumentów z zasobu geodezyjnego - takiego stanu na dzień 31 grudnia 1998 roku. Jeżeli materiały z zasobu geodezyjnego – wykonane przed dniem 31 grudnia 1998 roku -  potwierdzą taki stan, wykonawca przekaże zamawiającemu wszelkie niezbędne kopie dokumentów takie jak: mapy z wywiadu terenowego, szkice polowe, wykazy współrzędnych</w:t>
      </w:r>
      <w:r w:rsidR="00796F98" w:rsidRPr="00477D5E">
        <w:rPr>
          <w:rFonts w:ascii="Verdana" w:hAnsi="Verdana"/>
          <w:w w:val="90"/>
        </w:rPr>
        <w:t>, wykazy zmian gruntowych</w:t>
      </w:r>
      <w:r w:rsidRPr="00477D5E">
        <w:rPr>
          <w:rFonts w:ascii="Verdana" w:hAnsi="Verdana"/>
          <w:w w:val="90"/>
        </w:rPr>
        <w:t xml:space="preserve"> itp. Z każdej takiej analizy wykonawca sporządzi </w:t>
      </w:r>
      <w:r w:rsidR="007A5102" w:rsidRPr="00477D5E">
        <w:rPr>
          <w:rFonts w:ascii="Verdana" w:hAnsi="Verdana"/>
          <w:w w:val="90"/>
        </w:rPr>
        <w:br/>
      </w:r>
      <w:r w:rsidRPr="00477D5E">
        <w:rPr>
          <w:rFonts w:ascii="Verdana" w:hAnsi="Verdana"/>
          <w:w w:val="90"/>
        </w:rPr>
        <w:t xml:space="preserve">w uzgodnieniu z zamawiającym protokół. Jeżeli własność Powiatu lub Województwa ustanowiona została na podstawie decyzji administracyjnej w trybie przepisów ustawy </w:t>
      </w:r>
      <w:r w:rsidR="00796F98" w:rsidRPr="00477D5E">
        <w:rPr>
          <w:rFonts w:ascii="Verdana" w:hAnsi="Verdana"/>
          <w:w w:val="90"/>
        </w:rPr>
        <w:t xml:space="preserve">tzw. </w:t>
      </w:r>
      <w:r w:rsidRPr="00477D5E">
        <w:rPr>
          <w:rFonts w:ascii="Verdana" w:hAnsi="Verdana"/>
          <w:w w:val="90"/>
        </w:rPr>
        <w:t>„reformującej</w:t>
      </w:r>
      <w:r w:rsidR="00796F98" w:rsidRPr="00477D5E">
        <w:rPr>
          <w:rFonts w:ascii="Verdana" w:hAnsi="Verdana"/>
          <w:w w:val="90"/>
        </w:rPr>
        <w:t>”</w:t>
      </w:r>
      <w:r w:rsidRPr="00477D5E">
        <w:rPr>
          <w:rFonts w:ascii="Verdana" w:hAnsi="Verdana"/>
          <w:w w:val="90"/>
        </w:rPr>
        <w:t xml:space="preserve"> wykonawca przekaże kopię tej decyzji </w:t>
      </w:r>
      <w:r w:rsidR="008F4DCD" w:rsidRPr="00477D5E">
        <w:rPr>
          <w:rFonts w:ascii="Verdana" w:hAnsi="Verdana"/>
          <w:w w:val="90"/>
        </w:rPr>
        <w:t>Z</w:t>
      </w:r>
      <w:r w:rsidRPr="00477D5E">
        <w:rPr>
          <w:rFonts w:ascii="Verdana" w:hAnsi="Verdana"/>
          <w:w w:val="90"/>
        </w:rPr>
        <w:t>amawiającemu.</w:t>
      </w:r>
    </w:p>
    <w:p w14:paraId="2D33CECC" w14:textId="77777777" w:rsidR="000A7506" w:rsidRPr="00477D5E" w:rsidRDefault="00B4744E" w:rsidP="000A7506">
      <w:pPr>
        <w:pStyle w:val="Nagwek3"/>
        <w:rPr>
          <w:rFonts w:ascii="Verdana" w:hAnsi="Verdana"/>
          <w:b/>
          <w:w w:val="90"/>
        </w:rPr>
      </w:pPr>
      <w:r w:rsidRPr="00477D5E">
        <w:rPr>
          <w:rFonts w:ascii="Verdana" w:hAnsi="Verdana"/>
          <w:b/>
          <w:w w:val="90"/>
        </w:rPr>
        <w:lastRenderedPageBreak/>
        <w:t>Prace kameralne</w:t>
      </w:r>
    </w:p>
    <w:p w14:paraId="37914672" w14:textId="77777777" w:rsidR="000A7506" w:rsidRPr="00477D5E" w:rsidRDefault="00B4744E" w:rsidP="00D47B1E">
      <w:pPr>
        <w:pStyle w:val="Nagwek3"/>
        <w:numPr>
          <w:ilvl w:val="3"/>
          <w:numId w:val="10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477D5E">
        <w:rPr>
          <w:rFonts w:ascii="Verdana" w:hAnsi="Verdana"/>
          <w:b/>
          <w:w w:val="90"/>
        </w:rPr>
        <w:t>Opracowanie wyników pomiarów</w:t>
      </w:r>
    </w:p>
    <w:p w14:paraId="5B485130" w14:textId="77777777" w:rsidR="007C6FF0" w:rsidRPr="00477D5E" w:rsidRDefault="00F7639F" w:rsidP="007C6FF0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Po</w:t>
      </w:r>
      <w:r w:rsidR="000A7506" w:rsidRPr="00477D5E">
        <w:rPr>
          <w:rFonts w:ascii="Verdana" w:hAnsi="Verdana"/>
          <w:w w:val="90"/>
        </w:rPr>
        <w:t xml:space="preserve"> </w:t>
      </w:r>
      <w:r w:rsidR="00437D41" w:rsidRPr="00477D5E">
        <w:rPr>
          <w:rFonts w:ascii="Verdana" w:hAnsi="Verdana"/>
          <w:w w:val="90"/>
        </w:rPr>
        <w:t>zakończeniu</w:t>
      </w:r>
      <w:r w:rsidR="000A7506" w:rsidRPr="00477D5E">
        <w:rPr>
          <w:rFonts w:ascii="Verdana" w:hAnsi="Verdana"/>
          <w:w w:val="90"/>
        </w:rPr>
        <w:t xml:space="preserve"> </w:t>
      </w:r>
      <w:r w:rsidR="00437D41" w:rsidRPr="00477D5E">
        <w:rPr>
          <w:rFonts w:ascii="Verdana" w:hAnsi="Verdana"/>
          <w:w w:val="90"/>
        </w:rPr>
        <w:t>prac polowych należy wykonać analizę współrzędnych punktów granicznych uzyskanych z pomiaru kontrolnego i wykonać</w:t>
      </w:r>
      <w:r w:rsidR="00817C4B" w:rsidRPr="00477D5E">
        <w:rPr>
          <w:rFonts w:ascii="Verdana" w:hAnsi="Verdana"/>
          <w:w w:val="90"/>
        </w:rPr>
        <w:t xml:space="preserve"> </w:t>
      </w:r>
      <w:r w:rsidR="00437D41" w:rsidRPr="00477D5E">
        <w:rPr>
          <w:rFonts w:ascii="Verdana" w:hAnsi="Verdana"/>
          <w:w w:val="90"/>
        </w:rPr>
        <w:t>ewentualne korekty</w:t>
      </w:r>
      <w:r w:rsidR="00CC5DD4" w:rsidRPr="00477D5E">
        <w:rPr>
          <w:rFonts w:ascii="Verdana" w:hAnsi="Verdana"/>
          <w:w w:val="90"/>
        </w:rPr>
        <w:t xml:space="preserve"> w powiatowym zasobie geodezyjnym i kartograficznym</w:t>
      </w:r>
      <w:r w:rsidR="007C6FF0" w:rsidRPr="00477D5E">
        <w:rPr>
          <w:rFonts w:ascii="Verdana" w:hAnsi="Verdana"/>
          <w:w w:val="90"/>
        </w:rPr>
        <w:t xml:space="preserve">. </w:t>
      </w:r>
      <w:r w:rsidR="003F689C" w:rsidRPr="00477D5E">
        <w:rPr>
          <w:rFonts w:ascii="Verdana" w:hAnsi="Verdana"/>
          <w:w w:val="90"/>
        </w:rPr>
        <w:t xml:space="preserve">Projekt stabilizacji punktów granicznych pasa drogowego </w:t>
      </w:r>
      <w:r w:rsidR="00CC5DD4" w:rsidRPr="00477D5E">
        <w:rPr>
          <w:rFonts w:ascii="Verdana" w:hAnsi="Verdana"/>
          <w:w w:val="90"/>
        </w:rPr>
        <w:t>należy sporządzić w formie umożliwiającej wydruk w formacie A3</w:t>
      </w:r>
      <w:r w:rsidR="007C6FF0" w:rsidRPr="00477D5E">
        <w:rPr>
          <w:rFonts w:ascii="Verdana" w:hAnsi="Verdana"/>
          <w:w w:val="90"/>
        </w:rPr>
        <w:t>.</w:t>
      </w:r>
    </w:p>
    <w:p w14:paraId="005F8D1C" w14:textId="77777777" w:rsidR="007C6FF0" w:rsidRPr="00477D5E" w:rsidRDefault="007C6FF0" w:rsidP="007C6FF0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Wykonawca sporządzi wszystkie dokumenty niezbędne do wprowadzenia zmian wynikających </w:t>
      </w:r>
      <w:r w:rsidR="007A5102" w:rsidRPr="00477D5E">
        <w:rPr>
          <w:rFonts w:ascii="Verdana" w:hAnsi="Verdana"/>
          <w:w w:val="90"/>
        </w:rPr>
        <w:br/>
      </w:r>
      <w:r w:rsidRPr="00477D5E">
        <w:rPr>
          <w:rFonts w:ascii="Verdana" w:hAnsi="Verdana"/>
          <w:w w:val="90"/>
        </w:rPr>
        <w:t>z wykonanych prac do państwowego zasobu geodezyjnego i kartograficznego – dotyczy to także ewentualnej zmiany użytków na „dr”</w:t>
      </w:r>
      <w:r w:rsidR="00B70D1C" w:rsidRPr="00477D5E">
        <w:rPr>
          <w:rFonts w:ascii="Verdana" w:hAnsi="Verdana"/>
          <w:w w:val="90"/>
        </w:rPr>
        <w:t>.</w:t>
      </w:r>
    </w:p>
    <w:p w14:paraId="6CB52983" w14:textId="77777777" w:rsidR="007C6FF0" w:rsidRPr="00477D5E" w:rsidRDefault="007C6FF0" w:rsidP="007C6FF0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W przypadku rozbieżności między zapisami w ewidencji gruntów i w księgach wieczystych należy sporządzić wykaz synchronizacyjny umożliwiający sprostowanie działu I księgi wieczystej.</w:t>
      </w:r>
    </w:p>
    <w:p w14:paraId="7D066539" w14:textId="77777777" w:rsidR="000A7506" w:rsidRPr="00477D5E" w:rsidRDefault="000A7506" w:rsidP="00D47B1E">
      <w:pPr>
        <w:pStyle w:val="Nagwek3"/>
        <w:numPr>
          <w:ilvl w:val="3"/>
          <w:numId w:val="10"/>
        </w:numPr>
        <w:ind w:hanging="1008"/>
        <w:rPr>
          <w:rFonts w:ascii="Verdana" w:hAnsi="Verdana"/>
          <w:b/>
          <w:w w:val="90"/>
        </w:rPr>
      </w:pPr>
      <w:r w:rsidRPr="00477D5E">
        <w:rPr>
          <w:rFonts w:ascii="Verdana" w:hAnsi="Verdana"/>
          <w:b/>
          <w:w w:val="90"/>
        </w:rPr>
        <w:t>Skompletowanie dokumentacji geodezyjnej i kartograficznej</w:t>
      </w:r>
    </w:p>
    <w:p w14:paraId="796633D0" w14:textId="77777777" w:rsidR="000A7506" w:rsidRPr="00477D5E" w:rsidRDefault="000A7506" w:rsidP="00FB155F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Dokumentacja dotycząca </w:t>
      </w:r>
      <w:r w:rsidR="00F7639F" w:rsidRPr="00477D5E">
        <w:rPr>
          <w:rFonts w:ascii="Verdana" w:hAnsi="Verdana"/>
          <w:w w:val="90"/>
        </w:rPr>
        <w:t xml:space="preserve">wznowienia, wyznaczenia, ustalenia granic </w:t>
      </w:r>
      <w:r w:rsidRPr="00477D5E">
        <w:rPr>
          <w:rFonts w:ascii="Verdana" w:hAnsi="Verdana"/>
          <w:w w:val="90"/>
        </w:rPr>
        <w:t xml:space="preserve">powinna być skompletowana </w:t>
      </w:r>
      <w:r w:rsidR="007A5102" w:rsidRPr="00477D5E">
        <w:rPr>
          <w:rFonts w:ascii="Verdana" w:hAnsi="Verdana"/>
          <w:w w:val="90"/>
        </w:rPr>
        <w:br/>
      </w:r>
      <w:r w:rsidRPr="00477D5E">
        <w:rPr>
          <w:rFonts w:ascii="Verdana" w:hAnsi="Verdana"/>
          <w:w w:val="90"/>
        </w:rPr>
        <w:t xml:space="preserve">w formie operatu, zgodnie z rozporządzeniem </w:t>
      </w:r>
      <w:r w:rsidR="004C60FA" w:rsidRPr="00477D5E">
        <w:rPr>
          <w:rFonts w:ascii="Verdana" w:hAnsi="Verdana"/>
          <w:b/>
          <w:w w:val="90"/>
        </w:rPr>
        <w:t>[3.1]</w:t>
      </w:r>
      <w:r w:rsidR="004C60FA" w:rsidRPr="00477D5E">
        <w:rPr>
          <w:rFonts w:ascii="Verdana" w:hAnsi="Verdana"/>
          <w:w w:val="90"/>
        </w:rPr>
        <w:t xml:space="preserve"> i przyjęta</w:t>
      </w:r>
      <w:r w:rsidRPr="00477D5E">
        <w:rPr>
          <w:rFonts w:ascii="Verdana" w:hAnsi="Verdana"/>
          <w:w w:val="90"/>
        </w:rPr>
        <w:t xml:space="preserve"> do państwowego zasobu geodezyjnego</w:t>
      </w:r>
      <w:r w:rsidR="007A5102" w:rsidRPr="00477D5E">
        <w:rPr>
          <w:rFonts w:ascii="Verdana" w:hAnsi="Verdana"/>
          <w:w w:val="90"/>
        </w:rPr>
        <w:br/>
      </w:r>
      <w:r w:rsidRPr="00477D5E">
        <w:rPr>
          <w:rFonts w:ascii="Verdana" w:hAnsi="Verdana"/>
          <w:w w:val="90"/>
        </w:rPr>
        <w:t>i kartograficznego.</w:t>
      </w:r>
    </w:p>
    <w:p w14:paraId="60DEB95B" w14:textId="77777777" w:rsidR="000A7506" w:rsidRPr="00477D5E" w:rsidRDefault="00B70D1C" w:rsidP="00B70D1C">
      <w:pPr>
        <w:pStyle w:val="Nagwek3"/>
        <w:numPr>
          <w:ilvl w:val="0"/>
          <w:numId w:val="0"/>
        </w:numPr>
        <w:rPr>
          <w:rFonts w:ascii="Verdana" w:hAnsi="Verdana"/>
          <w:b/>
          <w:w w:val="90"/>
        </w:rPr>
      </w:pPr>
      <w:bookmarkStart w:id="17" w:name="_Ref62365935"/>
      <w:r w:rsidRPr="00477D5E">
        <w:rPr>
          <w:rFonts w:ascii="Verdana" w:hAnsi="Verdana"/>
          <w:b/>
          <w:w w:val="90"/>
        </w:rPr>
        <w:t xml:space="preserve">4.5.5.3. </w:t>
      </w:r>
      <w:r w:rsidR="000A7506" w:rsidRPr="00477D5E">
        <w:rPr>
          <w:rFonts w:ascii="Verdana" w:hAnsi="Verdana"/>
          <w:b/>
          <w:w w:val="90"/>
        </w:rPr>
        <w:t>Skład dokumentacji dla Zamawiającego</w:t>
      </w:r>
      <w:bookmarkEnd w:id="17"/>
    </w:p>
    <w:p w14:paraId="5B79CF91" w14:textId="77777777" w:rsidR="008F0D4C" w:rsidRPr="00477D5E" w:rsidRDefault="008F0D4C" w:rsidP="008F0D4C">
      <w:pPr>
        <w:tabs>
          <w:tab w:val="num" w:pos="426"/>
        </w:tabs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Dokumentacja techniczna przeznaczona dla Zamawiającego powinna być skompletowana, zbroszurowana, bądź oprawiona w odpowiednich teczkach, segregatorach z opisem kart tytułowych, spisem zawartości oraz numeracją stron.</w:t>
      </w:r>
    </w:p>
    <w:p w14:paraId="6B1CE303" w14:textId="77777777" w:rsidR="008F0D4C" w:rsidRPr="00477D5E" w:rsidRDefault="008F0D4C" w:rsidP="008F0D4C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Dla Zamawiającego należy skompletować następujące materiały:</w:t>
      </w:r>
    </w:p>
    <w:p w14:paraId="4E3DD529" w14:textId="77777777" w:rsidR="003F689C" w:rsidRPr="00477D5E" w:rsidRDefault="003F689C" w:rsidP="00700309">
      <w:pPr>
        <w:ind w:left="284" w:hanging="284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1</w:t>
      </w:r>
      <w:r w:rsidR="00CF41B6" w:rsidRPr="00477D5E">
        <w:rPr>
          <w:rFonts w:ascii="Verdana" w:hAnsi="Verdana"/>
          <w:w w:val="90"/>
        </w:rPr>
        <w:t>.</w:t>
      </w:r>
      <w:r w:rsidRPr="00477D5E">
        <w:rPr>
          <w:rFonts w:ascii="Verdana" w:hAnsi="Verdana"/>
          <w:w w:val="90"/>
        </w:rPr>
        <w:t xml:space="preserve"> Projekt stabilizacji punktów granicznych pasa drogowego. Przed stabilizacją znakami „PD” Wykonawca sporządza projekt przebiegu geodezyjnych granic prawnych pasa drogowego wraz ze stabilizacją znakami PD na mapie zasadniczej wg następujących zasad:</w:t>
      </w:r>
    </w:p>
    <w:p w14:paraId="35277577" w14:textId="77777777" w:rsidR="00700309" w:rsidRPr="00477D5E" w:rsidRDefault="003F689C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477D5E">
        <w:rPr>
          <w:rFonts w:ascii="Verdana" w:hAnsi="Verdana"/>
          <w:w w:val="90"/>
          <w:sz w:val="20"/>
          <w:szCs w:val="20"/>
        </w:rPr>
        <w:t xml:space="preserve">nie należy stabilizować znaków na terenach zabudowanych w miejscach gdzie: </w:t>
      </w:r>
    </w:p>
    <w:p w14:paraId="45D21B77" w14:textId="77777777" w:rsidR="00700309" w:rsidRPr="00477D5E" w:rsidRDefault="003F689C" w:rsidP="00D47B1E">
      <w:pPr>
        <w:pStyle w:val="Akapitzlist"/>
        <w:numPr>
          <w:ilvl w:val="2"/>
          <w:numId w:val="22"/>
        </w:numPr>
        <w:tabs>
          <w:tab w:val="clear" w:pos="2160"/>
        </w:tabs>
        <w:spacing w:before="0" w:beforeAutospacing="0" w:line="240" w:lineRule="auto"/>
        <w:ind w:left="993" w:hanging="322"/>
        <w:rPr>
          <w:rFonts w:ascii="Verdana" w:hAnsi="Verdana"/>
          <w:bCs/>
          <w:w w:val="90"/>
          <w:sz w:val="20"/>
          <w:szCs w:val="20"/>
        </w:rPr>
      </w:pPr>
      <w:r w:rsidRPr="00477D5E">
        <w:rPr>
          <w:rFonts w:ascii="Verdana" w:hAnsi="Verdana"/>
          <w:w w:val="90"/>
          <w:sz w:val="20"/>
          <w:szCs w:val="20"/>
        </w:rPr>
        <w:t xml:space="preserve">mogą utrudniać korzystanie z sąsiednich nieruchomości, </w:t>
      </w:r>
    </w:p>
    <w:p w14:paraId="287477C7" w14:textId="77777777" w:rsidR="00700309" w:rsidRPr="00477D5E" w:rsidRDefault="003F689C" w:rsidP="00D47B1E">
      <w:pPr>
        <w:pStyle w:val="Akapitzlist"/>
        <w:numPr>
          <w:ilvl w:val="2"/>
          <w:numId w:val="22"/>
        </w:numPr>
        <w:tabs>
          <w:tab w:val="clear" w:pos="2160"/>
        </w:tabs>
        <w:spacing w:before="0" w:beforeAutospacing="0" w:line="240" w:lineRule="auto"/>
        <w:ind w:left="993" w:hanging="322"/>
        <w:rPr>
          <w:rFonts w:ascii="Verdana" w:hAnsi="Verdana"/>
          <w:bCs/>
          <w:w w:val="90"/>
          <w:sz w:val="20"/>
          <w:szCs w:val="20"/>
        </w:rPr>
      </w:pPr>
      <w:r w:rsidRPr="00477D5E">
        <w:rPr>
          <w:rFonts w:ascii="Verdana" w:hAnsi="Verdana"/>
          <w:w w:val="90"/>
          <w:sz w:val="20"/>
          <w:szCs w:val="20"/>
        </w:rPr>
        <w:t>przy chodnikach tam, gdzie istnieje zagrożenie bezpieczeństwa dla pieszych i innych użytkowników dróg,</w:t>
      </w:r>
    </w:p>
    <w:p w14:paraId="1723D514" w14:textId="77777777" w:rsidR="00700309" w:rsidRPr="00477D5E" w:rsidRDefault="003F689C" w:rsidP="00D47B1E">
      <w:pPr>
        <w:pStyle w:val="Akapitzlist"/>
        <w:numPr>
          <w:ilvl w:val="2"/>
          <w:numId w:val="22"/>
        </w:numPr>
        <w:tabs>
          <w:tab w:val="clear" w:pos="2160"/>
        </w:tabs>
        <w:spacing w:before="0" w:beforeAutospacing="0" w:line="240" w:lineRule="auto"/>
        <w:ind w:left="993" w:hanging="322"/>
        <w:rPr>
          <w:rFonts w:ascii="Verdana" w:hAnsi="Verdana"/>
          <w:bCs/>
          <w:w w:val="90"/>
          <w:sz w:val="20"/>
          <w:szCs w:val="20"/>
        </w:rPr>
      </w:pPr>
      <w:r w:rsidRPr="00477D5E">
        <w:rPr>
          <w:rFonts w:ascii="Verdana" w:hAnsi="Verdana"/>
          <w:w w:val="90"/>
          <w:sz w:val="20"/>
          <w:szCs w:val="20"/>
        </w:rPr>
        <w:t>umieszczenie może powodować szkody w infrastrukturze lub szpecić otoczenie</w:t>
      </w:r>
      <w:r w:rsidR="00AB627F" w:rsidRPr="00477D5E">
        <w:rPr>
          <w:rFonts w:ascii="Verdana" w:hAnsi="Verdana"/>
          <w:w w:val="90"/>
          <w:sz w:val="20"/>
          <w:szCs w:val="20"/>
        </w:rPr>
        <w:t>.</w:t>
      </w:r>
      <w:r w:rsidRPr="00477D5E">
        <w:rPr>
          <w:rFonts w:ascii="Verdana" w:hAnsi="Verdana"/>
          <w:bCs/>
          <w:w w:val="90"/>
          <w:sz w:val="20"/>
          <w:szCs w:val="20"/>
        </w:rPr>
        <w:t xml:space="preserve"> </w:t>
      </w:r>
    </w:p>
    <w:p w14:paraId="54B21431" w14:textId="77777777" w:rsidR="00700309" w:rsidRPr="00477D5E" w:rsidRDefault="003F689C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477D5E">
        <w:rPr>
          <w:rFonts w:ascii="Verdana" w:hAnsi="Verdana"/>
          <w:bCs/>
          <w:w w:val="90"/>
          <w:sz w:val="20"/>
          <w:szCs w:val="20"/>
        </w:rPr>
        <w:t xml:space="preserve">nie należy stabilizować znaków przy istniejących zjazdach w przypadku stwierdzenia, że wkopanie znaków może stwarzać niebezpieczeństwo dla ruchu kołowego. W takich sytuacjach wystarczy </w:t>
      </w:r>
      <w:proofErr w:type="spellStart"/>
      <w:r w:rsidRPr="00477D5E">
        <w:rPr>
          <w:rFonts w:ascii="Verdana" w:hAnsi="Verdana"/>
          <w:bCs/>
          <w:w w:val="90"/>
          <w:sz w:val="20"/>
          <w:szCs w:val="20"/>
        </w:rPr>
        <w:t>granicznik</w:t>
      </w:r>
      <w:proofErr w:type="spellEnd"/>
      <w:r w:rsidRPr="00477D5E">
        <w:rPr>
          <w:rFonts w:ascii="Verdana" w:hAnsi="Verdana"/>
          <w:bCs/>
          <w:w w:val="90"/>
          <w:sz w:val="20"/>
          <w:szCs w:val="20"/>
        </w:rPr>
        <w:t xml:space="preserve"> geodezyjny wkopany na poziomie gruntu</w:t>
      </w:r>
      <w:r w:rsidR="00700309" w:rsidRPr="00477D5E">
        <w:rPr>
          <w:rFonts w:ascii="Verdana" w:hAnsi="Verdana"/>
          <w:bCs/>
          <w:w w:val="90"/>
          <w:sz w:val="20"/>
          <w:szCs w:val="20"/>
        </w:rPr>
        <w:t>,</w:t>
      </w:r>
    </w:p>
    <w:p w14:paraId="4EBD70EB" w14:textId="77777777" w:rsidR="00700309" w:rsidRPr="00477D5E" w:rsidRDefault="003F689C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477D5E">
        <w:rPr>
          <w:rFonts w:ascii="Verdana" w:hAnsi="Verdana"/>
          <w:w w:val="90"/>
          <w:sz w:val="20"/>
          <w:szCs w:val="20"/>
        </w:rPr>
        <w:t xml:space="preserve">odcinki proste o długości powyżej </w:t>
      </w:r>
      <w:r w:rsidR="00D872C2" w:rsidRPr="00477D5E">
        <w:rPr>
          <w:rFonts w:ascii="Verdana" w:hAnsi="Verdana"/>
          <w:w w:val="90"/>
          <w:sz w:val="20"/>
          <w:szCs w:val="20"/>
        </w:rPr>
        <w:t>200</w:t>
      </w:r>
      <w:r w:rsidRPr="00477D5E">
        <w:rPr>
          <w:rFonts w:ascii="Verdana" w:hAnsi="Verdana"/>
          <w:w w:val="90"/>
          <w:sz w:val="20"/>
          <w:szCs w:val="20"/>
        </w:rPr>
        <w:t xml:space="preserve"> m stabilizować dodatkowo znakami PD, w ten sposób, aby odcinki między znakami nie były dłuższe niż </w:t>
      </w:r>
      <w:r w:rsidR="00D872C2" w:rsidRPr="00477D5E">
        <w:rPr>
          <w:rFonts w:ascii="Verdana" w:hAnsi="Verdana"/>
          <w:w w:val="90"/>
          <w:sz w:val="20"/>
          <w:szCs w:val="20"/>
        </w:rPr>
        <w:t>200</w:t>
      </w:r>
      <w:r w:rsidRPr="00477D5E">
        <w:rPr>
          <w:rFonts w:ascii="Verdana" w:hAnsi="Verdana"/>
          <w:w w:val="90"/>
          <w:sz w:val="20"/>
          <w:szCs w:val="20"/>
        </w:rPr>
        <w:t xml:space="preserve"> m</w:t>
      </w:r>
      <w:r w:rsidR="00700309" w:rsidRPr="00477D5E">
        <w:rPr>
          <w:rFonts w:ascii="Verdana" w:hAnsi="Verdana"/>
          <w:w w:val="90"/>
          <w:sz w:val="20"/>
          <w:szCs w:val="20"/>
        </w:rPr>
        <w:t>,</w:t>
      </w:r>
    </w:p>
    <w:p w14:paraId="54A1CE66" w14:textId="77777777" w:rsidR="00700309" w:rsidRPr="00477D5E" w:rsidRDefault="003F689C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477D5E">
        <w:rPr>
          <w:rFonts w:ascii="Verdana" w:hAnsi="Verdana"/>
          <w:w w:val="90"/>
          <w:sz w:val="20"/>
          <w:szCs w:val="20"/>
        </w:rPr>
        <w:t>w projekcie należy oznaczyć kolorem niebieskim znaki PD, których nie należy stabilizować. Ponadto Wykonawca w projekcie uzasadni powód braku możliwości stabilizacji słupków PD</w:t>
      </w:r>
      <w:r w:rsidR="00700309" w:rsidRPr="00477D5E">
        <w:rPr>
          <w:rFonts w:ascii="Verdana" w:hAnsi="Verdana"/>
          <w:w w:val="90"/>
          <w:sz w:val="20"/>
          <w:szCs w:val="20"/>
        </w:rPr>
        <w:t>,</w:t>
      </w:r>
    </w:p>
    <w:p w14:paraId="5E77EF87" w14:textId="77777777" w:rsidR="00700309" w:rsidRPr="00477D5E" w:rsidRDefault="00230C26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477D5E">
        <w:rPr>
          <w:rFonts w:ascii="Verdana" w:hAnsi="Verdana"/>
          <w:w w:val="90"/>
          <w:sz w:val="20"/>
          <w:szCs w:val="20"/>
        </w:rPr>
        <w:t>z</w:t>
      </w:r>
      <w:r w:rsidR="003F689C" w:rsidRPr="00477D5E">
        <w:rPr>
          <w:rFonts w:ascii="Verdana" w:hAnsi="Verdana"/>
          <w:w w:val="90"/>
          <w:sz w:val="20"/>
          <w:szCs w:val="20"/>
        </w:rPr>
        <w:t>naki z napisem „Pas drogowy” powinny posiadać numer słupka zgodny z projektem stabilizacji (wpisanym odręcznie wodoodpornym markerem)</w:t>
      </w:r>
      <w:r w:rsidR="000639EF" w:rsidRPr="00477D5E">
        <w:rPr>
          <w:rFonts w:ascii="Verdana" w:hAnsi="Verdana"/>
          <w:w w:val="90"/>
          <w:sz w:val="20"/>
          <w:szCs w:val="20"/>
        </w:rPr>
        <w:t>.</w:t>
      </w:r>
    </w:p>
    <w:p w14:paraId="3A2CEB08" w14:textId="77777777" w:rsidR="00700309" w:rsidRPr="00477D5E" w:rsidRDefault="00230C26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477D5E">
        <w:rPr>
          <w:rFonts w:ascii="Verdana" w:hAnsi="Verdana"/>
          <w:w w:val="90"/>
          <w:sz w:val="20"/>
          <w:szCs w:val="20"/>
        </w:rPr>
        <w:t>w</w:t>
      </w:r>
      <w:r w:rsidR="003F689C" w:rsidRPr="00477D5E">
        <w:rPr>
          <w:rFonts w:ascii="Verdana" w:hAnsi="Verdana"/>
          <w:w w:val="90"/>
          <w:sz w:val="20"/>
          <w:szCs w:val="20"/>
        </w:rPr>
        <w:t xml:space="preserve"> przypadku gdy niemożliwa jest trwała stabilizacja punktu, należy zastąpić </w:t>
      </w:r>
      <w:r w:rsidR="003F689C" w:rsidRPr="00477D5E">
        <w:rPr>
          <w:rFonts w:ascii="Verdana" w:hAnsi="Verdana"/>
          <w:w w:val="90"/>
          <w:sz w:val="20"/>
          <w:szCs w:val="20"/>
        </w:rPr>
        <w:br/>
        <w:t>go innym elementem zamontowanym w podłożu (np. prętem stalowym, rurką)</w:t>
      </w:r>
      <w:r w:rsidR="00700309" w:rsidRPr="00477D5E">
        <w:rPr>
          <w:rFonts w:ascii="Verdana" w:hAnsi="Verdana"/>
          <w:w w:val="90"/>
          <w:sz w:val="20"/>
          <w:szCs w:val="20"/>
        </w:rPr>
        <w:t>,</w:t>
      </w:r>
    </w:p>
    <w:p w14:paraId="68415557" w14:textId="711B8830" w:rsidR="00CF41B6" w:rsidRPr="00477D5E" w:rsidRDefault="003F689C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477D5E">
        <w:rPr>
          <w:rFonts w:ascii="Verdana" w:hAnsi="Verdana"/>
          <w:w w:val="90"/>
          <w:sz w:val="20"/>
          <w:szCs w:val="20"/>
        </w:rPr>
        <w:t>każdy przypadek odstąpienia od stabilizacji należy uzasadnić.</w:t>
      </w:r>
    </w:p>
    <w:p w14:paraId="2D73D6BA" w14:textId="48449272" w:rsidR="00700309" w:rsidRPr="00DF512F" w:rsidRDefault="00CF41B6" w:rsidP="00700309">
      <w:pPr>
        <w:ind w:left="284" w:hanging="284"/>
        <w:rPr>
          <w:rFonts w:ascii="Verdana" w:hAnsi="Verdana"/>
          <w:w w:val="90"/>
        </w:rPr>
      </w:pPr>
      <w:r w:rsidRPr="00DF512F">
        <w:rPr>
          <w:rFonts w:ascii="Verdana" w:hAnsi="Verdana"/>
          <w:w w:val="90"/>
        </w:rPr>
        <w:t xml:space="preserve">2. </w:t>
      </w:r>
      <w:r w:rsidR="003F689C" w:rsidRPr="00DF512F">
        <w:rPr>
          <w:rFonts w:ascii="Verdana" w:hAnsi="Verdana"/>
          <w:w w:val="90"/>
        </w:rPr>
        <w:t xml:space="preserve">Opracowany projekt z przebiegiem geodezyjnych granic prawnych pasa drogowego wraz ze stabilizacją znakami PD, przedstawiony na kopii mapy zasadniczej w skali </w:t>
      </w:r>
      <w:r w:rsidR="00EA29AE" w:rsidRPr="00DF512F">
        <w:rPr>
          <w:rFonts w:ascii="Verdana" w:hAnsi="Verdana"/>
          <w:w w:val="90"/>
        </w:rPr>
        <w:t>zapewniającej czytelność</w:t>
      </w:r>
      <w:r w:rsidR="003F689C" w:rsidRPr="00DF512F">
        <w:rPr>
          <w:rFonts w:ascii="Verdana" w:hAnsi="Verdana"/>
          <w:w w:val="90"/>
        </w:rPr>
        <w:t xml:space="preserve"> w wersji książkowej o formacie A3 wraz punktami granicznymi z nadaną numeracją i z nadanymi numerami znaków stabilizacji PD należy przedstawić Zamawiającemu do akceptacji. </w:t>
      </w:r>
    </w:p>
    <w:p w14:paraId="50017B88" w14:textId="77777777" w:rsidR="003F689C" w:rsidRPr="00DF512F" w:rsidRDefault="00CF41B6" w:rsidP="00700309">
      <w:pPr>
        <w:ind w:left="284" w:hanging="284"/>
        <w:rPr>
          <w:rFonts w:ascii="Verdana" w:hAnsi="Verdana"/>
          <w:w w:val="90"/>
        </w:rPr>
      </w:pPr>
      <w:r w:rsidRPr="00DF512F">
        <w:rPr>
          <w:rFonts w:ascii="Verdana" w:hAnsi="Verdana"/>
          <w:w w:val="90"/>
        </w:rPr>
        <w:t xml:space="preserve">3. </w:t>
      </w:r>
      <w:r w:rsidR="007809B2" w:rsidRPr="00DF512F">
        <w:rPr>
          <w:rFonts w:ascii="Verdana" w:hAnsi="Verdana"/>
          <w:w w:val="90"/>
        </w:rPr>
        <w:t>Wykonawca załączy certyfikat producenta potwierdzający jakość wykonania znaku do dokumentów odbiorowych.</w:t>
      </w:r>
      <w:r w:rsidR="007809B2" w:rsidRPr="00DF512F" w:rsidDel="007809B2">
        <w:rPr>
          <w:rFonts w:ascii="Verdana" w:hAnsi="Verdana"/>
          <w:w w:val="90"/>
        </w:rPr>
        <w:t xml:space="preserve"> </w:t>
      </w:r>
    </w:p>
    <w:p w14:paraId="63ECE1B4" w14:textId="77777777" w:rsidR="007809B2" w:rsidRPr="00DF512F" w:rsidRDefault="007809B2" w:rsidP="00D872C2">
      <w:pPr>
        <w:rPr>
          <w:rFonts w:ascii="Verdana" w:hAnsi="Verdana"/>
          <w:w w:val="90"/>
        </w:rPr>
      </w:pPr>
    </w:p>
    <w:p w14:paraId="119B934E" w14:textId="34166D02" w:rsidR="003F689C" w:rsidRPr="00DF512F" w:rsidRDefault="003F689C" w:rsidP="00D872C2">
      <w:pPr>
        <w:rPr>
          <w:rFonts w:ascii="Verdana" w:hAnsi="Verdana"/>
          <w:w w:val="90"/>
        </w:rPr>
      </w:pPr>
      <w:r w:rsidRPr="00DF512F">
        <w:rPr>
          <w:rFonts w:ascii="Verdana" w:hAnsi="Verdana"/>
          <w:w w:val="90"/>
        </w:rPr>
        <w:t>Po zaakceptowaniu projektu ze strony Zamawiającego mapę należy sporządzić zgodnie</w:t>
      </w:r>
      <w:r w:rsidR="00B068B7" w:rsidRPr="00DF512F">
        <w:rPr>
          <w:rFonts w:ascii="Verdana" w:hAnsi="Verdana"/>
          <w:w w:val="90"/>
        </w:rPr>
        <w:br/>
      </w:r>
      <w:r w:rsidRPr="00DF512F">
        <w:rPr>
          <w:rFonts w:ascii="Verdana" w:hAnsi="Verdana"/>
          <w:w w:val="90"/>
        </w:rPr>
        <w:t xml:space="preserve"> z obowiązującymi przepisami prawa. Mapę z naniesionymi wynikami stabilizacji, legendą oraz spisem treści należy przekazać Zamawiającemu w wersji papierowej w 2 egz.</w:t>
      </w:r>
      <w:r w:rsidR="00CB41C6" w:rsidRPr="00477D5E">
        <w:rPr>
          <w:rFonts w:ascii="Verdana" w:hAnsi="Verdana"/>
          <w:w w:val="90"/>
        </w:rPr>
        <w:t xml:space="preserve"> </w:t>
      </w:r>
      <w:r w:rsidRPr="00DF512F">
        <w:rPr>
          <w:rFonts w:ascii="Verdana" w:hAnsi="Verdana"/>
          <w:w w:val="90"/>
        </w:rPr>
        <w:t xml:space="preserve">i w wersji elektronicznej </w:t>
      </w:r>
      <w:r w:rsidR="00CB41C6" w:rsidRPr="00477D5E">
        <w:rPr>
          <w:rFonts w:ascii="Verdana" w:hAnsi="Verdana"/>
          <w:w w:val="90"/>
        </w:rPr>
        <w:br/>
      </w:r>
      <w:r w:rsidRPr="00DF512F">
        <w:rPr>
          <w:rFonts w:ascii="Verdana" w:hAnsi="Verdana"/>
          <w:w w:val="90"/>
        </w:rPr>
        <w:t xml:space="preserve">w 2 egz. na płycie CD (plik </w:t>
      </w:r>
      <w:proofErr w:type="spellStart"/>
      <w:r w:rsidRPr="00DF512F">
        <w:rPr>
          <w:rFonts w:ascii="Verdana" w:hAnsi="Verdana"/>
          <w:b/>
          <w:bCs/>
          <w:w w:val="90"/>
        </w:rPr>
        <w:t>shp</w:t>
      </w:r>
      <w:proofErr w:type="spellEnd"/>
      <w:r w:rsidR="007809B2" w:rsidRPr="00DF512F">
        <w:rPr>
          <w:rFonts w:ascii="Verdana" w:hAnsi="Verdana"/>
          <w:w w:val="90"/>
        </w:rPr>
        <w:t xml:space="preserve">, </w:t>
      </w:r>
      <w:r w:rsidR="007809B2" w:rsidRPr="00DF512F">
        <w:rPr>
          <w:rFonts w:ascii="Verdana" w:hAnsi="Verdana"/>
          <w:b/>
          <w:bCs/>
          <w:w w:val="90"/>
        </w:rPr>
        <w:t>pdf</w:t>
      </w:r>
      <w:r w:rsidR="00DD366B" w:rsidRPr="00DF512F">
        <w:rPr>
          <w:rFonts w:ascii="Verdana" w:hAnsi="Verdana"/>
          <w:w w:val="90"/>
        </w:rPr>
        <w:t xml:space="preserve">, </w:t>
      </w:r>
      <w:proofErr w:type="spellStart"/>
      <w:r w:rsidR="00DD366B" w:rsidRPr="00DF512F">
        <w:rPr>
          <w:rFonts w:ascii="Verdana" w:hAnsi="Verdana"/>
          <w:b/>
          <w:bCs/>
          <w:w w:val="90"/>
        </w:rPr>
        <w:t>dxf</w:t>
      </w:r>
      <w:proofErr w:type="spellEnd"/>
      <w:r w:rsidR="00F857AC" w:rsidRPr="00DF512F">
        <w:rPr>
          <w:rFonts w:ascii="Verdana" w:hAnsi="Verdana"/>
          <w:w w:val="90"/>
        </w:rPr>
        <w:t xml:space="preserve"> oraz obowiązującym standardzie</w:t>
      </w:r>
      <w:r w:rsidR="000F00A0" w:rsidRPr="00DF512F">
        <w:rPr>
          <w:rFonts w:ascii="Verdana" w:hAnsi="Verdana"/>
          <w:w w:val="90"/>
        </w:rPr>
        <w:t xml:space="preserve"> w</w:t>
      </w:r>
      <w:r w:rsidR="00F857AC" w:rsidRPr="00DF512F">
        <w:rPr>
          <w:rFonts w:ascii="Verdana" w:hAnsi="Verdana"/>
          <w:w w:val="90"/>
        </w:rPr>
        <w:t xml:space="preserve">ymiany </w:t>
      </w:r>
      <w:r w:rsidR="000F00A0" w:rsidRPr="00DF512F">
        <w:rPr>
          <w:rFonts w:ascii="Verdana" w:hAnsi="Verdana"/>
          <w:w w:val="90"/>
        </w:rPr>
        <w:t>d</w:t>
      </w:r>
      <w:r w:rsidR="00F857AC" w:rsidRPr="00DF512F">
        <w:rPr>
          <w:rFonts w:ascii="Verdana" w:hAnsi="Verdana"/>
          <w:w w:val="90"/>
        </w:rPr>
        <w:t xml:space="preserve">anych </w:t>
      </w:r>
      <w:r w:rsidR="000F00A0" w:rsidRPr="00DF512F">
        <w:rPr>
          <w:rFonts w:ascii="Verdana" w:hAnsi="Verdana"/>
          <w:w w:val="90"/>
        </w:rPr>
        <w:t>e</w:t>
      </w:r>
      <w:r w:rsidR="00F857AC" w:rsidRPr="00DF512F">
        <w:rPr>
          <w:rFonts w:ascii="Verdana" w:hAnsi="Verdana"/>
          <w:w w:val="90"/>
        </w:rPr>
        <w:t>widencyjnych</w:t>
      </w:r>
      <w:r w:rsidR="00CB41C6" w:rsidRPr="00477D5E">
        <w:rPr>
          <w:rFonts w:ascii="Verdana" w:hAnsi="Verdana"/>
          <w:w w:val="90"/>
        </w:rPr>
        <w:t xml:space="preserve"> (</w:t>
      </w:r>
      <w:proofErr w:type="spellStart"/>
      <w:r w:rsidR="00CB41C6" w:rsidRPr="00DF512F">
        <w:rPr>
          <w:rFonts w:ascii="Verdana" w:hAnsi="Verdana"/>
          <w:b/>
          <w:bCs/>
          <w:w w:val="90"/>
        </w:rPr>
        <w:t>gml</w:t>
      </w:r>
      <w:proofErr w:type="spellEnd"/>
      <w:r w:rsidR="00CB41C6" w:rsidRPr="00477D5E">
        <w:rPr>
          <w:rFonts w:ascii="Verdana" w:hAnsi="Verdana"/>
          <w:w w:val="90"/>
        </w:rPr>
        <w:t>)</w:t>
      </w:r>
      <w:r w:rsidRPr="00DF512F">
        <w:rPr>
          <w:rFonts w:ascii="Verdana" w:hAnsi="Verdana"/>
          <w:w w:val="90"/>
        </w:rPr>
        <w:t>).</w:t>
      </w:r>
    </w:p>
    <w:p w14:paraId="186ED3CE" w14:textId="77777777" w:rsidR="003F689C" w:rsidRPr="00DF512F" w:rsidRDefault="003F689C" w:rsidP="00D872C2">
      <w:pPr>
        <w:rPr>
          <w:rFonts w:ascii="Verdana" w:hAnsi="Verdana"/>
          <w:w w:val="90"/>
        </w:rPr>
      </w:pPr>
    </w:p>
    <w:p w14:paraId="6EC04FB6" w14:textId="77777777" w:rsidR="003F689C" w:rsidRPr="00DF512F" w:rsidRDefault="003F689C" w:rsidP="00D872C2">
      <w:pPr>
        <w:rPr>
          <w:rFonts w:ascii="Verdana" w:hAnsi="Verdana"/>
          <w:w w:val="90"/>
        </w:rPr>
      </w:pPr>
      <w:r w:rsidRPr="00DF512F">
        <w:rPr>
          <w:rFonts w:ascii="Verdana" w:hAnsi="Verdana"/>
          <w:w w:val="90"/>
        </w:rPr>
        <w:t>Mapa z przebiegiem geodezyjnych granic prawnych pasa drogowego wraz ze stabilizacją znakami PD powinna zawierać:</w:t>
      </w:r>
    </w:p>
    <w:p w14:paraId="62BEFD10" w14:textId="77777777" w:rsidR="003F689C" w:rsidRPr="00DF512F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  <w:w w:val="90"/>
        </w:rPr>
      </w:pPr>
      <w:r w:rsidRPr="00DF512F">
        <w:rPr>
          <w:rFonts w:ascii="Verdana" w:hAnsi="Verdana"/>
          <w:w w:val="90"/>
        </w:rPr>
        <w:t>nazwę województwa, gminy, obrębu</w:t>
      </w:r>
      <w:r w:rsidR="00275804" w:rsidRPr="00DF512F">
        <w:rPr>
          <w:rFonts w:ascii="Verdana" w:hAnsi="Verdana"/>
          <w:w w:val="90"/>
        </w:rPr>
        <w:t>,</w:t>
      </w:r>
    </w:p>
    <w:p w14:paraId="53FF4A12" w14:textId="77777777" w:rsidR="003F689C" w:rsidRPr="00DF512F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  <w:w w:val="90"/>
        </w:rPr>
      </w:pPr>
      <w:r w:rsidRPr="00DF512F">
        <w:rPr>
          <w:rFonts w:ascii="Verdana" w:hAnsi="Verdana"/>
          <w:w w:val="90"/>
        </w:rPr>
        <w:t>wyraźne oznaczenie pasa drogowego</w:t>
      </w:r>
      <w:r w:rsidR="00275804" w:rsidRPr="00DF512F">
        <w:rPr>
          <w:rFonts w:ascii="Verdana" w:hAnsi="Verdana"/>
          <w:w w:val="90"/>
        </w:rPr>
        <w:t>,</w:t>
      </w:r>
    </w:p>
    <w:p w14:paraId="03C966AA" w14:textId="77777777" w:rsidR="003F689C" w:rsidRPr="00DF512F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  <w:w w:val="90"/>
        </w:rPr>
      </w:pPr>
      <w:r w:rsidRPr="00DF512F">
        <w:rPr>
          <w:rFonts w:ascii="Verdana" w:hAnsi="Verdana"/>
          <w:w w:val="90"/>
        </w:rPr>
        <w:t>kilometraż początkowy i końcowy opracowywanego odcinka</w:t>
      </w:r>
      <w:r w:rsidR="00275804" w:rsidRPr="00DF512F">
        <w:rPr>
          <w:rFonts w:ascii="Verdana" w:hAnsi="Verdana"/>
          <w:w w:val="90"/>
        </w:rPr>
        <w:t>,</w:t>
      </w:r>
    </w:p>
    <w:p w14:paraId="60743E3B" w14:textId="77777777" w:rsidR="003F689C" w:rsidRPr="00DF512F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  <w:w w:val="90"/>
        </w:rPr>
      </w:pPr>
      <w:r w:rsidRPr="00DF512F">
        <w:rPr>
          <w:rFonts w:ascii="Verdana" w:hAnsi="Verdana"/>
          <w:w w:val="90"/>
        </w:rPr>
        <w:t>szkic lokalizacji (spis treści arkuszy)</w:t>
      </w:r>
      <w:r w:rsidR="00275804" w:rsidRPr="00DF512F">
        <w:rPr>
          <w:rFonts w:ascii="Verdana" w:hAnsi="Verdana"/>
          <w:w w:val="90"/>
        </w:rPr>
        <w:t>,</w:t>
      </w:r>
    </w:p>
    <w:p w14:paraId="6684394B" w14:textId="77777777" w:rsidR="003F689C" w:rsidRPr="00DF512F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  <w:w w:val="90"/>
        </w:rPr>
      </w:pPr>
      <w:r w:rsidRPr="00DF512F">
        <w:rPr>
          <w:rFonts w:ascii="Verdana" w:hAnsi="Verdana"/>
          <w:w w:val="90"/>
        </w:rPr>
        <w:t>punkty graniczne wraz z numeracją i rodzajem stabilizacji</w:t>
      </w:r>
      <w:r w:rsidR="00275804" w:rsidRPr="00DF512F">
        <w:rPr>
          <w:rFonts w:ascii="Verdana" w:hAnsi="Verdana"/>
          <w:w w:val="90"/>
        </w:rPr>
        <w:t>,</w:t>
      </w:r>
    </w:p>
    <w:p w14:paraId="7996E69B" w14:textId="5B60B23A" w:rsidR="003F689C" w:rsidRPr="00DF512F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  <w:w w:val="90"/>
        </w:rPr>
      </w:pPr>
      <w:r w:rsidRPr="00DF512F">
        <w:rPr>
          <w:rFonts w:ascii="Verdana" w:hAnsi="Verdana"/>
          <w:w w:val="90"/>
        </w:rPr>
        <w:t>oznaczenie świadków punktów granicznych wraz z ich numeracją</w:t>
      </w:r>
      <w:r w:rsidR="00275804" w:rsidRPr="00DF512F">
        <w:rPr>
          <w:rFonts w:ascii="Verdana" w:hAnsi="Verdana"/>
          <w:w w:val="90"/>
        </w:rPr>
        <w:t>,</w:t>
      </w:r>
      <w:r w:rsidRPr="00DF512F">
        <w:rPr>
          <w:rFonts w:ascii="Verdana" w:hAnsi="Verdana"/>
          <w:w w:val="90"/>
        </w:rPr>
        <w:t xml:space="preserve"> </w:t>
      </w:r>
    </w:p>
    <w:p w14:paraId="2D19CBE2" w14:textId="77777777" w:rsidR="003F689C" w:rsidRPr="00DF512F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  <w:w w:val="90"/>
        </w:rPr>
      </w:pPr>
      <w:r w:rsidRPr="00DF512F">
        <w:rPr>
          <w:rFonts w:ascii="Verdana" w:hAnsi="Verdana"/>
          <w:w w:val="90"/>
        </w:rPr>
        <w:t>miary od krawędzi jezdni do punktu granicznego</w:t>
      </w:r>
      <w:r w:rsidR="00275804" w:rsidRPr="00DF512F">
        <w:rPr>
          <w:rFonts w:ascii="Verdana" w:hAnsi="Verdana"/>
          <w:w w:val="90"/>
        </w:rPr>
        <w:t>,</w:t>
      </w:r>
    </w:p>
    <w:p w14:paraId="51AF7571" w14:textId="77777777" w:rsidR="003F689C" w:rsidRPr="00DF512F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  <w:w w:val="90"/>
        </w:rPr>
      </w:pPr>
      <w:r w:rsidRPr="00DF512F">
        <w:rPr>
          <w:rFonts w:ascii="Verdana" w:hAnsi="Verdana"/>
          <w:w w:val="90"/>
        </w:rPr>
        <w:t>miary czołowe pomiędzy słupkami PD</w:t>
      </w:r>
      <w:r w:rsidR="00275804" w:rsidRPr="00DF512F">
        <w:rPr>
          <w:rFonts w:ascii="Verdana" w:hAnsi="Verdana"/>
          <w:w w:val="90"/>
        </w:rPr>
        <w:t>,</w:t>
      </w:r>
    </w:p>
    <w:p w14:paraId="53394FCF" w14:textId="77777777" w:rsidR="003F689C" w:rsidRPr="00DF512F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  <w:w w:val="90"/>
        </w:rPr>
      </w:pPr>
      <w:r w:rsidRPr="00DF512F">
        <w:rPr>
          <w:rFonts w:ascii="Verdana" w:hAnsi="Verdana"/>
          <w:w w:val="90"/>
        </w:rPr>
        <w:t>numery działek w pasie drogowym</w:t>
      </w:r>
      <w:r w:rsidR="00275804" w:rsidRPr="00DF512F">
        <w:rPr>
          <w:rFonts w:ascii="Verdana" w:hAnsi="Verdana"/>
          <w:w w:val="90"/>
        </w:rPr>
        <w:t>,</w:t>
      </w:r>
    </w:p>
    <w:p w14:paraId="58B79748" w14:textId="77777777" w:rsidR="003F689C" w:rsidRPr="00DF512F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  <w:w w:val="90"/>
        </w:rPr>
      </w:pPr>
      <w:r w:rsidRPr="00DF512F">
        <w:rPr>
          <w:rFonts w:ascii="Verdana" w:hAnsi="Verdana"/>
          <w:w w:val="90"/>
        </w:rPr>
        <w:t>opis skrzyżowań i rzek</w:t>
      </w:r>
      <w:r w:rsidR="00275804" w:rsidRPr="00DF512F">
        <w:rPr>
          <w:rFonts w:ascii="Verdana" w:hAnsi="Verdana"/>
          <w:w w:val="90"/>
        </w:rPr>
        <w:t>,</w:t>
      </w:r>
    </w:p>
    <w:p w14:paraId="16339241" w14:textId="27A2465F" w:rsidR="003F689C" w:rsidRPr="00DF512F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  <w:w w:val="90"/>
        </w:rPr>
      </w:pPr>
      <w:r w:rsidRPr="00DF512F">
        <w:rPr>
          <w:rFonts w:ascii="Verdana" w:hAnsi="Verdana"/>
          <w:w w:val="90"/>
        </w:rPr>
        <w:t>szczegóły sytuacyjne służące do identyfikacji położenia punktów granicznych w terenie w zasięgu po 10 m od granic pasa drogowego:</w:t>
      </w:r>
    </w:p>
    <w:p w14:paraId="537E8D12" w14:textId="77777777" w:rsidR="003F689C" w:rsidRPr="00DF512F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  <w:w w:val="90"/>
        </w:rPr>
      </w:pPr>
      <w:r w:rsidRPr="00DF512F">
        <w:rPr>
          <w:rFonts w:ascii="Verdana" w:hAnsi="Verdana"/>
          <w:w w:val="90"/>
        </w:rPr>
        <w:t>krawędzie jezdni</w:t>
      </w:r>
      <w:r w:rsidR="00275804" w:rsidRPr="00DF512F">
        <w:rPr>
          <w:rFonts w:ascii="Verdana" w:hAnsi="Verdana"/>
          <w:w w:val="90"/>
        </w:rPr>
        <w:t>,</w:t>
      </w:r>
    </w:p>
    <w:p w14:paraId="38F6D3FD" w14:textId="77777777" w:rsidR="003F689C" w:rsidRPr="00DF512F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  <w:w w:val="90"/>
        </w:rPr>
      </w:pPr>
      <w:r w:rsidRPr="00DF512F">
        <w:rPr>
          <w:rFonts w:ascii="Verdana" w:hAnsi="Verdana"/>
          <w:w w:val="90"/>
        </w:rPr>
        <w:t>o</w:t>
      </w:r>
      <w:r w:rsidR="00275804" w:rsidRPr="00DF512F">
        <w:rPr>
          <w:rFonts w:ascii="Verdana" w:hAnsi="Verdana"/>
          <w:w w:val="90"/>
        </w:rPr>
        <w:t>ś</w:t>
      </w:r>
      <w:r w:rsidRPr="00DF512F">
        <w:rPr>
          <w:rFonts w:ascii="Verdana" w:hAnsi="Verdana"/>
          <w:w w:val="90"/>
        </w:rPr>
        <w:t xml:space="preserve"> drogi w przypadku niesymetrycznego przebiegu krawędzi jezdni</w:t>
      </w:r>
      <w:r w:rsidR="00275804" w:rsidRPr="00DF512F">
        <w:rPr>
          <w:rFonts w:ascii="Verdana" w:hAnsi="Verdana"/>
          <w:w w:val="90"/>
        </w:rPr>
        <w:t>,</w:t>
      </w:r>
    </w:p>
    <w:p w14:paraId="702F72B0" w14:textId="77777777" w:rsidR="003F689C" w:rsidRPr="00DF512F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  <w:w w:val="90"/>
        </w:rPr>
      </w:pPr>
      <w:r w:rsidRPr="00DF512F">
        <w:rPr>
          <w:rFonts w:ascii="Verdana" w:hAnsi="Verdana"/>
          <w:w w:val="90"/>
        </w:rPr>
        <w:t>słupki hektometrowe z opisem</w:t>
      </w:r>
      <w:r w:rsidR="00275804" w:rsidRPr="00DF512F">
        <w:rPr>
          <w:rFonts w:ascii="Verdana" w:hAnsi="Verdana"/>
          <w:w w:val="90"/>
        </w:rPr>
        <w:t>,</w:t>
      </w:r>
    </w:p>
    <w:p w14:paraId="674FCBB6" w14:textId="77777777" w:rsidR="003F689C" w:rsidRPr="00DF512F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  <w:w w:val="90"/>
        </w:rPr>
      </w:pPr>
      <w:r w:rsidRPr="00DF512F">
        <w:rPr>
          <w:rFonts w:ascii="Verdana" w:hAnsi="Verdana"/>
          <w:w w:val="90"/>
        </w:rPr>
        <w:t>przepusty</w:t>
      </w:r>
      <w:r w:rsidR="00275804" w:rsidRPr="00DF512F">
        <w:rPr>
          <w:rFonts w:ascii="Verdana" w:hAnsi="Verdana"/>
          <w:w w:val="90"/>
        </w:rPr>
        <w:t>,</w:t>
      </w:r>
    </w:p>
    <w:p w14:paraId="7B46F608" w14:textId="77777777" w:rsidR="003F689C" w:rsidRPr="00DF512F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  <w:w w:val="90"/>
        </w:rPr>
      </w:pPr>
      <w:r w:rsidRPr="00DF512F">
        <w:rPr>
          <w:rFonts w:ascii="Verdana" w:hAnsi="Verdana"/>
          <w:w w:val="90"/>
        </w:rPr>
        <w:t>początek i koniec mostu, wiaduktu (punkty skrajne)</w:t>
      </w:r>
      <w:r w:rsidR="00275804" w:rsidRPr="00DF512F">
        <w:rPr>
          <w:rFonts w:ascii="Verdana" w:hAnsi="Verdana"/>
          <w:w w:val="90"/>
        </w:rPr>
        <w:t>,</w:t>
      </w:r>
    </w:p>
    <w:p w14:paraId="6C5986D7" w14:textId="77777777" w:rsidR="003F689C" w:rsidRPr="00DF512F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  <w:w w:val="90"/>
        </w:rPr>
      </w:pPr>
      <w:r w:rsidRPr="00DF512F">
        <w:rPr>
          <w:rFonts w:ascii="Verdana" w:hAnsi="Verdana"/>
          <w:w w:val="90"/>
        </w:rPr>
        <w:t>ogrodzenia trwałe i chodniki</w:t>
      </w:r>
      <w:r w:rsidR="00275804" w:rsidRPr="00DF512F">
        <w:rPr>
          <w:rFonts w:ascii="Verdana" w:hAnsi="Verdana"/>
          <w:w w:val="90"/>
        </w:rPr>
        <w:t>,</w:t>
      </w:r>
    </w:p>
    <w:p w14:paraId="4196E2B6" w14:textId="77777777" w:rsidR="003F689C" w:rsidRPr="00DF512F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  <w:w w:val="90"/>
        </w:rPr>
      </w:pPr>
      <w:r w:rsidRPr="00DF512F">
        <w:rPr>
          <w:rFonts w:ascii="Verdana" w:hAnsi="Verdana"/>
          <w:w w:val="90"/>
        </w:rPr>
        <w:t>świadki punktów referencyjnych</w:t>
      </w:r>
      <w:r w:rsidR="00275804" w:rsidRPr="00DF512F">
        <w:rPr>
          <w:rFonts w:ascii="Verdana" w:hAnsi="Verdana"/>
          <w:w w:val="90"/>
        </w:rPr>
        <w:t>,</w:t>
      </w:r>
    </w:p>
    <w:p w14:paraId="54843CA7" w14:textId="77777777" w:rsidR="003F689C" w:rsidRPr="00DF512F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  <w:w w:val="90"/>
        </w:rPr>
      </w:pPr>
      <w:r w:rsidRPr="00DF512F">
        <w:rPr>
          <w:rFonts w:ascii="Verdana" w:hAnsi="Verdana"/>
          <w:w w:val="90"/>
        </w:rPr>
        <w:t>pojedyncze drzewa</w:t>
      </w:r>
      <w:r w:rsidR="00275804" w:rsidRPr="00DF512F">
        <w:rPr>
          <w:rFonts w:ascii="Verdana" w:hAnsi="Verdana"/>
          <w:w w:val="90"/>
        </w:rPr>
        <w:t>,</w:t>
      </w:r>
    </w:p>
    <w:p w14:paraId="7017B904" w14:textId="77777777" w:rsidR="003F689C" w:rsidRPr="00DF512F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  <w:w w:val="90"/>
        </w:rPr>
      </w:pPr>
      <w:r w:rsidRPr="00DF512F">
        <w:rPr>
          <w:rFonts w:ascii="Verdana" w:hAnsi="Verdana"/>
          <w:w w:val="90"/>
        </w:rPr>
        <w:t>kontury leśne</w:t>
      </w:r>
      <w:r w:rsidR="00275804" w:rsidRPr="00DF512F">
        <w:rPr>
          <w:rFonts w:ascii="Verdana" w:hAnsi="Verdana"/>
          <w:w w:val="90"/>
        </w:rPr>
        <w:t>,</w:t>
      </w:r>
    </w:p>
    <w:p w14:paraId="5921D34D" w14:textId="17726230" w:rsidR="003F689C" w:rsidRPr="00DF512F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  <w:w w:val="90"/>
        </w:rPr>
      </w:pPr>
      <w:r w:rsidRPr="00DF512F">
        <w:rPr>
          <w:rFonts w:ascii="Verdana" w:hAnsi="Verdana"/>
          <w:w w:val="90"/>
        </w:rPr>
        <w:t xml:space="preserve">słupy energetyczne lub telefoniczne z kierunkami linii znajdujące się w odległości do 10 m </w:t>
      </w:r>
      <w:r w:rsidR="00477D5E" w:rsidRPr="00477D5E">
        <w:rPr>
          <w:rFonts w:ascii="Verdana" w:hAnsi="Verdana"/>
          <w:w w:val="90"/>
        </w:rPr>
        <w:br/>
      </w:r>
      <w:r w:rsidRPr="00DF512F">
        <w:rPr>
          <w:rFonts w:ascii="Verdana" w:hAnsi="Verdana"/>
          <w:w w:val="90"/>
        </w:rPr>
        <w:t>od granicy pasa</w:t>
      </w:r>
      <w:r w:rsidR="00275804" w:rsidRPr="00DF512F">
        <w:rPr>
          <w:rFonts w:ascii="Verdana" w:hAnsi="Verdana"/>
          <w:w w:val="90"/>
        </w:rPr>
        <w:t>,</w:t>
      </w:r>
    </w:p>
    <w:p w14:paraId="01B40CC4" w14:textId="77777777" w:rsidR="003F689C" w:rsidRPr="00DF512F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  <w:w w:val="90"/>
        </w:rPr>
      </w:pPr>
      <w:r w:rsidRPr="00DF512F">
        <w:rPr>
          <w:rFonts w:ascii="Verdana" w:hAnsi="Verdana"/>
          <w:w w:val="90"/>
        </w:rPr>
        <w:t>numery działek w pasie drogowym i przyległych oraz kierunki ich granic</w:t>
      </w:r>
      <w:r w:rsidR="00275804" w:rsidRPr="00DF512F">
        <w:rPr>
          <w:rFonts w:ascii="Verdana" w:hAnsi="Verdana"/>
          <w:w w:val="90"/>
        </w:rPr>
        <w:t>.</w:t>
      </w:r>
    </w:p>
    <w:p w14:paraId="735A5BDE" w14:textId="1A2D7D58" w:rsidR="003F689C" w:rsidRPr="00DF512F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  <w:w w:val="90"/>
        </w:rPr>
      </w:pPr>
      <w:r w:rsidRPr="00DF512F">
        <w:rPr>
          <w:rFonts w:ascii="Verdana" w:hAnsi="Verdana"/>
          <w:w w:val="90"/>
        </w:rPr>
        <w:t>użytki działek znajdujących się w pasie drogowym oraz użytki działek przyległych do pasa drogowego</w:t>
      </w:r>
      <w:r w:rsidR="00275804" w:rsidRPr="00DF512F">
        <w:rPr>
          <w:rFonts w:ascii="Verdana" w:hAnsi="Verdana"/>
          <w:w w:val="90"/>
        </w:rPr>
        <w:t>,</w:t>
      </w:r>
      <w:r w:rsidRPr="00DF512F">
        <w:rPr>
          <w:rFonts w:ascii="Verdana" w:hAnsi="Verdana"/>
          <w:w w:val="90"/>
        </w:rPr>
        <w:t xml:space="preserve"> </w:t>
      </w:r>
    </w:p>
    <w:p w14:paraId="6C835B58" w14:textId="77777777" w:rsidR="003F689C" w:rsidRPr="00DF512F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  <w:w w:val="90"/>
        </w:rPr>
      </w:pPr>
      <w:r w:rsidRPr="00DF512F">
        <w:rPr>
          <w:rFonts w:ascii="Verdana" w:hAnsi="Verdana"/>
          <w:w w:val="90"/>
        </w:rPr>
        <w:t>czytelną legendę</w:t>
      </w:r>
      <w:r w:rsidR="00275804" w:rsidRPr="00DF512F">
        <w:rPr>
          <w:rFonts w:ascii="Verdana" w:hAnsi="Verdana"/>
          <w:w w:val="90"/>
        </w:rPr>
        <w:t>.</w:t>
      </w:r>
    </w:p>
    <w:p w14:paraId="06542DF1" w14:textId="77777777" w:rsidR="003F689C" w:rsidRPr="00DF512F" w:rsidRDefault="003F689C" w:rsidP="00D872C2">
      <w:pPr>
        <w:rPr>
          <w:rFonts w:ascii="Verdana" w:hAnsi="Verdana"/>
          <w:w w:val="90"/>
        </w:rPr>
      </w:pPr>
    </w:p>
    <w:p w14:paraId="66732A79" w14:textId="77777777" w:rsidR="003F689C" w:rsidRPr="00DF512F" w:rsidRDefault="003F689C" w:rsidP="00D872C2">
      <w:pPr>
        <w:rPr>
          <w:rFonts w:ascii="Verdana" w:hAnsi="Verdana"/>
          <w:w w:val="90"/>
        </w:rPr>
      </w:pPr>
      <w:r w:rsidRPr="00DF512F">
        <w:rPr>
          <w:rFonts w:ascii="Verdana" w:hAnsi="Verdana"/>
          <w:w w:val="90"/>
        </w:rPr>
        <w:t>Podczas prac Wykonawca ma zachować w stanie nienaruszonym wszystkie punkty pomiarowe.</w:t>
      </w:r>
    </w:p>
    <w:p w14:paraId="6B315F70" w14:textId="77777777" w:rsidR="003F689C" w:rsidRPr="00DF512F" w:rsidRDefault="003F689C" w:rsidP="00D872C2">
      <w:pPr>
        <w:rPr>
          <w:rFonts w:ascii="Verdana" w:hAnsi="Verdana"/>
          <w:w w:val="90"/>
          <w:sz w:val="10"/>
          <w:szCs w:val="10"/>
        </w:rPr>
      </w:pPr>
    </w:p>
    <w:p w14:paraId="602732B6" w14:textId="77777777" w:rsidR="00EE6E12" w:rsidRPr="00DF512F" w:rsidRDefault="003F689C" w:rsidP="00700309">
      <w:pPr>
        <w:rPr>
          <w:rFonts w:ascii="Verdana" w:hAnsi="Verdana"/>
          <w:b/>
          <w:w w:val="90"/>
        </w:rPr>
      </w:pPr>
      <w:r w:rsidRPr="00DF512F">
        <w:rPr>
          <w:rFonts w:ascii="Verdana" w:hAnsi="Verdana"/>
          <w:b/>
          <w:w w:val="90"/>
        </w:rPr>
        <w:t>Do mapy należy dołączyć:</w:t>
      </w:r>
    </w:p>
    <w:p w14:paraId="5AD16707" w14:textId="77777777" w:rsidR="001C04CF" w:rsidRPr="00477D5E" w:rsidRDefault="001C04CF" w:rsidP="00D47B1E">
      <w:pPr>
        <w:numPr>
          <w:ilvl w:val="0"/>
          <w:numId w:val="17"/>
        </w:num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wykazy synchronizacyjne</w:t>
      </w:r>
      <w:r w:rsidR="003F689C" w:rsidRPr="00477D5E">
        <w:rPr>
          <w:rFonts w:ascii="Verdana" w:hAnsi="Verdana"/>
          <w:w w:val="90"/>
        </w:rPr>
        <w:t xml:space="preserve"> </w:t>
      </w:r>
      <w:r w:rsidR="00716C31" w:rsidRPr="00477D5E">
        <w:rPr>
          <w:rFonts w:ascii="Verdana" w:hAnsi="Verdana"/>
          <w:w w:val="90"/>
        </w:rPr>
        <w:t xml:space="preserve">i wykazy </w:t>
      </w:r>
      <w:r w:rsidR="003F689C" w:rsidRPr="00477D5E">
        <w:rPr>
          <w:rFonts w:ascii="Verdana" w:hAnsi="Verdana"/>
          <w:w w:val="90"/>
        </w:rPr>
        <w:t>zmian danych ewidencyjnych</w:t>
      </w:r>
      <w:r w:rsidRPr="00477D5E">
        <w:rPr>
          <w:rFonts w:ascii="Verdana" w:hAnsi="Verdana"/>
          <w:w w:val="90"/>
        </w:rPr>
        <w:t>,</w:t>
      </w:r>
    </w:p>
    <w:p w14:paraId="2E6A5B80" w14:textId="0AE60086" w:rsidR="00907AE8" w:rsidRPr="00477D5E" w:rsidRDefault="00907AE8" w:rsidP="00D47B1E">
      <w:pPr>
        <w:numPr>
          <w:ilvl w:val="0"/>
          <w:numId w:val="17"/>
        </w:num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plik w formacie </w:t>
      </w:r>
      <w:r w:rsidR="001915FD" w:rsidRPr="00DF512F">
        <w:rPr>
          <w:rFonts w:ascii="Verdana" w:hAnsi="Verdana"/>
          <w:b/>
          <w:bCs/>
          <w:w w:val="90"/>
        </w:rPr>
        <w:t>txt</w:t>
      </w:r>
      <w:r w:rsidR="001915FD" w:rsidRPr="00477D5E">
        <w:rPr>
          <w:rFonts w:ascii="Verdana" w:hAnsi="Verdana"/>
          <w:w w:val="90"/>
        </w:rPr>
        <w:t xml:space="preserve">, </w:t>
      </w:r>
      <w:proofErr w:type="spellStart"/>
      <w:r w:rsidR="001915FD" w:rsidRPr="00DF512F">
        <w:rPr>
          <w:rFonts w:ascii="Verdana" w:hAnsi="Verdana"/>
          <w:b/>
          <w:bCs/>
          <w:w w:val="90"/>
        </w:rPr>
        <w:t>shp</w:t>
      </w:r>
      <w:proofErr w:type="spellEnd"/>
      <w:r w:rsidR="001915FD" w:rsidRPr="00477D5E">
        <w:rPr>
          <w:rFonts w:ascii="Verdana" w:hAnsi="Verdana"/>
          <w:w w:val="90"/>
        </w:rPr>
        <w:t xml:space="preserve">, </w:t>
      </w:r>
      <w:r w:rsidR="001915FD" w:rsidRPr="00DF512F">
        <w:rPr>
          <w:rFonts w:ascii="Verdana" w:hAnsi="Verdana"/>
          <w:b/>
          <w:bCs/>
          <w:w w:val="90"/>
        </w:rPr>
        <w:t>pdf</w:t>
      </w:r>
      <w:r w:rsidR="001915FD" w:rsidRPr="00477D5E">
        <w:rPr>
          <w:rFonts w:ascii="Verdana" w:hAnsi="Verdana"/>
          <w:w w:val="90"/>
        </w:rPr>
        <w:t xml:space="preserve">, </w:t>
      </w:r>
      <w:proofErr w:type="spellStart"/>
      <w:r w:rsidR="001915FD" w:rsidRPr="00DF512F">
        <w:rPr>
          <w:rFonts w:ascii="Verdana" w:hAnsi="Verdana"/>
          <w:b/>
          <w:bCs/>
          <w:w w:val="90"/>
        </w:rPr>
        <w:t>dxf</w:t>
      </w:r>
      <w:proofErr w:type="spellEnd"/>
      <w:r w:rsidR="001915FD" w:rsidRPr="00477D5E">
        <w:rPr>
          <w:rFonts w:ascii="Verdana" w:hAnsi="Verdana"/>
          <w:w w:val="90"/>
        </w:rPr>
        <w:t xml:space="preserve"> oraz obowiązującym standardzie wymiany danych ewidencyjnych</w:t>
      </w:r>
      <w:r w:rsidR="001915FD" w:rsidRPr="00477D5E">
        <w:rPr>
          <w:rFonts w:ascii="Verdana" w:hAnsi="Verdana"/>
          <w:b/>
          <w:w w:val="90"/>
        </w:rPr>
        <w:t xml:space="preserve"> </w:t>
      </w:r>
      <w:r w:rsidR="00D61CC3" w:rsidRPr="00477D5E">
        <w:rPr>
          <w:rFonts w:ascii="Verdana" w:hAnsi="Verdana"/>
          <w:b/>
          <w:w w:val="90"/>
        </w:rPr>
        <w:t>(</w:t>
      </w:r>
      <w:proofErr w:type="spellStart"/>
      <w:r w:rsidR="00D61CC3" w:rsidRPr="00477D5E">
        <w:rPr>
          <w:rFonts w:ascii="Verdana" w:hAnsi="Verdana"/>
          <w:b/>
          <w:w w:val="90"/>
        </w:rPr>
        <w:t>gml</w:t>
      </w:r>
      <w:proofErr w:type="spellEnd"/>
      <w:r w:rsidR="00D61CC3" w:rsidRPr="00477D5E">
        <w:rPr>
          <w:rFonts w:ascii="Verdana" w:hAnsi="Verdana"/>
          <w:b/>
          <w:w w:val="90"/>
        </w:rPr>
        <w:t xml:space="preserve">) </w:t>
      </w:r>
      <w:r w:rsidRPr="00477D5E">
        <w:rPr>
          <w:rFonts w:ascii="Verdana" w:hAnsi="Verdana"/>
          <w:w w:val="90"/>
        </w:rPr>
        <w:t xml:space="preserve">umożliwiający import danych (współrzędne punktów granicznych </w:t>
      </w:r>
      <w:r w:rsidR="00915794">
        <w:rPr>
          <w:rFonts w:ascii="Verdana" w:hAnsi="Verdana"/>
          <w:w w:val="90"/>
        </w:rPr>
        <w:br/>
      </w:r>
      <w:r w:rsidRPr="00477D5E">
        <w:rPr>
          <w:rFonts w:ascii="Verdana" w:hAnsi="Verdana"/>
          <w:w w:val="90"/>
        </w:rPr>
        <w:t xml:space="preserve">i połączenia) dla działek wchodzących w skład pasa drogowego oraz sąsiednich będących przedmiotem opracowania </w:t>
      </w:r>
      <w:r w:rsidRPr="00477D5E">
        <w:rPr>
          <w:rFonts w:ascii="Verdana" w:hAnsi="Verdana"/>
          <w:b/>
          <w:w w:val="90"/>
        </w:rPr>
        <w:t>- 1 egz</w:t>
      </w:r>
      <w:r w:rsidRPr="00477D5E">
        <w:rPr>
          <w:rFonts w:ascii="Verdana" w:hAnsi="Verdana"/>
          <w:w w:val="90"/>
        </w:rPr>
        <w:t>.</w:t>
      </w:r>
    </w:p>
    <w:p w14:paraId="4144FCD1" w14:textId="27F4CBD2" w:rsidR="00907AE8" w:rsidRPr="00477D5E" w:rsidRDefault="00907AE8" w:rsidP="00D47B1E">
      <w:pPr>
        <w:numPr>
          <w:ilvl w:val="0"/>
          <w:numId w:val="17"/>
        </w:num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kopie </w:t>
      </w:r>
      <w:r w:rsidR="00A939BB" w:rsidRPr="00477D5E">
        <w:rPr>
          <w:rFonts w:ascii="Verdana" w:hAnsi="Verdana"/>
          <w:w w:val="90"/>
        </w:rPr>
        <w:t xml:space="preserve">przyjętych do państwowego zasobu geodezyjnego i kartograficznego </w:t>
      </w:r>
      <w:r w:rsidRPr="00477D5E">
        <w:rPr>
          <w:rFonts w:ascii="Verdana" w:hAnsi="Verdana"/>
          <w:w w:val="90"/>
        </w:rPr>
        <w:t xml:space="preserve">protokołów </w:t>
      </w:r>
      <w:r w:rsidR="00915794">
        <w:rPr>
          <w:rFonts w:ascii="Verdana" w:hAnsi="Verdana"/>
          <w:w w:val="90"/>
        </w:rPr>
        <w:br/>
      </w:r>
      <w:r w:rsidRPr="00477D5E">
        <w:rPr>
          <w:rFonts w:ascii="Verdana" w:hAnsi="Verdana"/>
          <w:w w:val="90"/>
        </w:rPr>
        <w:t xml:space="preserve">z czynności </w:t>
      </w:r>
      <w:r w:rsidR="00EE6E12" w:rsidRPr="00477D5E">
        <w:rPr>
          <w:rFonts w:ascii="Verdana" w:hAnsi="Verdana"/>
          <w:w w:val="90"/>
        </w:rPr>
        <w:t xml:space="preserve">wznowienia, wyznaczenia lub ustalenia granic </w:t>
      </w:r>
      <w:r w:rsidRPr="00477D5E">
        <w:rPr>
          <w:rFonts w:ascii="Verdana" w:hAnsi="Verdana"/>
          <w:w w:val="90"/>
        </w:rPr>
        <w:t>wraz ze szkic</w:t>
      </w:r>
      <w:r w:rsidR="00A939BB" w:rsidRPr="00477D5E">
        <w:rPr>
          <w:rFonts w:ascii="Verdana" w:hAnsi="Verdana"/>
          <w:w w:val="90"/>
        </w:rPr>
        <w:t>ami</w:t>
      </w:r>
      <w:r w:rsidRPr="00477D5E">
        <w:rPr>
          <w:rFonts w:ascii="Verdana" w:hAnsi="Verdana"/>
          <w:w w:val="90"/>
        </w:rPr>
        <w:t xml:space="preserve"> </w:t>
      </w:r>
      <w:r w:rsidR="00800707" w:rsidRPr="00477D5E">
        <w:rPr>
          <w:rFonts w:ascii="Verdana" w:hAnsi="Verdana"/>
          <w:w w:val="90"/>
        </w:rPr>
        <w:t>granicznym</w:t>
      </w:r>
      <w:r w:rsidR="00A939BB" w:rsidRPr="00477D5E">
        <w:rPr>
          <w:rFonts w:ascii="Verdana" w:hAnsi="Verdana"/>
          <w:w w:val="90"/>
        </w:rPr>
        <w:t>i</w:t>
      </w:r>
      <w:r w:rsidR="008F0D4C" w:rsidRPr="00477D5E">
        <w:rPr>
          <w:rFonts w:ascii="Verdana" w:hAnsi="Verdana"/>
          <w:w w:val="90"/>
        </w:rPr>
        <w:t>.</w:t>
      </w:r>
    </w:p>
    <w:p w14:paraId="0EA3A410" w14:textId="5E2E4B65" w:rsidR="006E179A" w:rsidRPr="00477D5E" w:rsidRDefault="006E179A" w:rsidP="00D47B1E">
      <w:pPr>
        <w:numPr>
          <w:ilvl w:val="0"/>
          <w:numId w:val="17"/>
        </w:num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Protokoły i kopie dokumentów</w:t>
      </w:r>
      <w:r w:rsidR="00007E50" w:rsidRPr="00477D5E">
        <w:rPr>
          <w:rFonts w:ascii="Verdana" w:hAnsi="Verdana"/>
          <w:w w:val="90"/>
        </w:rPr>
        <w:t>,</w:t>
      </w:r>
      <w:r w:rsidRPr="00477D5E">
        <w:rPr>
          <w:rFonts w:ascii="Verdana" w:hAnsi="Verdana"/>
          <w:w w:val="90"/>
        </w:rPr>
        <w:t xml:space="preserve"> o których mowa w pkt 4.5.2.</w:t>
      </w:r>
      <w:r w:rsidR="00F7791E" w:rsidRPr="00477D5E">
        <w:rPr>
          <w:rFonts w:ascii="Verdana" w:hAnsi="Verdana"/>
          <w:w w:val="90"/>
        </w:rPr>
        <w:t>2</w:t>
      </w:r>
      <w:r w:rsidRPr="00477D5E">
        <w:rPr>
          <w:rFonts w:ascii="Verdana" w:hAnsi="Verdana"/>
          <w:w w:val="90"/>
        </w:rPr>
        <w:t>.</w:t>
      </w:r>
    </w:p>
    <w:p w14:paraId="36D9ADE3" w14:textId="77777777" w:rsidR="006E179A" w:rsidRPr="00477D5E" w:rsidRDefault="006E179A" w:rsidP="00D47B1E">
      <w:pPr>
        <w:numPr>
          <w:ilvl w:val="0"/>
          <w:numId w:val="17"/>
        </w:num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Dodatkowo Wykonawca sporządzi w dwóch egzemplarzach zestawienia tabelaryczne w formacie </w:t>
      </w:r>
      <w:proofErr w:type="spellStart"/>
      <w:r w:rsidRPr="00DF512F">
        <w:rPr>
          <w:rFonts w:ascii="Verdana" w:hAnsi="Verdana"/>
          <w:b/>
          <w:bCs/>
          <w:w w:val="90"/>
        </w:rPr>
        <w:t>xlsx</w:t>
      </w:r>
      <w:proofErr w:type="spellEnd"/>
      <w:r w:rsidRPr="00477D5E">
        <w:rPr>
          <w:rFonts w:ascii="Verdana" w:hAnsi="Verdana"/>
          <w:w w:val="90"/>
        </w:rPr>
        <w:t xml:space="preserve"> i </w:t>
      </w:r>
      <w:r w:rsidRPr="00DF512F">
        <w:rPr>
          <w:rFonts w:ascii="Verdana" w:hAnsi="Verdana"/>
          <w:b/>
          <w:bCs/>
          <w:w w:val="90"/>
        </w:rPr>
        <w:t>pdf</w:t>
      </w:r>
      <w:r w:rsidRPr="00477D5E">
        <w:rPr>
          <w:rFonts w:ascii="Verdana" w:hAnsi="Verdana"/>
          <w:w w:val="90"/>
        </w:rPr>
        <w:t>, w których zawarta zostanie informacja o granicach spornych, zajęciach pasa drogowego, zajęciach nieruchomości sąsiednich pod pas drogowy i infrastrukturę drogową.</w:t>
      </w:r>
    </w:p>
    <w:p w14:paraId="57F0C085" w14:textId="77777777" w:rsidR="00286B1A" w:rsidRPr="00477D5E" w:rsidRDefault="00286B1A" w:rsidP="006E179A">
      <w:pPr>
        <w:rPr>
          <w:rFonts w:ascii="Verdana" w:hAnsi="Verdana"/>
          <w:w w:val="90"/>
        </w:rPr>
      </w:pPr>
    </w:p>
    <w:p w14:paraId="4A168D1A" w14:textId="77777777" w:rsidR="005166F5" w:rsidRPr="00477D5E" w:rsidRDefault="005166F5" w:rsidP="00700309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Zestawienie </w:t>
      </w:r>
      <w:r w:rsidRPr="00DF512F">
        <w:rPr>
          <w:rFonts w:ascii="Verdana" w:hAnsi="Verdana"/>
          <w:b/>
          <w:bCs/>
          <w:w w:val="90"/>
        </w:rPr>
        <w:t>zajęć nieruchomości sąsiedniej</w:t>
      </w:r>
      <w:r w:rsidRPr="00477D5E">
        <w:rPr>
          <w:rFonts w:ascii="Verdana" w:hAnsi="Verdana"/>
          <w:w w:val="90"/>
        </w:rPr>
        <w:t xml:space="preserve"> przez pas drogowy winno obejmować co najmniej:</w:t>
      </w:r>
    </w:p>
    <w:p w14:paraId="5E2FEFAB" w14:textId="77777777" w:rsidR="005166F5" w:rsidRPr="00477D5E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-  </w:t>
      </w:r>
      <w:r w:rsidR="00700309" w:rsidRPr="00477D5E">
        <w:rPr>
          <w:rFonts w:ascii="Verdana" w:hAnsi="Verdana"/>
          <w:w w:val="90"/>
        </w:rPr>
        <w:tab/>
      </w:r>
      <w:r w:rsidRPr="00477D5E">
        <w:rPr>
          <w:rFonts w:ascii="Verdana" w:hAnsi="Verdana"/>
          <w:w w:val="90"/>
        </w:rPr>
        <w:t>położenie nieruchomości (powiat, gmina, obręb),</w:t>
      </w:r>
    </w:p>
    <w:p w14:paraId="700A4910" w14:textId="77777777" w:rsidR="005166F5" w:rsidRPr="00477D5E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-  </w:t>
      </w:r>
      <w:r w:rsidR="00700309" w:rsidRPr="00477D5E">
        <w:rPr>
          <w:rFonts w:ascii="Verdana" w:hAnsi="Verdana"/>
          <w:w w:val="90"/>
        </w:rPr>
        <w:tab/>
      </w:r>
      <w:r w:rsidRPr="00477D5E">
        <w:rPr>
          <w:rFonts w:ascii="Verdana" w:hAnsi="Verdana"/>
          <w:w w:val="90"/>
        </w:rPr>
        <w:t>nr działki ewidencyjnej,</w:t>
      </w:r>
    </w:p>
    <w:p w14:paraId="55A1D1C3" w14:textId="77777777" w:rsidR="005166F5" w:rsidRPr="00477D5E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-  </w:t>
      </w:r>
      <w:r w:rsidR="00700309" w:rsidRPr="00477D5E">
        <w:rPr>
          <w:rFonts w:ascii="Verdana" w:hAnsi="Verdana"/>
          <w:w w:val="90"/>
        </w:rPr>
        <w:tab/>
      </w:r>
      <w:r w:rsidRPr="00477D5E">
        <w:rPr>
          <w:rFonts w:ascii="Verdana" w:hAnsi="Verdana"/>
          <w:w w:val="90"/>
        </w:rPr>
        <w:t>powierzchnię działki ewidencyjnej,</w:t>
      </w:r>
    </w:p>
    <w:p w14:paraId="3BF915DC" w14:textId="77777777" w:rsidR="005166F5" w:rsidRPr="00477D5E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- </w:t>
      </w:r>
      <w:r w:rsidR="00700309" w:rsidRPr="00477D5E">
        <w:rPr>
          <w:rFonts w:ascii="Verdana" w:hAnsi="Verdana"/>
          <w:w w:val="90"/>
        </w:rPr>
        <w:tab/>
      </w:r>
      <w:r w:rsidRPr="00477D5E">
        <w:rPr>
          <w:rFonts w:ascii="Verdana" w:hAnsi="Verdana"/>
          <w:w w:val="90"/>
        </w:rPr>
        <w:t>imię, nazwisko, adres korespondencyjny właściciela lub władającego nieruchomością sąsiadującą, której nieruchomość została zajęta pod pas drogowy</w:t>
      </w:r>
      <w:r w:rsidR="000639EF" w:rsidRPr="00477D5E">
        <w:rPr>
          <w:rFonts w:ascii="Verdana" w:hAnsi="Verdana"/>
          <w:w w:val="90"/>
        </w:rPr>
        <w:t>,</w:t>
      </w:r>
    </w:p>
    <w:p w14:paraId="5DC8619A" w14:textId="77777777" w:rsidR="005166F5" w:rsidRPr="00477D5E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- </w:t>
      </w:r>
      <w:r w:rsidR="00700309" w:rsidRPr="00477D5E">
        <w:rPr>
          <w:rFonts w:ascii="Verdana" w:hAnsi="Verdana"/>
          <w:w w:val="90"/>
        </w:rPr>
        <w:tab/>
      </w:r>
      <w:r w:rsidRPr="00477D5E">
        <w:rPr>
          <w:rFonts w:ascii="Verdana" w:hAnsi="Verdana"/>
          <w:w w:val="90"/>
        </w:rPr>
        <w:t xml:space="preserve">powierzchnię zajęcia nieruchomości sąsiedniej przez infrastrukturę drogową, wskazując docelową granicę pasa drogowego zgodnie z art. 34 ustawy o drogach publicznych (Odległość granicy pasa drogowego od zewnętrznej krawędzi wykopu, nasypu, rowu lub od innych urządzeń wymienionych w art. 4 pkt 1 i 2 powinna wynosić co najmniej 0,75 m, a dla autostrad i dróg </w:t>
      </w:r>
      <w:r w:rsidRPr="00477D5E">
        <w:rPr>
          <w:rFonts w:ascii="Verdana" w:hAnsi="Verdana"/>
          <w:w w:val="90"/>
        </w:rPr>
        <w:lastRenderedPageBreak/>
        <w:t>ekspresowych - co najmniej 2 m) oraz rodzaj infrastruktury drogowej zajmującej tą powierzchnię,</w:t>
      </w:r>
    </w:p>
    <w:p w14:paraId="6B553220" w14:textId="77777777" w:rsidR="005166F5" w:rsidRPr="00477D5E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- </w:t>
      </w:r>
      <w:r w:rsidR="00700309" w:rsidRPr="00477D5E">
        <w:rPr>
          <w:rFonts w:ascii="Verdana" w:hAnsi="Verdana"/>
          <w:w w:val="90"/>
        </w:rPr>
        <w:tab/>
      </w:r>
      <w:r w:rsidRPr="00477D5E">
        <w:rPr>
          <w:rFonts w:ascii="Verdana" w:hAnsi="Verdana"/>
          <w:w w:val="90"/>
        </w:rPr>
        <w:t xml:space="preserve">powierzchnię zajęcia nieruchomości przez elementy  obiektów mostowych i umocnień </w:t>
      </w:r>
      <w:r w:rsidR="00FD0912" w:rsidRPr="00477D5E">
        <w:rPr>
          <w:rFonts w:ascii="Verdana" w:hAnsi="Verdana"/>
          <w:w w:val="90"/>
        </w:rPr>
        <w:br/>
      </w:r>
      <w:r w:rsidRPr="00477D5E">
        <w:rPr>
          <w:rFonts w:ascii="Verdana" w:hAnsi="Verdana"/>
          <w:w w:val="90"/>
        </w:rPr>
        <w:t xml:space="preserve">w przestrzeni </w:t>
      </w:r>
      <w:proofErr w:type="spellStart"/>
      <w:r w:rsidRPr="00477D5E">
        <w:rPr>
          <w:rFonts w:ascii="Verdana" w:hAnsi="Verdana"/>
          <w:w w:val="90"/>
        </w:rPr>
        <w:t>podmostowej</w:t>
      </w:r>
      <w:proofErr w:type="spellEnd"/>
      <w:r w:rsidR="000639EF" w:rsidRPr="00477D5E">
        <w:rPr>
          <w:rFonts w:ascii="Verdana" w:hAnsi="Verdana"/>
          <w:w w:val="90"/>
        </w:rPr>
        <w:t>,</w:t>
      </w:r>
    </w:p>
    <w:p w14:paraId="3E70E605" w14:textId="77777777" w:rsidR="005166F5" w:rsidRPr="00477D5E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- </w:t>
      </w:r>
      <w:r w:rsidR="00700309" w:rsidRPr="00477D5E">
        <w:rPr>
          <w:rFonts w:ascii="Verdana" w:hAnsi="Verdana"/>
          <w:w w:val="90"/>
        </w:rPr>
        <w:tab/>
      </w:r>
      <w:r w:rsidRPr="00477D5E">
        <w:rPr>
          <w:rFonts w:ascii="Verdana" w:hAnsi="Verdana"/>
          <w:w w:val="90"/>
        </w:rPr>
        <w:t xml:space="preserve">dla obiektów mostowych należy wykonać pomiar powierzchni zajętości wynikający </w:t>
      </w:r>
      <w:r w:rsidR="00FD0912" w:rsidRPr="00477D5E">
        <w:rPr>
          <w:rFonts w:ascii="Verdana" w:hAnsi="Verdana"/>
          <w:w w:val="90"/>
        </w:rPr>
        <w:br/>
      </w:r>
      <w:r w:rsidRPr="00477D5E">
        <w:rPr>
          <w:rFonts w:ascii="Verdana" w:hAnsi="Verdana"/>
          <w:w w:val="90"/>
        </w:rPr>
        <w:t xml:space="preserve">z lokalizacji podpór, stożków na terenach nieruchomości na której zlokalizowana jest przeszkoda oraz umocnień w przestrzeni </w:t>
      </w:r>
      <w:proofErr w:type="spellStart"/>
      <w:r w:rsidRPr="00477D5E">
        <w:rPr>
          <w:rFonts w:ascii="Verdana" w:hAnsi="Verdana"/>
          <w:w w:val="90"/>
        </w:rPr>
        <w:t>podmostowej</w:t>
      </w:r>
      <w:proofErr w:type="spellEnd"/>
      <w:r w:rsidRPr="00477D5E">
        <w:rPr>
          <w:rFonts w:ascii="Verdana" w:hAnsi="Verdana"/>
          <w:w w:val="90"/>
        </w:rPr>
        <w:t xml:space="preserve"> związanych z funkcjonowaniem obiektu.</w:t>
      </w:r>
    </w:p>
    <w:p w14:paraId="0C3512FB" w14:textId="77777777" w:rsidR="00286B1A" w:rsidRPr="00477D5E" w:rsidRDefault="00286B1A" w:rsidP="005166F5">
      <w:pPr>
        <w:ind w:firstLine="709"/>
        <w:rPr>
          <w:rFonts w:ascii="Verdana" w:hAnsi="Verdana"/>
          <w:w w:val="90"/>
        </w:rPr>
      </w:pPr>
    </w:p>
    <w:p w14:paraId="6B25CD65" w14:textId="77777777" w:rsidR="005166F5" w:rsidRPr="00477D5E" w:rsidRDefault="00286B1A" w:rsidP="00700309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Z</w:t>
      </w:r>
      <w:r w:rsidR="005166F5" w:rsidRPr="00477D5E">
        <w:rPr>
          <w:rFonts w:ascii="Verdana" w:hAnsi="Verdana"/>
          <w:w w:val="90"/>
        </w:rPr>
        <w:t xml:space="preserve">estawienie </w:t>
      </w:r>
      <w:r w:rsidR="005166F5" w:rsidRPr="00DF512F">
        <w:rPr>
          <w:rFonts w:ascii="Verdana" w:hAnsi="Verdana"/>
          <w:b/>
          <w:bCs/>
          <w:w w:val="90"/>
        </w:rPr>
        <w:t>zajęć pasa drogowego</w:t>
      </w:r>
      <w:r w:rsidR="005166F5" w:rsidRPr="00477D5E">
        <w:rPr>
          <w:rFonts w:ascii="Verdana" w:hAnsi="Verdana"/>
          <w:w w:val="90"/>
        </w:rPr>
        <w:t xml:space="preserve"> winno obejmować co najmniej:</w:t>
      </w:r>
    </w:p>
    <w:p w14:paraId="24458DF6" w14:textId="77777777" w:rsidR="005166F5" w:rsidRPr="00477D5E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- </w:t>
      </w:r>
      <w:r w:rsidR="00700309" w:rsidRPr="00477D5E">
        <w:rPr>
          <w:rFonts w:ascii="Verdana" w:hAnsi="Verdana"/>
          <w:w w:val="90"/>
        </w:rPr>
        <w:tab/>
      </w:r>
      <w:r w:rsidRPr="00477D5E">
        <w:rPr>
          <w:rFonts w:ascii="Verdana" w:hAnsi="Verdana"/>
          <w:w w:val="90"/>
        </w:rPr>
        <w:t>położenie nieruchomości (powiat, gmina, obręb),</w:t>
      </w:r>
    </w:p>
    <w:p w14:paraId="1B63C9FF" w14:textId="77777777" w:rsidR="005166F5" w:rsidRPr="00477D5E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- </w:t>
      </w:r>
      <w:r w:rsidR="00700309" w:rsidRPr="00477D5E">
        <w:rPr>
          <w:rFonts w:ascii="Verdana" w:hAnsi="Verdana"/>
          <w:w w:val="90"/>
        </w:rPr>
        <w:tab/>
      </w:r>
      <w:r w:rsidRPr="00477D5E">
        <w:rPr>
          <w:rFonts w:ascii="Verdana" w:hAnsi="Verdana"/>
          <w:w w:val="90"/>
        </w:rPr>
        <w:t xml:space="preserve">nr </w:t>
      </w:r>
      <w:r w:rsidR="00286B1A" w:rsidRPr="00477D5E">
        <w:rPr>
          <w:rFonts w:ascii="Verdana" w:hAnsi="Verdana"/>
          <w:w w:val="90"/>
        </w:rPr>
        <w:t xml:space="preserve">i powierzchnię </w:t>
      </w:r>
      <w:r w:rsidRPr="00477D5E">
        <w:rPr>
          <w:rFonts w:ascii="Verdana" w:hAnsi="Verdana"/>
          <w:w w:val="90"/>
        </w:rPr>
        <w:t>działki ewidencyjnej</w:t>
      </w:r>
      <w:r w:rsidR="00286B1A" w:rsidRPr="00477D5E">
        <w:rPr>
          <w:rFonts w:ascii="Verdana" w:hAnsi="Verdana"/>
          <w:w w:val="90"/>
        </w:rPr>
        <w:t>, której zagospodarowanie powoduje zajęcie pasa drogowego</w:t>
      </w:r>
      <w:r w:rsidRPr="00477D5E">
        <w:rPr>
          <w:rFonts w:ascii="Verdana" w:hAnsi="Verdana"/>
          <w:w w:val="90"/>
        </w:rPr>
        <w:t>,</w:t>
      </w:r>
    </w:p>
    <w:p w14:paraId="5E48F4E1" w14:textId="77777777" w:rsidR="005166F5" w:rsidRPr="00477D5E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- </w:t>
      </w:r>
      <w:r w:rsidR="00700309" w:rsidRPr="00477D5E">
        <w:rPr>
          <w:rFonts w:ascii="Verdana" w:hAnsi="Verdana"/>
          <w:w w:val="90"/>
        </w:rPr>
        <w:tab/>
      </w:r>
      <w:r w:rsidRPr="00477D5E">
        <w:rPr>
          <w:rFonts w:ascii="Verdana" w:hAnsi="Verdana"/>
          <w:w w:val="90"/>
        </w:rPr>
        <w:t xml:space="preserve">uszczegółowione informacje o sposobie naruszenia pasa drogowego, </w:t>
      </w:r>
    </w:p>
    <w:p w14:paraId="2FE75340" w14:textId="77777777" w:rsidR="005166F5" w:rsidRPr="00477D5E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- </w:t>
      </w:r>
      <w:r w:rsidR="00700309" w:rsidRPr="00477D5E">
        <w:rPr>
          <w:rFonts w:ascii="Verdana" w:hAnsi="Verdana"/>
          <w:w w:val="90"/>
        </w:rPr>
        <w:tab/>
      </w:r>
      <w:r w:rsidRPr="00477D5E">
        <w:rPr>
          <w:rFonts w:ascii="Verdana" w:hAnsi="Verdana"/>
          <w:w w:val="90"/>
        </w:rPr>
        <w:t>powierzchnię zajęcia pasa drogowego z dokładnością wynikającą ze stanu faktycznego,</w:t>
      </w:r>
    </w:p>
    <w:p w14:paraId="58718D39" w14:textId="77777777" w:rsidR="005166F5" w:rsidRPr="00477D5E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- </w:t>
      </w:r>
      <w:r w:rsidR="00700309" w:rsidRPr="00477D5E">
        <w:rPr>
          <w:rFonts w:ascii="Verdana" w:hAnsi="Verdana"/>
          <w:w w:val="90"/>
        </w:rPr>
        <w:tab/>
      </w:r>
      <w:r w:rsidRPr="00477D5E">
        <w:rPr>
          <w:rFonts w:ascii="Verdana" w:hAnsi="Verdana"/>
          <w:w w:val="90"/>
        </w:rPr>
        <w:t>imię, nazwisko, adres korespondencyjny właściciela lub władającego nieruchomością sąsiadującą, która dokonała zajęcia pasa drogowego.</w:t>
      </w:r>
    </w:p>
    <w:p w14:paraId="1743AEC8" w14:textId="77777777" w:rsidR="000A7506" w:rsidRPr="00477D5E" w:rsidRDefault="000A7506" w:rsidP="000A7506">
      <w:pPr>
        <w:pStyle w:val="Nagwek1"/>
        <w:rPr>
          <w:rFonts w:ascii="Verdana" w:hAnsi="Verdana"/>
          <w:w w:val="90"/>
        </w:rPr>
      </w:pPr>
      <w:bookmarkStart w:id="18" w:name="_Toc410839334"/>
      <w:r w:rsidRPr="00477D5E">
        <w:rPr>
          <w:rFonts w:ascii="Verdana" w:hAnsi="Verdana"/>
          <w:w w:val="90"/>
        </w:rPr>
        <w:t xml:space="preserve">kontrola jakości </w:t>
      </w:r>
      <w:bookmarkEnd w:id="15"/>
      <w:bookmarkEnd w:id="16"/>
      <w:r w:rsidRPr="00477D5E">
        <w:rPr>
          <w:rFonts w:ascii="Verdana" w:hAnsi="Verdana"/>
          <w:w w:val="90"/>
        </w:rPr>
        <w:t>OPRACOWAŃ PROJEKTOWYCH</w:t>
      </w:r>
      <w:bookmarkEnd w:id="18"/>
    </w:p>
    <w:p w14:paraId="1A94F7CA" w14:textId="77777777" w:rsidR="000A7506" w:rsidRPr="00477D5E" w:rsidRDefault="000A7506" w:rsidP="000A7506">
      <w:pPr>
        <w:pStyle w:val="Nagwek2"/>
        <w:rPr>
          <w:rFonts w:ascii="Verdana" w:hAnsi="Verdana"/>
          <w:w w:val="90"/>
        </w:rPr>
      </w:pPr>
      <w:bookmarkStart w:id="19" w:name="_Toc416830704"/>
      <w:bookmarkStart w:id="20" w:name="_Toc6881285"/>
      <w:r w:rsidRPr="00477D5E">
        <w:rPr>
          <w:rFonts w:ascii="Verdana" w:hAnsi="Verdana"/>
          <w:w w:val="90"/>
        </w:rPr>
        <w:t>Podstawowe zasady kontroli jakości opracowań projektowych</w:t>
      </w:r>
    </w:p>
    <w:p w14:paraId="5FF2BEA6" w14:textId="77777777" w:rsidR="000A7506" w:rsidRPr="00477D5E" w:rsidRDefault="000A7506" w:rsidP="005C394D">
      <w:pPr>
        <w:pStyle w:val="tekstost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Podstawowe zasady kontroli jakości wykonywania opracowań projektowych przedstawiono </w:t>
      </w:r>
      <w:r w:rsidR="00EA388A" w:rsidRPr="00477D5E">
        <w:rPr>
          <w:rFonts w:ascii="Verdana" w:hAnsi="Verdana"/>
          <w:w w:val="90"/>
        </w:rPr>
        <w:br/>
      </w:r>
      <w:r w:rsidRPr="00477D5E">
        <w:rPr>
          <w:rFonts w:ascii="Verdana" w:hAnsi="Verdana"/>
          <w:w w:val="90"/>
        </w:rPr>
        <w:t>w SP</w:t>
      </w:r>
      <w:r w:rsidR="005D70D0" w:rsidRPr="00477D5E">
        <w:rPr>
          <w:rFonts w:ascii="Verdana" w:hAnsi="Verdana"/>
          <w:w w:val="90"/>
        </w:rPr>
        <w:t>.</w:t>
      </w:r>
      <w:r w:rsidRPr="00477D5E">
        <w:rPr>
          <w:rFonts w:ascii="Verdana" w:hAnsi="Verdana"/>
          <w:w w:val="90"/>
        </w:rPr>
        <w:t>00.00</w:t>
      </w:r>
      <w:r w:rsidR="00EA388A" w:rsidRPr="00477D5E">
        <w:rPr>
          <w:rFonts w:ascii="Verdana" w:hAnsi="Verdana"/>
          <w:w w:val="90"/>
        </w:rPr>
        <w:t>.00</w:t>
      </w:r>
      <w:r w:rsidRPr="00477D5E">
        <w:rPr>
          <w:rFonts w:ascii="Verdana" w:hAnsi="Verdana"/>
          <w:w w:val="90"/>
        </w:rPr>
        <w:t xml:space="preserve"> „Wymagania ogólne” pkt 5.</w:t>
      </w:r>
    </w:p>
    <w:p w14:paraId="7E88BDF8" w14:textId="77777777" w:rsidR="000A7506" w:rsidRPr="00477D5E" w:rsidRDefault="000A7506" w:rsidP="000A7506">
      <w:pPr>
        <w:pStyle w:val="Nagwek2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Przeglądy opracowań projektowych </w:t>
      </w:r>
    </w:p>
    <w:p w14:paraId="5EECC0DD" w14:textId="3F56CE9A" w:rsidR="000A7506" w:rsidRPr="00477D5E" w:rsidRDefault="000A7506" w:rsidP="005C394D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Przeglądy opracowań projektowych dla opracowania projektowego odbywać się będą </w:t>
      </w:r>
      <w:r w:rsidR="00477D5E" w:rsidRPr="00477D5E">
        <w:rPr>
          <w:rFonts w:ascii="Verdana" w:hAnsi="Verdana"/>
          <w:w w:val="90"/>
        </w:rPr>
        <w:br/>
      </w:r>
      <w:r w:rsidRPr="00477D5E">
        <w:rPr>
          <w:rFonts w:ascii="Verdana" w:hAnsi="Verdana"/>
          <w:w w:val="90"/>
        </w:rPr>
        <w:t>z częstotliwością co 1 miesiąc.</w:t>
      </w:r>
    </w:p>
    <w:p w14:paraId="3BAFBC2C" w14:textId="77777777" w:rsidR="00830A91" w:rsidRPr="00477D5E" w:rsidRDefault="00830A91" w:rsidP="00830A91">
      <w:pPr>
        <w:pStyle w:val="Nagwek2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 Wizyty robocze</w:t>
      </w:r>
    </w:p>
    <w:p w14:paraId="5FD2AE50" w14:textId="508C9D37" w:rsidR="00830A91" w:rsidRPr="00477D5E" w:rsidRDefault="00590121" w:rsidP="005C394D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Zamawiający</w:t>
      </w:r>
      <w:r w:rsidR="00830A91" w:rsidRPr="00477D5E">
        <w:rPr>
          <w:rFonts w:ascii="Verdana" w:hAnsi="Verdana"/>
          <w:w w:val="90"/>
        </w:rPr>
        <w:t xml:space="preserve"> może wziąć udział w wybranych pomiarach i czynnościach terenowych: </w:t>
      </w:r>
    </w:p>
    <w:p w14:paraId="30761419" w14:textId="77777777" w:rsidR="00830A91" w:rsidRPr="00477D5E" w:rsidRDefault="00830A91" w:rsidP="00830A91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-  zakładanie osnowy pomiarowej, </w:t>
      </w:r>
    </w:p>
    <w:p w14:paraId="3CEDBF2D" w14:textId="77777777" w:rsidR="00BC289B" w:rsidRPr="00477D5E" w:rsidRDefault="00BC289B" w:rsidP="00830A91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-</w:t>
      </w:r>
      <w:r w:rsidR="008F0D4C" w:rsidRPr="00477D5E">
        <w:rPr>
          <w:rFonts w:ascii="Verdana" w:hAnsi="Verdana"/>
          <w:w w:val="90"/>
        </w:rPr>
        <w:t xml:space="preserve">  wznowienie, </w:t>
      </w:r>
      <w:r w:rsidRPr="00477D5E">
        <w:rPr>
          <w:rFonts w:ascii="Verdana" w:hAnsi="Verdana"/>
          <w:w w:val="90"/>
        </w:rPr>
        <w:t>wyznaczenie</w:t>
      </w:r>
      <w:r w:rsidR="008F0D4C" w:rsidRPr="00477D5E">
        <w:rPr>
          <w:rFonts w:ascii="Verdana" w:hAnsi="Verdana"/>
          <w:w w:val="90"/>
        </w:rPr>
        <w:t>, ustalenie granic</w:t>
      </w:r>
      <w:r w:rsidR="00FB1857" w:rsidRPr="00477D5E">
        <w:rPr>
          <w:rFonts w:ascii="Verdana" w:hAnsi="Verdana"/>
          <w:w w:val="90"/>
        </w:rPr>
        <w:t>.</w:t>
      </w:r>
    </w:p>
    <w:p w14:paraId="07CBEEC1" w14:textId="77777777" w:rsidR="000A7506" w:rsidRPr="00477D5E" w:rsidRDefault="000A7506" w:rsidP="000A7506">
      <w:pPr>
        <w:pStyle w:val="Nagwek1"/>
        <w:spacing w:before="240"/>
        <w:rPr>
          <w:rFonts w:ascii="Verdana" w:hAnsi="Verdana"/>
          <w:w w:val="90"/>
        </w:rPr>
      </w:pPr>
      <w:bookmarkStart w:id="21" w:name="_Toc410839335"/>
      <w:r w:rsidRPr="00477D5E">
        <w:rPr>
          <w:rFonts w:ascii="Verdana" w:hAnsi="Verdana"/>
          <w:w w:val="90"/>
        </w:rPr>
        <w:t xml:space="preserve">obmiar </w:t>
      </w:r>
      <w:bookmarkEnd w:id="19"/>
      <w:bookmarkEnd w:id="20"/>
      <w:r w:rsidRPr="00477D5E">
        <w:rPr>
          <w:rFonts w:ascii="Verdana" w:hAnsi="Verdana"/>
          <w:w w:val="90"/>
        </w:rPr>
        <w:t>OPRACOWAŃ PROJEKTOWYCH</w:t>
      </w:r>
      <w:bookmarkEnd w:id="21"/>
    </w:p>
    <w:p w14:paraId="35930794" w14:textId="77777777" w:rsidR="000A7506" w:rsidRPr="00477D5E" w:rsidRDefault="000A7506" w:rsidP="000A7506">
      <w:pPr>
        <w:pStyle w:val="Nagwek2"/>
        <w:rPr>
          <w:rFonts w:ascii="Verdana" w:hAnsi="Verdana"/>
          <w:w w:val="90"/>
        </w:rPr>
      </w:pPr>
      <w:bookmarkStart w:id="22" w:name="_Toc416830706"/>
      <w:bookmarkStart w:id="23" w:name="_Toc6881287"/>
      <w:r w:rsidRPr="00477D5E">
        <w:rPr>
          <w:rFonts w:ascii="Verdana" w:hAnsi="Verdana"/>
          <w:w w:val="90"/>
        </w:rPr>
        <w:t>Jednostka obmiarowa</w:t>
      </w:r>
    </w:p>
    <w:p w14:paraId="5E397960" w14:textId="46368556" w:rsidR="001C7EED" w:rsidRPr="00477D5E" w:rsidRDefault="001C7EED" w:rsidP="001C7EED">
      <w:pPr>
        <w:pStyle w:val="tekstost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- dla umów rozliczanych obmiarowo jednostką obmiarową jest punkt graniczny. Rozliczenie również nastąpi na podstawie faktycznej ilości punktów granicznych w opracowaniu, </w:t>
      </w:r>
    </w:p>
    <w:p w14:paraId="64968BB6" w14:textId="61E16884" w:rsidR="000A7506" w:rsidRPr="00477D5E" w:rsidRDefault="001C7EED" w:rsidP="001C7EED">
      <w:pPr>
        <w:pStyle w:val="tekstost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- dla umów rozliczanych ryczałtowo nie stosujemy jednostek obmiarowych. </w:t>
      </w:r>
    </w:p>
    <w:p w14:paraId="7E7AA1E0" w14:textId="77777777" w:rsidR="000A7506" w:rsidRPr="00477D5E" w:rsidRDefault="000A7506" w:rsidP="000A7506">
      <w:pPr>
        <w:pStyle w:val="Nagwek1"/>
        <w:spacing w:before="240"/>
        <w:rPr>
          <w:rFonts w:ascii="Verdana" w:hAnsi="Verdana"/>
          <w:w w:val="90"/>
        </w:rPr>
      </w:pPr>
      <w:bookmarkStart w:id="24" w:name="_Toc416830705"/>
      <w:bookmarkStart w:id="25" w:name="_Toc6881286"/>
      <w:bookmarkStart w:id="26" w:name="_Toc410839336"/>
      <w:r w:rsidRPr="00477D5E">
        <w:rPr>
          <w:rFonts w:ascii="Verdana" w:hAnsi="Verdana"/>
          <w:w w:val="90"/>
        </w:rPr>
        <w:t xml:space="preserve">odbiór </w:t>
      </w:r>
      <w:bookmarkEnd w:id="24"/>
      <w:bookmarkEnd w:id="25"/>
      <w:r w:rsidR="00085E20" w:rsidRPr="00477D5E">
        <w:rPr>
          <w:rFonts w:ascii="Verdana" w:hAnsi="Verdana"/>
          <w:w w:val="90"/>
        </w:rPr>
        <w:t xml:space="preserve">OPRACOWAŃ </w:t>
      </w:r>
      <w:r w:rsidRPr="00477D5E">
        <w:rPr>
          <w:rFonts w:ascii="Verdana" w:hAnsi="Verdana"/>
          <w:w w:val="90"/>
        </w:rPr>
        <w:t>PROJEKTOWYCH</w:t>
      </w:r>
      <w:bookmarkEnd w:id="26"/>
    </w:p>
    <w:p w14:paraId="41A109A2" w14:textId="77777777" w:rsidR="00E61A29" w:rsidRPr="00477D5E" w:rsidRDefault="000A7506" w:rsidP="000A7506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Ogólne zasady odbioru opracowań projektowych przedstawiono w SP</w:t>
      </w:r>
      <w:r w:rsidR="005D70D0" w:rsidRPr="00477D5E">
        <w:rPr>
          <w:rFonts w:ascii="Verdana" w:hAnsi="Verdana"/>
          <w:w w:val="90"/>
        </w:rPr>
        <w:t>.</w:t>
      </w:r>
      <w:r w:rsidRPr="00477D5E">
        <w:rPr>
          <w:rFonts w:ascii="Verdana" w:hAnsi="Verdana"/>
          <w:w w:val="90"/>
        </w:rPr>
        <w:t>00.00</w:t>
      </w:r>
      <w:r w:rsidR="00FB1857" w:rsidRPr="00477D5E">
        <w:rPr>
          <w:rFonts w:ascii="Verdana" w:hAnsi="Verdana"/>
          <w:w w:val="90"/>
        </w:rPr>
        <w:t>.00</w:t>
      </w:r>
      <w:r w:rsidRPr="00477D5E">
        <w:rPr>
          <w:rFonts w:ascii="Verdana" w:hAnsi="Verdana"/>
          <w:w w:val="90"/>
        </w:rPr>
        <w:t xml:space="preserve"> „Wymagania ogólne” </w:t>
      </w:r>
      <w:r w:rsidR="002C5730" w:rsidRPr="00477D5E">
        <w:rPr>
          <w:rFonts w:ascii="Verdana" w:hAnsi="Verdana"/>
          <w:w w:val="90"/>
        </w:rPr>
        <w:t xml:space="preserve"> </w:t>
      </w:r>
    </w:p>
    <w:p w14:paraId="59FB5E0C" w14:textId="77777777" w:rsidR="000A7506" w:rsidRPr="00477D5E" w:rsidRDefault="000A7506" w:rsidP="000A7506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pkt 6.</w:t>
      </w:r>
    </w:p>
    <w:p w14:paraId="1B53D62B" w14:textId="77777777" w:rsidR="000A7506" w:rsidRPr="00477D5E" w:rsidRDefault="000A7506" w:rsidP="000A7506">
      <w:pPr>
        <w:pStyle w:val="Nagwek1"/>
        <w:spacing w:before="240"/>
        <w:rPr>
          <w:rFonts w:ascii="Verdana" w:hAnsi="Verdana"/>
          <w:w w:val="90"/>
        </w:rPr>
      </w:pPr>
      <w:bookmarkStart w:id="27" w:name="_Toc410839337"/>
      <w:r w:rsidRPr="00477D5E">
        <w:rPr>
          <w:rFonts w:ascii="Verdana" w:hAnsi="Verdana"/>
          <w:w w:val="90"/>
        </w:rPr>
        <w:t>płatności</w:t>
      </w:r>
      <w:bookmarkEnd w:id="22"/>
      <w:bookmarkEnd w:id="23"/>
      <w:bookmarkEnd w:id="27"/>
    </w:p>
    <w:p w14:paraId="7A4BE0FF" w14:textId="77777777" w:rsidR="000A7506" w:rsidRPr="00477D5E" w:rsidRDefault="000A7506" w:rsidP="000A7506">
      <w:pPr>
        <w:pStyle w:val="Nagwek2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Ogólne ustalenia dotyczące podstawy płatności</w:t>
      </w:r>
    </w:p>
    <w:p w14:paraId="4C038B60" w14:textId="77777777" w:rsidR="000A7506" w:rsidRPr="00477D5E" w:rsidRDefault="000A7506" w:rsidP="000A7506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Ogólne ustalenia dotyczące podstawy płatności podano w SP</w:t>
      </w:r>
      <w:r w:rsidR="005D70D0" w:rsidRPr="00477D5E">
        <w:rPr>
          <w:rFonts w:ascii="Verdana" w:hAnsi="Verdana"/>
          <w:w w:val="90"/>
        </w:rPr>
        <w:t>.</w:t>
      </w:r>
      <w:r w:rsidRPr="00477D5E">
        <w:rPr>
          <w:rFonts w:ascii="Verdana" w:hAnsi="Verdana"/>
          <w:w w:val="90"/>
        </w:rPr>
        <w:t>00.00</w:t>
      </w:r>
      <w:r w:rsidR="00FB1857" w:rsidRPr="00477D5E">
        <w:rPr>
          <w:rFonts w:ascii="Verdana" w:hAnsi="Verdana"/>
          <w:w w:val="90"/>
        </w:rPr>
        <w:t>.00</w:t>
      </w:r>
      <w:r w:rsidRPr="00477D5E">
        <w:rPr>
          <w:rFonts w:ascii="Verdana" w:hAnsi="Verdana"/>
          <w:w w:val="90"/>
        </w:rPr>
        <w:t xml:space="preserve"> „Wymagania ogólne” pkt </w:t>
      </w:r>
      <w:r w:rsidR="008D74D6" w:rsidRPr="00477D5E">
        <w:rPr>
          <w:rFonts w:ascii="Verdana" w:hAnsi="Verdana"/>
          <w:w w:val="90"/>
        </w:rPr>
        <w:t>7</w:t>
      </w:r>
      <w:r w:rsidRPr="00477D5E">
        <w:rPr>
          <w:rFonts w:ascii="Verdana" w:hAnsi="Verdana"/>
          <w:w w:val="90"/>
        </w:rPr>
        <w:t>.</w:t>
      </w:r>
    </w:p>
    <w:p w14:paraId="3F06BBB7" w14:textId="77777777" w:rsidR="000A7506" w:rsidRPr="00477D5E" w:rsidRDefault="000A7506" w:rsidP="000A7506">
      <w:pPr>
        <w:pStyle w:val="Nagwek2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Cena jednostki obmiarowej</w:t>
      </w:r>
    </w:p>
    <w:p w14:paraId="005C2D28" w14:textId="77777777" w:rsidR="000A7506" w:rsidRPr="00477D5E" w:rsidRDefault="009E3F44" w:rsidP="009E3F44">
      <w:pPr>
        <w:pStyle w:val="tekstost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 xml:space="preserve">Cena obejmuje wykonanie wszystkich niezbędnych materiałów i czynności </w:t>
      </w:r>
      <w:r w:rsidR="00561C23" w:rsidRPr="00477D5E">
        <w:rPr>
          <w:rFonts w:ascii="Verdana" w:hAnsi="Verdana"/>
          <w:w w:val="90"/>
        </w:rPr>
        <w:t xml:space="preserve">wynikających </w:t>
      </w:r>
      <w:r w:rsidR="00167628" w:rsidRPr="00477D5E">
        <w:rPr>
          <w:rFonts w:ascii="Verdana" w:hAnsi="Verdana"/>
          <w:w w:val="90"/>
        </w:rPr>
        <w:br/>
      </w:r>
      <w:r w:rsidR="00561C23" w:rsidRPr="00477D5E">
        <w:rPr>
          <w:rFonts w:ascii="Verdana" w:hAnsi="Verdana"/>
          <w:w w:val="90"/>
        </w:rPr>
        <w:t xml:space="preserve">z przedmiotowej specyfikacji. </w:t>
      </w:r>
    </w:p>
    <w:p w14:paraId="6B3D0A8E" w14:textId="77777777" w:rsidR="000A7506" w:rsidRPr="00477D5E" w:rsidRDefault="000A7506" w:rsidP="000A7506">
      <w:pPr>
        <w:pStyle w:val="Nagwek2"/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lastRenderedPageBreak/>
        <w:t>Sposób płatności</w:t>
      </w:r>
    </w:p>
    <w:p w14:paraId="1FCADE2E" w14:textId="77777777" w:rsidR="000A7506" w:rsidRPr="00477D5E" w:rsidRDefault="000A7506" w:rsidP="00D47B1E">
      <w:pPr>
        <w:rPr>
          <w:rFonts w:ascii="Verdana" w:hAnsi="Verdana"/>
          <w:w w:val="90"/>
        </w:rPr>
      </w:pPr>
      <w:r w:rsidRPr="00477D5E">
        <w:rPr>
          <w:rFonts w:ascii="Verdana" w:hAnsi="Verdana"/>
          <w:w w:val="90"/>
        </w:rPr>
        <w:t>Ogólne ustalenia dotyczące podstawy płatności podano w SP</w:t>
      </w:r>
      <w:r w:rsidR="00E23806" w:rsidRPr="00477D5E">
        <w:rPr>
          <w:rFonts w:ascii="Verdana" w:hAnsi="Verdana"/>
          <w:w w:val="90"/>
        </w:rPr>
        <w:t>.</w:t>
      </w:r>
      <w:r w:rsidRPr="00477D5E">
        <w:rPr>
          <w:rFonts w:ascii="Verdana" w:hAnsi="Verdana"/>
          <w:w w:val="90"/>
        </w:rPr>
        <w:t>00.00</w:t>
      </w:r>
      <w:r w:rsidR="00FB1857" w:rsidRPr="00477D5E">
        <w:rPr>
          <w:rFonts w:ascii="Verdana" w:hAnsi="Verdana"/>
          <w:w w:val="90"/>
        </w:rPr>
        <w:t>.00</w:t>
      </w:r>
      <w:r w:rsidRPr="00477D5E">
        <w:rPr>
          <w:rFonts w:ascii="Verdana" w:hAnsi="Verdana"/>
          <w:w w:val="90"/>
        </w:rPr>
        <w:t xml:space="preserve"> „Wymagania ogólne” pkt 7.</w:t>
      </w:r>
    </w:p>
    <w:p w14:paraId="44BA3E7D" w14:textId="77777777" w:rsidR="000A7506" w:rsidRPr="00DF512F" w:rsidRDefault="000A7506" w:rsidP="000A7506">
      <w:pPr>
        <w:pStyle w:val="Nagwek1"/>
        <w:rPr>
          <w:rFonts w:ascii="Verdana" w:hAnsi="Verdana"/>
          <w:w w:val="90"/>
        </w:rPr>
      </w:pPr>
      <w:bookmarkStart w:id="28" w:name="_Toc416830707"/>
      <w:bookmarkStart w:id="29" w:name="_Toc6881288"/>
      <w:bookmarkStart w:id="30" w:name="_Toc410839338"/>
      <w:r w:rsidRPr="00DF512F">
        <w:rPr>
          <w:rFonts w:ascii="Verdana" w:hAnsi="Verdana"/>
          <w:w w:val="90"/>
        </w:rPr>
        <w:t>przepisy związane</w:t>
      </w:r>
      <w:bookmarkEnd w:id="28"/>
      <w:bookmarkEnd w:id="29"/>
      <w:bookmarkEnd w:id="30"/>
    </w:p>
    <w:p w14:paraId="37FC0898" w14:textId="77777777" w:rsidR="000A7506" w:rsidRPr="00DF512F" w:rsidRDefault="000A7506" w:rsidP="000A7506">
      <w:pPr>
        <w:pStyle w:val="Nagwek2"/>
        <w:rPr>
          <w:rFonts w:ascii="Verdana" w:hAnsi="Verdana"/>
          <w:w w:val="90"/>
        </w:rPr>
      </w:pPr>
      <w:bookmarkStart w:id="31" w:name="_Ref468711731"/>
      <w:bookmarkStart w:id="32" w:name="_Ref468711734"/>
      <w:bookmarkStart w:id="33" w:name="_Toc468927885"/>
      <w:bookmarkStart w:id="34" w:name="_Ref388965600"/>
      <w:r w:rsidRPr="00DF512F">
        <w:rPr>
          <w:rFonts w:ascii="Verdana" w:hAnsi="Verdana"/>
          <w:w w:val="90"/>
        </w:rPr>
        <w:t>Przepisy prawne</w:t>
      </w:r>
      <w:bookmarkStart w:id="35" w:name="_Hlt452009317"/>
      <w:bookmarkEnd w:id="35"/>
      <w:r w:rsidRPr="00DF512F">
        <w:rPr>
          <w:rFonts w:ascii="Verdana" w:hAnsi="Verdana"/>
          <w:w w:val="90"/>
        </w:rPr>
        <w:t xml:space="preserve"> i normy.</w:t>
      </w:r>
      <w:bookmarkEnd w:id="31"/>
      <w:bookmarkEnd w:id="32"/>
      <w:bookmarkEnd w:id="33"/>
    </w:p>
    <w:p w14:paraId="5AE2781F" w14:textId="77777777" w:rsidR="004F5DF2" w:rsidRPr="00DF512F" w:rsidRDefault="004F5DF2" w:rsidP="004F5DF2">
      <w:pPr>
        <w:rPr>
          <w:w w:val="90"/>
        </w:rPr>
      </w:pPr>
      <w:bookmarkStart w:id="36" w:name="_Hlt398042668"/>
      <w:bookmarkStart w:id="37" w:name="_Hlt468964543"/>
      <w:bookmarkStart w:id="38" w:name="_Hlt404606348"/>
      <w:bookmarkStart w:id="39" w:name="_Hlt433766730"/>
      <w:bookmarkStart w:id="40" w:name="_Ref389141101"/>
      <w:bookmarkStart w:id="41" w:name="_Ref433766713"/>
      <w:bookmarkStart w:id="42" w:name="_Ref468964254"/>
      <w:bookmarkStart w:id="43" w:name="_Ref391561734"/>
      <w:bookmarkStart w:id="44" w:name="_Toc404682436"/>
      <w:bookmarkStart w:id="45" w:name="_Ref418655134"/>
      <w:bookmarkEnd w:id="34"/>
      <w:bookmarkEnd w:id="36"/>
      <w:bookmarkEnd w:id="37"/>
      <w:bookmarkEnd w:id="38"/>
      <w:bookmarkEnd w:id="39"/>
    </w:p>
    <w:p w14:paraId="3D273359" w14:textId="25EF617F" w:rsidR="004F5DF2" w:rsidRPr="00DF512F" w:rsidRDefault="004F5DF2" w:rsidP="004F5DF2">
      <w:pPr>
        <w:pStyle w:val="Listapunktowana"/>
        <w:numPr>
          <w:ilvl w:val="0"/>
          <w:numId w:val="5"/>
        </w:numPr>
        <w:rPr>
          <w:rFonts w:ascii="Verdana" w:hAnsi="Verdana"/>
          <w:w w:val="90"/>
          <w:sz w:val="20"/>
        </w:rPr>
      </w:pPr>
      <w:r w:rsidRPr="00DF512F">
        <w:rPr>
          <w:rFonts w:ascii="Verdana" w:hAnsi="Verdana"/>
          <w:spacing w:val="0"/>
          <w:w w:val="90"/>
          <w:sz w:val="20"/>
        </w:rPr>
        <w:t>Ustawa z dnia 7</w:t>
      </w:r>
      <w:r w:rsidR="00ED1ABE" w:rsidRPr="00DF512F">
        <w:rPr>
          <w:rFonts w:ascii="Verdana" w:hAnsi="Verdana"/>
          <w:spacing w:val="0"/>
          <w:w w:val="90"/>
          <w:sz w:val="20"/>
        </w:rPr>
        <w:t xml:space="preserve"> lipca </w:t>
      </w:r>
      <w:r w:rsidRPr="00DF512F">
        <w:rPr>
          <w:rFonts w:ascii="Verdana" w:hAnsi="Verdana"/>
          <w:spacing w:val="0"/>
          <w:w w:val="90"/>
          <w:sz w:val="20"/>
        </w:rPr>
        <w:t>1994</w:t>
      </w:r>
      <w:r w:rsidR="00B37517" w:rsidRPr="00DF512F">
        <w:rPr>
          <w:rFonts w:ascii="Verdana" w:hAnsi="Verdana"/>
          <w:spacing w:val="0"/>
          <w:w w:val="90"/>
          <w:sz w:val="20"/>
        </w:rPr>
        <w:t xml:space="preserve"> </w:t>
      </w:r>
      <w:r w:rsidRPr="00DF512F">
        <w:rPr>
          <w:rFonts w:ascii="Verdana" w:hAnsi="Verdana"/>
          <w:spacing w:val="0"/>
          <w:w w:val="90"/>
          <w:sz w:val="20"/>
        </w:rPr>
        <w:t xml:space="preserve">r. </w:t>
      </w:r>
      <w:r w:rsidR="00D47B1E" w:rsidRPr="00DF512F">
        <w:rPr>
          <w:rFonts w:ascii="Verdana" w:hAnsi="Verdana"/>
          <w:b/>
          <w:spacing w:val="0"/>
          <w:w w:val="90"/>
          <w:sz w:val="20"/>
        </w:rPr>
        <w:t>P</w:t>
      </w:r>
      <w:r w:rsidRPr="00DF512F">
        <w:rPr>
          <w:rFonts w:ascii="Verdana" w:hAnsi="Verdana"/>
          <w:b/>
          <w:spacing w:val="0"/>
          <w:w w:val="90"/>
          <w:sz w:val="20"/>
        </w:rPr>
        <w:t xml:space="preserve">rawo budowlane </w:t>
      </w:r>
      <w:r w:rsidR="00D9328D" w:rsidRPr="00DF512F">
        <w:rPr>
          <w:rFonts w:ascii="Verdana" w:hAnsi="Verdana"/>
          <w:spacing w:val="0"/>
          <w:w w:val="90"/>
          <w:sz w:val="20"/>
        </w:rPr>
        <w:t>(</w:t>
      </w:r>
      <w:r w:rsidRPr="00DF512F">
        <w:rPr>
          <w:rFonts w:ascii="Verdana" w:hAnsi="Verdana"/>
          <w:w w:val="90"/>
          <w:sz w:val="20"/>
        </w:rPr>
        <w:t xml:space="preserve">Dz.U. z </w:t>
      </w:r>
      <w:r w:rsidR="000C79E3" w:rsidRPr="00DF512F">
        <w:rPr>
          <w:rFonts w:ascii="Verdana" w:hAnsi="Verdana"/>
          <w:w w:val="90"/>
          <w:sz w:val="20"/>
        </w:rPr>
        <w:t>202</w:t>
      </w:r>
      <w:r w:rsidR="008467AE" w:rsidRPr="00DF512F">
        <w:rPr>
          <w:rFonts w:ascii="Verdana" w:hAnsi="Verdana"/>
          <w:w w:val="90"/>
          <w:sz w:val="20"/>
        </w:rPr>
        <w:t>3</w:t>
      </w:r>
      <w:r w:rsidR="000C79E3" w:rsidRPr="00DF512F">
        <w:rPr>
          <w:rFonts w:ascii="Verdana" w:hAnsi="Verdana"/>
          <w:w w:val="90"/>
          <w:sz w:val="20"/>
        </w:rPr>
        <w:t xml:space="preserve"> </w:t>
      </w:r>
      <w:r w:rsidR="00AF12AB" w:rsidRPr="00DF512F">
        <w:rPr>
          <w:rFonts w:ascii="Verdana" w:hAnsi="Verdana"/>
          <w:w w:val="90"/>
          <w:sz w:val="20"/>
        </w:rPr>
        <w:t>r.</w:t>
      </w:r>
      <w:r w:rsidRPr="00DF512F">
        <w:rPr>
          <w:rFonts w:ascii="Verdana" w:hAnsi="Verdana"/>
          <w:w w:val="90"/>
          <w:sz w:val="20"/>
        </w:rPr>
        <w:t xml:space="preserve">, poz. </w:t>
      </w:r>
      <w:r w:rsidR="008467AE" w:rsidRPr="00DF512F">
        <w:rPr>
          <w:rFonts w:ascii="Verdana" w:hAnsi="Verdana"/>
          <w:w w:val="90"/>
          <w:sz w:val="20"/>
        </w:rPr>
        <w:t xml:space="preserve">682, z </w:t>
      </w:r>
      <w:proofErr w:type="spellStart"/>
      <w:r w:rsidR="008467AE" w:rsidRPr="00DF512F">
        <w:rPr>
          <w:rFonts w:ascii="Verdana" w:hAnsi="Verdana"/>
          <w:w w:val="90"/>
          <w:sz w:val="20"/>
        </w:rPr>
        <w:t>późn</w:t>
      </w:r>
      <w:proofErr w:type="spellEnd"/>
      <w:r w:rsidR="008467AE" w:rsidRPr="00DF512F">
        <w:rPr>
          <w:rFonts w:ascii="Verdana" w:hAnsi="Verdana"/>
          <w:w w:val="90"/>
          <w:sz w:val="20"/>
        </w:rPr>
        <w:t>. zm.</w:t>
      </w:r>
      <w:r w:rsidRPr="00DF512F">
        <w:rPr>
          <w:rFonts w:ascii="Verdana" w:hAnsi="Verdana"/>
          <w:w w:val="90"/>
          <w:sz w:val="20"/>
        </w:rPr>
        <w:t>)</w:t>
      </w:r>
      <w:r w:rsidR="003D79AC" w:rsidRPr="00DF512F">
        <w:rPr>
          <w:rFonts w:ascii="Verdana" w:hAnsi="Verdana"/>
          <w:w w:val="90"/>
          <w:sz w:val="20"/>
        </w:rPr>
        <w:t>.</w:t>
      </w:r>
    </w:p>
    <w:p w14:paraId="23E9C15D" w14:textId="2AABCE6F" w:rsidR="004F5DF2" w:rsidRPr="00DF512F" w:rsidRDefault="004F5DF2" w:rsidP="004F5DF2">
      <w:pPr>
        <w:pStyle w:val="Listapunktowana"/>
        <w:numPr>
          <w:ilvl w:val="0"/>
          <w:numId w:val="5"/>
        </w:numPr>
        <w:rPr>
          <w:rFonts w:ascii="Verdana" w:hAnsi="Verdana"/>
          <w:w w:val="90"/>
          <w:sz w:val="20"/>
        </w:rPr>
      </w:pPr>
      <w:bookmarkStart w:id="46" w:name="_Ref468338160"/>
      <w:bookmarkStart w:id="47" w:name="_Ref418662200"/>
      <w:r w:rsidRPr="00DF512F">
        <w:rPr>
          <w:rFonts w:ascii="Verdana" w:hAnsi="Verdana"/>
          <w:spacing w:val="0"/>
          <w:w w:val="90"/>
          <w:sz w:val="20"/>
        </w:rPr>
        <w:t>Ustawa z dnia 21</w:t>
      </w:r>
      <w:r w:rsidR="00ED1ABE" w:rsidRPr="00DF512F">
        <w:rPr>
          <w:rFonts w:ascii="Verdana" w:hAnsi="Verdana"/>
          <w:spacing w:val="0"/>
          <w:w w:val="90"/>
          <w:sz w:val="20"/>
        </w:rPr>
        <w:t xml:space="preserve"> marca </w:t>
      </w:r>
      <w:r w:rsidRPr="00DF512F">
        <w:rPr>
          <w:rFonts w:ascii="Verdana" w:hAnsi="Verdana"/>
          <w:spacing w:val="0"/>
          <w:w w:val="90"/>
          <w:sz w:val="20"/>
        </w:rPr>
        <w:t>1985</w:t>
      </w:r>
      <w:r w:rsidR="00B37517" w:rsidRPr="00DF512F">
        <w:rPr>
          <w:rFonts w:ascii="Verdana" w:hAnsi="Verdana"/>
          <w:spacing w:val="0"/>
          <w:w w:val="90"/>
          <w:sz w:val="20"/>
        </w:rPr>
        <w:t xml:space="preserve"> r.</w:t>
      </w:r>
      <w:r w:rsidRPr="00DF512F">
        <w:rPr>
          <w:rFonts w:ascii="Verdana" w:hAnsi="Verdana"/>
          <w:spacing w:val="0"/>
          <w:w w:val="90"/>
          <w:sz w:val="20"/>
        </w:rPr>
        <w:t xml:space="preserve"> </w:t>
      </w:r>
      <w:r w:rsidRPr="00DF512F">
        <w:rPr>
          <w:rFonts w:ascii="Verdana" w:hAnsi="Verdana"/>
          <w:b/>
          <w:spacing w:val="0"/>
          <w:w w:val="90"/>
          <w:sz w:val="20"/>
        </w:rPr>
        <w:t>o drogach publicznych</w:t>
      </w:r>
      <w:r w:rsidRPr="00DF512F">
        <w:rPr>
          <w:rFonts w:ascii="Verdana" w:hAnsi="Verdana"/>
          <w:spacing w:val="0"/>
          <w:w w:val="90"/>
          <w:sz w:val="20"/>
        </w:rPr>
        <w:t xml:space="preserve"> (</w:t>
      </w:r>
      <w:r w:rsidRPr="00DF512F">
        <w:rPr>
          <w:rFonts w:ascii="Verdana" w:hAnsi="Verdana"/>
          <w:w w:val="90"/>
          <w:sz w:val="20"/>
        </w:rPr>
        <w:t>Dz.U.</w:t>
      </w:r>
      <w:bookmarkEnd w:id="46"/>
      <w:bookmarkEnd w:id="47"/>
      <w:r w:rsidR="00130AF6" w:rsidRPr="00DF512F">
        <w:rPr>
          <w:rFonts w:ascii="Verdana" w:hAnsi="Verdana"/>
          <w:spacing w:val="0"/>
          <w:w w:val="90"/>
          <w:sz w:val="20"/>
        </w:rPr>
        <w:t xml:space="preserve"> z 202</w:t>
      </w:r>
      <w:r w:rsidR="005B2E82" w:rsidRPr="00DF512F">
        <w:rPr>
          <w:rFonts w:ascii="Verdana" w:hAnsi="Verdana"/>
          <w:spacing w:val="0"/>
          <w:w w:val="90"/>
          <w:sz w:val="20"/>
        </w:rPr>
        <w:t>4</w:t>
      </w:r>
      <w:r w:rsidR="00130AF6" w:rsidRPr="00DF512F">
        <w:rPr>
          <w:rFonts w:ascii="Verdana" w:hAnsi="Verdana"/>
          <w:spacing w:val="0"/>
          <w:w w:val="90"/>
          <w:sz w:val="20"/>
        </w:rPr>
        <w:t xml:space="preserve"> r., poz. </w:t>
      </w:r>
      <w:r w:rsidR="005B2E82" w:rsidRPr="00DF512F">
        <w:rPr>
          <w:rFonts w:ascii="Verdana" w:hAnsi="Verdana"/>
          <w:spacing w:val="0"/>
          <w:w w:val="90"/>
          <w:sz w:val="20"/>
        </w:rPr>
        <w:t>320</w:t>
      </w:r>
      <w:r w:rsidRPr="00DF512F">
        <w:rPr>
          <w:rFonts w:ascii="Verdana" w:hAnsi="Verdana"/>
          <w:spacing w:val="0"/>
          <w:w w:val="90"/>
          <w:sz w:val="20"/>
        </w:rPr>
        <w:t xml:space="preserve">). </w:t>
      </w:r>
    </w:p>
    <w:p w14:paraId="59ABD311" w14:textId="56C4F838" w:rsidR="004F5DF2" w:rsidRPr="00DF512F" w:rsidRDefault="004F5DF2" w:rsidP="004F5DF2">
      <w:pPr>
        <w:pStyle w:val="Listapunktowana"/>
        <w:numPr>
          <w:ilvl w:val="0"/>
          <w:numId w:val="5"/>
        </w:numPr>
        <w:rPr>
          <w:rFonts w:ascii="Verdana" w:hAnsi="Verdana"/>
          <w:spacing w:val="0"/>
          <w:w w:val="90"/>
          <w:sz w:val="20"/>
        </w:rPr>
      </w:pPr>
      <w:r w:rsidRPr="00DF512F">
        <w:rPr>
          <w:rFonts w:ascii="Verdana" w:hAnsi="Verdana"/>
          <w:w w:val="90"/>
          <w:sz w:val="20"/>
        </w:rPr>
        <w:t>Ustawa z dnia 17</w:t>
      </w:r>
      <w:r w:rsidR="00ED1ABE" w:rsidRPr="00DF512F">
        <w:rPr>
          <w:rFonts w:ascii="Verdana" w:hAnsi="Verdana"/>
          <w:w w:val="90"/>
          <w:sz w:val="20"/>
        </w:rPr>
        <w:t xml:space="preserve"> maja </w:t>
      </w:r>
      <w:r w:rsidRPr="00DF512F">
        <w:rPr>
          <w:rFonts w:ascii="Verdana" w:hAnsi="Verdana"/>
          <w:w w:val="90"/>
          <w:sz w:val="20"/>
        </w:rPr>
        <w:t xml:space="preserve">1989 r. </w:t>
      </w:r>
      <w:r w:rsidRPr="00DF512F">
        <w:rPr>
          <w:rFonts w:ascii="Verdana" w:hAnsi="Verdana"/>
          <w:b/>
          <w:w w:val="90"/>
          <w:sz w:val="20"/>
        </w:rPr>
        <w:t>Prawo geodezyjne i kartograficzne</w:t>
      </w:r>
      <w:r w:rsidRPr="00DF512F">
        <w:rPr>
          <w:rFonts w:ascii="Verdana" w:hAnsi="Verdana"/>
          <w:w w:val="90"/>
          <w:sz w:val="20"/>
        </w:rPr>
        <w:t xml:space="preserve"> (Dz.U. </w:t>
      </w:r>
      <w:r w:rsidR="00915794">
        <w:rPr>
          <w:rFonts w:ascii="Verdana" w:hAnsi="Verdana"/>
          <w:w w:val="90"/>
          <w:sz w:val="20"/>
        </w:rPr>
        <w:br/>
      </w:r>
      <w:r w:rsidR="00130AF6" w:rsidRPr="00DF512F">
        <w:rPr>
          <w:rFonts w:ascii="Verdana" w:hAnsi="Verdana"/>
          <w:w w:val="90"/>
          <w:sz w:val="20"/>
        </w:rPr>
        <w:t>z 202</w:t>
      </w:r>
      <w:r w:rsidR="001B7B47" w:rsidRPr="00DF512F">
        <w:rPr>
          <w:rFonts w:ascii="Verdana" w:hAnsi="Verdana"/>
          <w:w w:val="90"/>
          <w:sz w:val="20"/>
        </w:rPr>
        <w:t>3</w:t>
      </w:r>
      <w:r w:rsidR="00915794">
        <w:rPr>
          <w:rFonts w:ascii="Verdana" w:hAnsi="Verdana"/>
          <w:w w:val="90"/>
          <w:sz w:val="20"/>
        </w:rPr>
        <w:t> </w:t>
      </w:r>
      <w:r w:rsidR="00130AF6" w:rsidRPr="00DF512F">
        <w:rPr>
          <w:rFonts w:ascii="Verdana" w:hAnsi="Verdana"/>
          <w:w w:val="90"/>
          <w:sz w:val="20"/>
        </w:rPr>
        <w:t xml:space="preserve">r., poz. </w:t>
      </w:r>
      <w:r w:rsidR="001B7B47" w:rsidRPr="00DF512F">
        <w:rPr>
          <w:rFonts w:ascii="Verdana" w:hAnsi="Verdana"/>
          <w:w w:val="90"/>
          <w:sz w:val="20"/>
        </w:rPr>
        <w:t>1752</w:t>
      </w:r>
      <w:r w:rsidR="00D47B1E" w:rsidRPr="00DF512F">
        <w:rPr>
          <w:rFonts w:ascii="Verdana" w:hAnsi="Verdana"/>
          <w:w w:val="90"/>
          <w:sz w:val="20"/>
        </w:rPr>
        <w:t>,</w:t>
      </w:r>
      <w:r w:rsidR="00130AF6" w:rsidRPr="00DF512F">
        <w:rPr>
          <w:rFonts w:ascii="Verdana" w:hAnsi="Verdana"/>
          <w:w w:val="90"/>
          <w:sz w:val="20"/>
        </w:rPr>
        <w:t xml:space="preserve"> z</w:t>
      </w:r>
      <w:r w:rsidR="00883374" w:rsidRPr="00DF512F">
        <w:rPr>
          <w:rFonts w:ascii="Verdana" w:hAnsi="Verdana"/>
          <w:w w:val="90"/>
          <w:sz w:val="20"/>
        </w:rPr>
        <w:t xml:space="preserve"> </w:t>
      </w:r>
      <w:proofErr w:type="spellStart"/>
      <w:r w:rsidR="00883374" w:rsidRPr="00DF512F">
        <w:rPr>
          <w:rFonts w:ascii="Verdana" w:hAnsi="Verdana"/>
          <w:w w:val="90"/>
          <w:sz w:val="20"/>
        </w:rPr>
        <w:t>późn</w:t>
      </w:r>
      <w:proofErr w:type="spellEnd"/>
      <w:r w:rsidR="00883374" w:rsidRPr="00DF512F">
        <w:rPr>
          <w:rFonts w:ascii="Verdana" w:hAnsi="Verdana"/>
          <w:w w:val="90"/>
          <w:sz w:val="20"/>
        </w:rPr>
        <w:t>.</w:t>
      </w:r>
      <w:r w:rsidR="00130AF6" w:rsidRPr="00DF512F">
        <w:rPr>
          <w:rFonts w:ascii="Verdana" w:hAnsi="Verdana"/>
          <w:w w:val="90"/>
          <w:sz w:val="20"/>
        </w:rPr>
        <w:t xml:space="preserve"> zm.</w:t>
      </w:r>
      <w:r w:rsidRPr="00DF512F">
        <w:rPr>
          <w:rFonts w:ascii="Verdana" w:hAnsi="Verdana"/>
          <w:w w:val="90"/>
          <w:sz w:val="20"/>
        </w:rPr>
        <w:t>).</w:t>
      </w:r>
    </w:p>
    <w:p w14:paraId="2FCD1B8D" w14:textId="2F0B603C" w:rsidR="004F5DF2" w:rsidRPr="00DF512F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w w:val="90"/>
          <w:sz w:val="20"/>
        </w:rPr>
      </w:pPr>
      <w:r w:rsidRPr="00DF512F">
        <w:rPr>
          <w:rFonts w:ascii="Verdana" w:hAnsi="Verdana"/>
          <w:snapToGrid w:val="0"/>
          <w:spacing w:val="0"/>
          <w:w w:val="90"/>
          <w:kern w:val="0"/>
          <w:sz w:val="20"/>
        </w:rPr>
        <w:t xml:space="preserve">Rozporządzenie Ministra </w:t>
      </w:r>
      <w:r w:rsidR="00316F8C" w:rsidRPr="00DF512F">
        <w:rPr>
          <w:rFonts w:ascii="Verdana" w:hAnsi="Verdana"/>
          <w:snapToGrid w:val="0"/>
          <w:spacing w:val="0"/>
          <w:w w:val="90"/>
          <w:kern w:val="0"/>
          <w:sz w:val="20"/>
        </w:rPr>
        <w:t>Rozwoju z dnia</w:t>
      </w:r>
      <w:r w:rsidRPr="00DF512F">
        <w:rPr>
          <w:rFonts w:ascii="Verdana" w:hAnsi="Verdana"/>
          <w:snapToGrid w:val="0"/>
          <w:spacing w:val="0"/>
          <w:w w:val="90"/>
          <w:kern w:val="0"/>
          <w:sz w:val="20"/>
        </w:rPr>
        <w:t xml:space="preserve"> </w:t>
      </w:r>
      <w:r w:rsidR="00316F8C" w:rsidRPr="00DF512F">
        <w:rPr>
          <w:rFonts w:ascii="Verdana" w:hAnsi="Verdana"/>
          <w:snapToGrid w:val="0"/>
          <w:spacing w:val="0"/>
          <w:w w:val="90"/>
          <w:kern w:val="0"/>
          <w:sz w:val="20"/>
        </w:rPr>
        <w:t>18</w:t>
      </w:r>
      <w:r w:rsidRPr="00DF512F">
        <w:rPr>
          <w:rFonts w:ascii="Verdana" w:hAnsi="Verdana"/>
          <w:snapToGrid w:val="0"/>
          <w:spacing w:val="0"/>
          <w:w w:val="90"/>
          <w:kern w:val="0"/>
          <w:sz w:val="20"/>
        </w:rPr>
        <w:t xml:space="preserve"> </w:t>
      </w:r>
      <w:r w:rsidR="00316F8C" w:rsidRPr="00DF512F">
        <w:rPr>
          <w:rFonts w:ascii="Verdana" w:hAnsi="Verdana"/>
          <w:snapToGrid w:val="0"/>
          <w:spacing w:val="0"/>
          <w:w w:val="90"/>
          <w:kern w:val="0"/>
          <w:sz w:val="20"/>
        </w:rPr>
        <w:t>sierpnia</w:t>
      </w:r>
      <w:r w:rsidRPr="00DF512F">
        <w:rPr>
          <w:rFonts w:ascii="Verdana" w:hAnsi="Verdana"/>
          <w:snapToGrid w:val="0"/>
          <w:spacing w:val="0"/>
          <w:w w:val="90"/>
          <w:kern w:val="0"/>
          <w:sz w:val="20"/>
        </w:rPr>
        <w:t xml:space="preserve"> 20</w:t>
      </w:r>
      <w:r w:rsidR="00316F8C" w:rsidRPr="00DF512F">
        <w:rPr>
          <w:rFonts w:ascii="Verdana" w:hAnsi="Verdana"/>
          <w:snapToGrid w:val="0"/>
          <w:spacing w:val="0"/>
          <w:w w:val="90"/>
          <w:kern w:val="0"/>
          <w:sz w:val="20"/>
        </w:rPr>
        <w:t xml:space="preserve">20 </w:t>
      </w:r>
      <w:r w:rsidRPr="00DF512F">
        <w:rPr>
          <w:rFonts w:ascii="Verdana" w:hAnsi="Verdana"/>
          <w:snapToGrid w:val="0"/>
          <w:spacing w:val="0"/>
          <w:w w:val="90"/>
          <w:kern w:val="0"/>
          <w:sz w:val="20"/>
        </w:rPr>
        <w:t xml:space="preserve">r. w sprawie </w:t>
      </w:r>
      <w:r w:rsidRPr="00DF512F">
        <w:rPr>
          <w:rFonts w:ascii="Verdana" w:hAnsi="Verdana"/>
          <w:b/>
          <w:snapToGrid w:val="0"/>
          <w:spacing w:val="0"/>
          <w:w w:val="90"/>
          <w:kern w:val="0"/>
          <w:sz w:val="20"/>
        </w:rPr>
        <w:t xml:space="preserve">standardów technicznych wykonywania geodezyjnych pomiarów sytuacyjnych </w:t>
      </w:r>
      <w:r w:rsidR="00915794">
        <w:rPr>
          <w:rFonts w:ascii="Verdana" w:hAnsi="Verdana"/>
          <w:b/>
          <w:snapToGrid w:val="0"/>
          <w:spacing w:val="0"/>
          <w:w w:val="90"/>
          <w:kern w:val="0"/>
          <w:sz w:val="20"/>
        </w:rPr>
        <w:br/>
      </w:r>
      <w:r w:rsidRPr="00DF512F">
        <w:rPr>
          <w:rFonts w:ascii="Verdana" w:hAnsi="Verdana"/>
          <w:b/>
          <w:snapToGrid w:val="0"/>
          <w:spacing w:val="0"/>
          <w:w w:val="90"/>
          <w:kern w:val="0"/>
          <w:sz w:val="20"/>
        </w:rPr>
        <w:t>i wysokościowych oraz opracowywania i przekazywania wyników tych pomiarów do państwowego zasobu geodezyjnego i kartograficznego</w:t>
      </w:r>
      <w:r w:rsidRPr="00DF512F">
        <w:rPr>
          <w:rFonts w:ascii="Verdana" w:hAnsi="Verdana"/>
          <w:snapToGrid w:val="0"/>
          <w:spacing w:val="0"/>
          <w:w w:val="90"/>
          <w:kern w:val="0"/>
          <w:sz w:val="20"/>
        </w:rPr>
        <w:t xml:space="preserve"> </w:t>
      </w:r>
      <w:r w:rsidR="00B81C11" w:rsidRPr="00DF512F">
        <w:rPr>
          <w:rFonts w:ascii="Verdana" w:hAnsi="Verdana"/>
          <w:snapToGrid w:val="0"/>
          <w:spacing w:val="0"/>
          <w:w w:val="90"/>
          <w:kern w:val="0"/>
          <w:sz w:val="20"/>
        </w:rPr>
        <w:t>(</w:t>
      </w:r>
      <w:r w:rsidRPr="00DF512F">
        <w:rPr>
          <w:rFonts w:ascii="Verdana" w:hAnsi="Verdana"/>
          <w:snapToGrid w:val="0"/>
          <w:spacing w:val="0"/>
          <w:w w:val="90"/>
          <w:kern w:val="0"/>
          <w:sz w:val="20"/>
        </w:rPr>
        <w:t xml:space="preserve">Dz.U. </w:t>
      </w:r>
      <w:r w:rsidR="00820386" w:rsidRPr="00DF512F">
        <w:rPr>
          <w:rFonts w:ascii="Verdana" w:hAnsi="Verdana"/>
          <w:snapToGrid w:val="0"/>
          <w:spacing w:val="0"/>
          <w:w w:val="90"/>
          <w:kern w:val="0"/>
          <w:sz w:val="20"/>
        </w:rPr>
        <w:t xml:space="preserve">z 2022, </w:t>
      </w:r>
      <w:r w:rsidRPr="00DF512F">
        <w:rPr>
          <w:rFonts w:ascii="Verdana" w:hAnsi="Verdana"/>
          <w:snapToGrid w:val="0"/>
          <w:spacing w:val="0"/>
          <w:w w:val="90"/>
          <w:kern w:val="0"/>
          <w:sz w:val="20"/>
        </w:rPr>
        <w:t xml:space="preserve">poz. </w:t>
      </w:r>
      <w:r w:rsidR="00316F8C" w:rsidRPr="00DF512F">
        <w:rPr>
          <w:rFonts w:ascii="Verdana" w:hAnsi="Verdana"/>
          <w:snapToGrid w:val="0"/>
          <w:spacing w:val="0"/>
          <w:w w:val="90"/>
          <w:kern w:val="0"/>
          <w:sz w:val="20"/>
        </w:rPr>
        <w:t>1</w:t>
      </w:r>
      <w:r w:rsidR="00820386" w:rsidRPr="00DF512F">
        <w:rPr>
          <w:rFonts w:ascii="Verdana" w:hAnsi="Verdana"/>
          <w:snapToGrid w:val="0"/>
          <w:spacing w:val="0"/>
          <w:w w:val="90"/>
          <w:kern w:val="0"/>
          <w:sz w:val="20"/>
        </w:rPr>
        <w:t>670</w:t>
      </w:r>
      <w:r w:rsidRPr="00DF512F">
        <w:rPr>
          <w:rFonts w:ascii="Verdana" w:hAnsi="Verdana"/>
          <w:snapToGrid w:val="0"/>
          <w:spacing w:val="0"/>
          <w:w w:val="90"/>
          <w:kern w:val="0"/>
          <w:sz w:val="20"/>
        </w:rPr>
        <w:t>)</w:t>
      </w:r>
      <w:r w:rsidRPr="00DF512F">
        <w:rPr>
          <w:rFonts w:ascii="Verdana" w:hAnsi="Verdana"/>
          <w:w w:val="90"/>
          <w:sz w:val="20"/>
        </w:rPr>
        <w:t>.</w:t>
      </w:r>
    </w:p>
    <w:p w14:paraId="6AA6CB09" w14:textId="1142D657" w:rsidR="004F5DF2" w:rsidRPr="00DF512F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w w:val="90"/>
          <w:sz w:val="20"/>
        </w:rPr>
      </w:pPr>
      <w:r w:rsidRPr="00DF512F">
        <w:rPr>
          <w:rFonts w:ascii="Verdana" w:hAnsi="Verdana"/>
          <w:w w:val="90"/>
          <w:sz w:val="20"/>
        </w:rPr>
        <w:t>Rozporządzenie Ministra Rozwoju Regionalnego i Budownictwa z dnia 29 marca 2001 r</w:t>
      </w:r>
      <w:r w:rsidR="00B37517" w:rsidRPr="00DF512F">
        <w:rPr>
          <w:rFonts w:ascii="Verdana" w:hAnsi="Verdana"/>
          <w:w w:val="90"/>
          <w:sz w:val="20"/>
        </w:rPr>
        <w:t>.</w:t>
      </w:r>
      <w:r w:rsidRPr="00DF512F">
        <w:rPr>
          <w:rFonts w:ascii="Verdana" w:hAnsi="Verdana"/>
          <w:w w:val="90"/>
          <w:sz w:val="20"/>
        </w:rPr>
        <w:t xml:space="preserve"> w sprawie </w:t>
      </w:r>
      <w:r w:rsidRPr="00DF512F">
        <w:rPr>
          <w:rFonts w:ascii="Verdana" w:hAnsi="Verdana"/>
          <w:b/>
          <w:w w:val="90"/>
          <w:sz w:val="20"/>
        </w:rPr>
        <w:t>ewidencji gruntów i budynków</w:t>
      </w:r>
      <w:r w:rsidRPr="00DF512F">
        <w:rPr>
          <w:rFonts w:ascii="Verdana" w:hAnsi="Verdana"/>
          <w:w w:val="90"/>
          <w:sz w:val="20"/>
        </w:rPr>
        <w:t xml:space="preserve"> (Dz.U. z</w:t>
      </w:r>
      <w:r w:rsidRPr="00DF512F">
        <w:rPr>
          <w:rFonts w:ascii="Verdana" w:hAnsi="Verdana"/>
          <w:color w:val="FF0000"/>
          <w:w w:val="90"/>
          <w:sz w:val="20"/>
        </w:rPr>
        <w:t xml:space="preserve"> </w:t>
      </w:r>
      <w:r w:rsidRPr="00DF512F">
        <w:rPr>
          <w:rFonts w:ascii="Verdana" w:hAnsi="Verdana"/>
          <w:w w:val="90"/>
          <w:sz w:val="20"/>
        </w:rPr>
        <w:t>20</w:t>
      </w:r>
      <w:r w:rsidR="00DD0239" w:rsidRPr="00DF512F">
        <w:rPr>
          <w:rFonts w:ascii="Verdana" w:hAnsi="Verdana"/>
          <w:w w:val="90"/>
          <w:sz w:val="20"/>
        </w:rPr>
        <w:t>24</w:t>
      </w:r>
      <w:r w:rsidRPr="00DF512F">
        <w:rPr>
          <w:rFonts w:ascii="Verdana" w:hAnsi="Verdana"/>
          <w:w w:val="90"/>
          <w:sz w:val="20"/>
        </w:rPr>
        <w:t xml:space="preserve"> r.</w:t>
      </w:r>
      <w:r w:rsidR="00D47B1E" w:rsidRPr="00DF512F">
        <w:rPr>
          <w:rFonts w:ascii="Verdana" w:hAnsi="Verdana"/>
          <w:w w:val="90"/>
          <w:sz w:val="20"/>
        </w:rPr>
        <w:t>,</w:t>
      </w:r>
      <w:r w:rsidRPr="00DF512F">
        <w:rPr>
          <w:rFonts w:ascii="Verdana" w:hAnsi="Verdana"/>
          <w:w w:val="90"/>
          <w:sz w:val="20"/>
        </w:rPr>
        <w:t xml:space="preserve"> poz. </w:t>
      </w:r>
      <w:r w:rsidR="00DD0239" w:rsidRPr="00DF512F">
        <w:rPr>
          <w:rFonts w:ascii="Verdana" w:hAnsi="Verdana"/>
          <w:w w:val="90"/>
          <w:sz w:val="20"/>
        </w:rPr>
        <w:t>219</w:t>
      </w:r>
      <w:r w:rsidRPr="00DF512F">
        <w:rPr>
          <w:rFonts w:ascii="Verdana" w:hAnsi="Verdana"/>
          <w:w w:val="90"/>
          <w:sz w:val="20"/>
        </w:rPr>
        <w:t>)</w:t>
      </w:r>
      <w:r w:rsidR="007F5971" w:rsidRPr="00DF512F">
        <w:rPr>
          <w:rFonts w:ascii="Verdana" w:hAnsi="Verdana"/>
          <w:w w:val="90"/>
          <w:sz w:val="20"/>
        </w:rPr>
        <w:t>.</w:t>
      </w:r>
    </w:p>
    <w:p w14:paraId="1BC7F7CE" w14:textId="188EA085" w:rsidR="004F5DF2" w:rsidRPr="00DF512F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w w:val="90"/>
          <w:sz w:val="20"/>
        </w:rPr>
      </w:pPr>
      <w:r w:rsidRPr="00DF512F">
        <w:rPr>
          <w:rFonts w:ascii="Verdana" w:hAnsi="Verdana"/>
          <w:w w:val="90"/>
          <w:sz w:val="20"/>
        </w:rPr>
        <w:t>Rozporządzenie Rady Ministrów z dnia 15 października 2012 r</w:t>
      </w:r>
      <w:r w:rsidR="00B37517" w:rsidRPr="00DF512F">
        <w:rPr>
          <w:rFonts w:ascii="Verdana" w:hAnsi="Verdana"/>
          <w:w w:val="90"/>
          <w:sz w:val="20"/>
        </w:rPr>
        <w:t>.</w:t>
      </w:r>
      <w:r w:rsidRPr="00DF512F">
        <w:rPr>
          <w:rFonts w:ascii="Verdana" w:hAnsi="Verdana"/>
          <w:w w:val="90"/>
          <w:sz w:val="20"/>
        </w:rPr>
        <w:t xml:space="preserve"> w sprawie </w:t>
      </w:r>
      <w:r w:rsidRPr="00DF512F">
        <w:rPr>
          <w:rFonts w:ascii="Verdana" w:hAnsi="Verdana"/>
          <w:b/>
          <w:w w:val="90"/>
          <w:sz w:val="20"/>
        </w:rPr>
        <w:t>państwowego systemu odniesień przestrzennych</w:t>
      </w:r>
      <w:r w:rsidRPr="00DF512F">
        <w:rPr>
          <w:rFonts w:ascii="Verdana" w:hAnsi="Verdana"/>
          <w:w w:val="90"/>
          <w:sz w:val="20"/>
        </w:rPr>
        <w:t xml:space="preserve"> (Dz.U.</w:t>
      </w:r>
      <w:r w:rsidR="00130AF6" w:rsidRPr="00DF512F">
        <w:rPr>
          <w:rFonts w:ascii="Verdana" w:hAnsi="Verdana"/>
          <w:w w:val="90"/>
          <w:sz w:val="20"/>
        </w:rPr>
        <w:t xml:space="preserve"> z 20</w:t>
      </w:r>
      <w:r w:rsidR="00A8630B" w:rsidRPr="00DF512F">
        <w:rPr>
          <w:rFonts w:ascii="Verdana" w:hAnsi="Verdana"/>
          <w:w w:val="90"/>
          <w:sz w:val="20"/>
        </w:rPr>
        <w:t>24</w:t>
      </w:r>
      <w:r w:rsidR="00130AF6" w:rsidRPr="00DF512F">
        <w:rPr>
          <w:rFonts w:ascii="Verdana" w:hAnsi="Verdana"/>
          <w:w w:val="90"/>
          <w:sz w:val="20"/>
        </w:rPr>
        <w:t xml:space="preserve"> r.</w:t>
      </w:r>
      <w:r w:rsidR="00D47B1E" w:rsidRPr="00DF512F">
        <w:rPr>
          <w:rFonts w:ascii="Verdana" w:hAnsi="Verdana"/>
          <w:w w:val="90"/>
          <w:sz w:val="20"/>
        </w:rPr>
        <w:t>,</w:t>
      </w:r>
      <w:r w:rsidR="00130AF6" w:rsidRPr="00DF512F">
        <w:rPr>
          <w:rFonts w:ascii="Verdana" w:hAnsi="Verdana"/>
          <w:w w:val="90"/>
          <w:sz w:val="20"/>
        </w:rPr>
        <w:t xml:space="preserve"> poz. </w:t>
      </w:r>
      <w:r w:rsidR="00A8630B" w:rsidRPr="00DF512F">
        <w:rPr>
          <w:rFonts w:ascii="Verdana" w:hAnsi="Verdana"/>
          <w:w w:val="90"/>
          <w:sz w:val="20"/>
        </w:rPr>
        <w:t>342</w:t>
      </w:r>
      <w:r w:rsidRPr="00DF512F">
        <w:rPr>
          <w:rFonts w:ascii="Verdana" w:hAnsi="Verdana"/>
          <w:w w:val="90"/>
          <w:sz w:val="20"/>
        </w:rPr>
        <w:t>)</w:t>
      </w:r>
      <w:r w:rsidR="00323080" w:rsidRPr="00DF512F">
        <w:rPr>
          <w:rFonts w:ascii="Verdana" w:hAnsi="Verdana"/>
          <w:w w:val="90"/>
          <w:sz w:val="20"/>
        </w:rPr>
        <w:t>.</w:t>
      </w:r>
    </w:p>
    <w:p w14:paraId="617A6403" w14:textId="6C2B210E" w:rsidR="004F5DF2" w:rsidRPr="00DF512F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w w:val="90"/>
          <w:sz w:val="20"/>
        </w:rPr>
      </w:pPr>
      <w:r w:rsidRPr="00DF512F">
        <w:rPr>
          <w:rFonts w:ascii="Verdana" w:hAnsi="Verdana"/>
          <w:w w:val="90"/>
          <w:sz w:val="20"/>
        </w:rPr>
        <w:t>Rozporządzenie Ministra Obrony Narodowej z dnia 22 maja 2003 r</w:t>
      </w:r>
      <w:r w:rsidR="00B37517" w:rsidRPr="00DF512F">
        <w:rPr>
          <w:rFonts w:ascii="Verdana" w:hAnsi="Verdana"/>
          <w:w w:val="90"/>
          <w:sz w:val="20"/>
        </w:rPr>
        <w:t>.</w:t>
      </w:r>
      <w:r w:rsidR="00915794">
        <w:rPr>
          <w:rFonts w:ascii="Verdana" w:hAnsi="Verdana"/>
          <w:w w:val="90"/>
          <w:sz w:val="20"/>
        </w:rPr>
        <w:t xml:space="preserve"> </w:t>
      </w:r>
      <w:r w:rsidR="00B37517" w:rsidRPr="00DF512F">
        <w:rPr>
          <w:rFonts w:ascii="Verdana" w:hAnsi="Verdana"/>
          <w:w w:val="90"/>
          <w:sz w:val="20"/>
        </w:rPr>
        <w:t>w</w:t>
      </w:r>
      <w:r w:rsidRPr="00DF512F">
        <w:rPr>
          <w:rFonts w:ascii="Verdana" w:hAnsi="Verdana"/>
          <w:b/>
          <w:w w:val="90"/>
          <w:sz w:val="20"/>
        </w:rPr>
        <w:t xml:space="preserve"> </w:t>
      </w:r>
      <w:r w:rsidRPr="00DF512F">
        <w:rPr>
          <w:rFonts w:ascii="Verdana" w:hAnsi="Verdana"/>
          <w:w w:val="90"/>
          <w:sz w:val="20"/>
        </w:rPr>
        <w:t>sprawie</w:t>
      </w:r>
      <w:r w:rsidRPr="00DF512F">
        <w:rPr>
          <w:rFonts w:ascii="Verdana" w:hAnsi="Verdana"/>
          <w:b/>
          <w:w w:val="90"/>
          <w:sz w:val="20"/>
        </w:rPr>
        <w:t xml:space="preserve"> nadzoru nad pracami geodezyjnymi i kartograficznymi na terenach zamkniętych</w:t>
      </w:r>
      <w:r w:rsidRPr="00DF512F">
        <w:rPr>
          <w:rFonts w:ascii="Verdana" w:hAnsi="Verdana"/>
          <w:w w:val="90"/>
          <w:sz w:val="20"/>
        </w:rPr>
        <w:t xml:space="preserve"> (Dz.U. Nr 101</w:t>
      </w:r>
      <w:r w:rsidR="007D1D68" w:rsidRPr="00DF512F">
        <w:rPr>
          <w:rFonts w:ascii="Verdana" w:hAnsi="Verdana"/>
          <w:w w:val="90"/>
          <w:sz w:val="20"/>
        </w:rPr>
        <w:t>,</w:t>
      </w:r>
      <w:r w:rsidRPr="00DF512F">
        <w:rPr>
          <w:rFonts w:ascii="Verdana" w:hAnsi="Verdana"/>
          <w:w w:val="90"/>
          <w:sz w:val="20"/>
        </w:rPr>
        <w:t xml:space="preserve"> poz.939)</w:t>
      </w:r>
      <w:r w:rsidR="007D1D68" w:rsidRPr="00DF512F">
        <w:rPr>
          <w:rFonts w:ascii="Verdana" w:hAnsi="Verdana"/>
          <w:w w:val="90"/>
          <w:sz w:val="20"/>
        </w:rPr>
        <w:t>.</w:t>
      </w:r>
    </w:p>
    <w:p w14:paraId="2F5BC08D" w14:textId="10647391" w:rsidR="004F5DF2" w:rsidRPr="00DF512F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w w:val="90"/>
          <w:sz w:val="20"/>
        </w:rPr>
      </w:pPr>
      <w:r w:rsidRPr="00DF512F">
        <w:rPr>
          <w:rFonts w:ascii="Verdana" w:hAnsi="Verdana"/>
          <w:w w:val="90"/>
          <w:sz w:val="20"/>
        </w:rPr>
        <w:t xml:space="preserve">Rozporządzenie Ministra Administracji i Cyfryzacji z dnia 14 lutego 2012r. </w:t>
      </w:r>
      <w:r w:rsidR="00915794">
        <w:rPr>
          <w:rFonts w:ascii="Verdana" w:hAnsi="Verdana"/>
          <w:w w:val="90"/>
          <w:sz w:val="20"/>
        </w:rPr>
        <w:br/>
      </w:r>
      <w:r w:rsidRPr="00DF512F">
        <w:rPr>
          <w:rFonts w:ascii="Verdana" w:hAnsi="Verdana"/>
          <w:w w:val="90"/>
          <w:sz w:val="20"/>
        </w:rPr>
        <w:t>w sprawie</w:t>
      </w:r>
      <w:r w:rsidRPr="00DF512F">
        <w:rPr>
          <w:rFonts w:ascii="Verdana" w:hAnsi="Verdana"/>
          <w:b/>
          <w:w w:val="90"/>
          <w:sz w:val="20"/>
        </w:rPr>
        <w:t xml:space="preserve"> osnów geodezyjnych, grawimetrycznych i magnetycznych</w:t>
      </w:r>
      <w:r w:rsidRPr="00DF512F">
        <w:rPr>
          <w:rFonts w:ascii="Verdana" w:hAnsi="Verdana"/>
          <w:w w:val="90"/>
          <w:sz w:val="20"/>
        </w:rPr>
        <w:t xml:space="preserve"> (Dz.U. </w:t>
      </w:r>
      <w:r w:rsidR="00E70933" w:rsidRPr="00DF512F">
        <w:rPr>
          <w:rFonts w:ascii="Verdana" w:hAnsi="Verdana"/>
          <w:w w:val="90"/>
          <w:sz w:val="20"/>
        </w:rPr>
        <w:t xml:space="preserve">z </w:t>
      </w:r>
      <w:r w:rsidRPr="00DF512F">
        <w:rPr>
          <w:rFonts w:ascii="Verdana" w:hAnsi="Verdana"/>
          <w:w w:val="90"/>
          <w:sz w:val="20"/>
        </w:rPr>
        <w:t>2012</w:t>
      </w:r>
      <w:r w:rsidR="00B37517" w:rsidRPr="00DF512F">
        <w:rPr>
          <w:rFonts w:ascii="Verdana" w:hAnsi="Verdana"/>
          <w:w w:val="90"/>
          <w:sz w:val="20"/>
        </w:rPr>
        <w:t xml:space="preserve"> </w:t>
      </w:r>
      <w:r w:rsidR="00E70933" w:rsidRPr="00DF512F">
        <w:rPr>
          <w:rFonts w:ascii="Verdana" w:hAnsi="Verdana"/>
          <w:w w:val="90"/>
          <w:sz w:val="20"/>
        </w:rPr>
        <w:t>r.</w:t>
      </w:r>
      <w:r w:rsidRPr="00DF512F">
        <w:rPr>
          <w:rFonts w:ascii="Verdana" w:hAnsi="Verdana"/>
          <w:w w:val="90"/>
          <w:sz w:val="20"/>
        </w:rPr>
        <w:t>, poz. 352).</w:t>
      </w:r>
    </w:p>
    <w:p w14:paraId="6DF6A58E" w14:textId="672C90A8" w:rsidR="004F5DF2" w:rsidRPr="00DF512F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w w:val="90"/>
          <w:sz w:val="20"/>
        </w:rPr>
      </w:pPr>
      <w:r w:rsidRPr="00DF512F">
        <w:rPr>
          <w:rFonts w:ascii="Verdana" w:hAnsi="Verdana"/>
          <w:w w:val="90"/>
          <w:sz w:val="20"/>
        </w:rPr>
        <w:t>Rozporządzenie Ministra Spraw Wewnętrznych i Administracji z dnia 15 kwietnia 1999 r</w:t>
      </w:r>
      <w:r w:rsidR="00B37517" w:rsidRPr="00DF512F">
        <w:rPr>
          <w:rFonts w:ascii="Verdana" w:hAnsi="Verdana"/>
          <w:w w:val="90"/>
          <w:sz w:val="20"/>
        </w:rPr>
        <w:t>.</w:t>
      </w:r>
      <w:r w:rsidRPr="00DF512F">
        <w:rPr>
          <w:rFonts w:ascii="Verdana" w:hAnsi="Verdana"/>
          <w:w w:val="90"/>
          <w:sz w:val="20"/>
        </w:rPr>
        <w:t xml:space="preserve"> w sprawie</w:t>
      </w:r>
      <w:r w:rsidRPr="00DF512F">
        <w:rPr>
          <w:rFonts w:ascii="Verdana" w:hAnsi="Verdana"/>
          <w:b/>
          <w:w w:val="90"/>
          <w:sz w:val="20"/>
        </w:rPr>
        <w:t xml:space="preserve"> ochrony znaków geodezyjnych, grawimetrycznych </w:t>
      </w:r>
      <w:r w:rsidR="00915794">
        <w:rPr>
          <w:rFonts w:ascii="Verdana" w:hAnsi="Verdana"/>
          <w:b/>
          <w:w w:val="90"/>
          <w:sz w:val="20"/>
        </w:rPr>
        <w:br/>
      </w:r>
      <w:r w:rsidRPr="00DF512F">
        <w:rPr>
          <w:rFonts w:ascii="Verdana" w:hAnsi="Verdana"/>
          <w:b/>
          <w:w w:val="90"/>
          <w:sz w:val="20"/>
        </w:rPr>
        <w:t>i magnetycznych</w:t>
      </w:r>
      <w:r w:rsidRPr="00DF512F">
        <w:rPr>
          <w:rFonts w:ascii="Verdana" w:hAnsi="Verdana"/>
          <w:w w:val="90"/>
          <w:sz w:val="20"/>
        </w:rPr>
        <w:t xml:space="preserve">(Dz.U. </w:t>
      </w:r>
      <w:r w:rsidR="00316F8C" w:rsidRPr="00DF512F">
        <w:rPr>
          <w:rFonts w:ascii="Verdana" w:hAnsi="Verdana"/>
          <w:w w:val="90"/>
          <w:sz w:val="20"/>
        </w:rPr>
        <w:t>z 2020 r.</w:t>
      </w:r>
      <w:r w:rsidRPr="00DF512F">
        <w:rPr>
          <w:rFonts w:ascii="Verdana" w:hAnsi="Verdana"/>
          <w:w w:val="90"/>
          <w:sz w:val="20"/>
        </w:rPr>
        <w:t xml:space="preserve">, poz. </w:t>
      </w:r>
      <w:r w:rsidR="00316F8C" w:rsidRPr="00DF512F">
        <w:rPr>
          <w:rFonts w:ascii="Verdana" w:hAnsi="Verdana"/>
          <w:w w:val="90"/>
          <w:sz w:val="20"/>
        </w:rPr>
        <w:t>1354</w:t>
      </w:r>
      <w:r w:rsidRPr="00DF512F">
        <w:rPr>
          <w:rFonts w:ascii="Verdana" w:hAnsi="Verdana"/>
          <w:w w:val="90"/>
          <w:sz w:val="20"/>
        </w:rPr>
        <w:t>)</w:t>
      </w:r>
      <w:bookmarkStart w:id="48" w:name="_Ref62119659"/>
      <w:r w:rsidR="00D321AF" w:rsidRPr="00DF512F">
        <w:rPr>
          <w:rFonts w:ascii="Verdana" w:hAnsi="Verdana"/>
          <w:w w:val="90"/>
          <w:sz w:val="20"/>
        </w:rPr>
        <w:t>.</w:t>
      </w:r>
    </w:p>
    <w:p w14:paraId="2A3A2B9A" w14:textId="79EC841B" w:rsidR="00834A0F" w:rsidRPr="00DF512F" w:rsidRDefault="00834A0F" w:rsidP="00834A0F">
      <w:pPr>
        <w:numPr>
          <w:ilvl w:val="1"/>
          <w:numId w:val="5"/>
        </w:numPr>
        <w:rPr>
          <w:rFonts w:ascii="Verdana" w:hAnsi="Verdana"/>
          <w:w w:val="90"/>
          <w:kern w:val="24"/>
        </w:rPr>
      </w:pPr>
      <w:r w:rsidRPr="00DF512F">
        <w:rPr>
          <w:rFonts w:ascii="Verdana" w:hAnsi="Verdana"/>
          <w:w w:val="90"/>
          <w:kern w:val="24"/>
        </w:rPr>
        <w:t xml:space="preserve">Rozporządzenie Ministra Spraw Wewnętrznych i Administracji </w:t>
      </w:r>
      <w:r w:rsidR="004C6AB3" w:rsidRPr="00DF512F">
        <w:rPr>
          <w:rFonts w:ascii="Verdana" w:hAnsi="Verdana"/>
          <w:w w:val="90"/>
          <w:kern w:val="24"/>
        </w:rPr>
        <w:t xml:space="preserve">oraz Rolnictwa i Gospodarki Żywnościowej </w:t>
      </w:r>
      <w:r w:rsidRPr="00DF512F">
        <w:rPr>
          <w:rFonts w:ascii="Verdana" w:hAnsi="Verdana"/>
          <w:w w:val="90"/>
          <w:kern w:val="24"/>
        </w:rPr>
        <w:t>z dnia 1</w:t>
      </w:r>
      <w:r w:rsidR="004C6AB3" w:rsidRPr="00DF512F">
        <w:rPr>
          <w:rFonts w:ascii="Verdana" w:hAnsi="Verdana"/>
          <w:w w:val="90"/>
          <w:kern w:val="24"/>
        </w:rPr>
        <w:t xml:space="preserve">4 </w:t>
      </w:r>
      <w:r w:rsidRPr="00DF512F">
        <w:rPr>
          <w:rFonts w:ascii="Verdana" w:hAnsi="Verdana"/>
          <w:w w:val="90"/>
          <w:kern w:val="24"/>
        </w:rPr>
        <w:t>kwietnia 1999 r</w:t>
      </w:r>
      <w:r w:rsidR="00B37517" w:rsidRPr="00DF512F">
        <w:rPr>
          <w:rFonts w:ascii="Verdana" w:hAnsi="Verdana"/>
          <w:w w:val="90"/>
          <w:kern w:val="24"/>
        </w:rPr>
        <w:t>.</w:t>
      </w:r>
      <w:r w:rsidRPr="00DF512F">
        <w:rPr>
          <w:rFonts w:ascii="Verdana" w:hAnsi="Verdana"/>
          <w:w w:val="90"/>
          <w:kern w:val="24"/>
        </w:rPr>
        <w:t xml:space="preserve"> w sprawie </w:t>
      </w:r>
      <w:r w:rsidR="004C6AB3" w:rsidRPr="00DF512F">
        <w:rPr>
          <w:rFonts w:ascii="Verdana" w:hAnsi="Verdana"/>
          <w:b/>
          <w:w w:val="90"/>
          <w:kern w:val="24"/>
        </w:rPr>
        <w:t xml:space="preserve">rozgraniczania </w:t>
      </w:r>
      <w:r w:rsidR="00A05F02" w:rsidRPr="00DF512F">
        <w:rPr>
          <w:rFonts w:ascii="Verdana" w:hAnsi="Verdana"/>
          <w:b/>
          <w:w w:val="90"/>
          <w:kern w:val="24"/>
        </w:rPr>
        <w:t xml:space="preserve">nieruchomości </w:t>
      </w:r>
      <w:r w:rsidRPr="00DF512F">
        <w:rPr>
          <w:rFonts w:ascii="Verdana" w:hAnsi="Verdana"/>
          <w:w w:val="90"/>
          <w:kern w:val="24"/>
        </w:rPr>
        <w:t>(Dz.U. Nr 45, poz. 45</w:t>
      </w:r>
      <w:r w:rsidR="004C6AB3" w:rsidRPr="00DF512F">
        <w:rPr>
          <w:rFonts w:ascii="Verdana" w:hAnsi="Verdana"/>
          <w:w w:val="90"/>
          <w:kern w:val="24"/>
        </w:rPr>
        <w:t>3)</w:t>
      </w:r>
      <w:r w:rsidR="00410FBB" w:rsidRPr="00DF512F">
        <w:rPr>
          <w:rFonts w:ascii="Verdana" w:hAnsi="Verdana"/>
          <w:w w:val="90"/>
          <w:kern w:val="24"/>
        </w:rPr>
        <w:t>.</w:t>
      </w:r>
    </w:p>
    <w:p w14:paraId="14A785E5" w14:textId="4918AFCC" w:rsidR="004F5DF2" w:rsidRPr="00DF512F" w:rsidRDefault="004F5DF2" w:rsidP="004F5DF2">
      <w:pPr>
        <w:pStyle w:val="Listapunktowana"/>
        <w:numPr>
          <w:ilvl w:val="0"/>
          <w:numId w:val="5"/>
        </w:numPr>
        <w:rPr>
          <w:rFonts w:ascii="Verdana" w:hAnsi="Verdana"/>
          <w:spacing w:val="0"/>
          <w:w w:val="90"/>
          <w:sz w:val="20"/>
        </w:rPr>
      </w:pPr>
      <w:r w:rsidRPr="00DF512F">
        <w:rPr>
          <w:rFonts w:ascii="Verdana" w:hAnsi="Verdana"/>
          <w:b/>
          <w:spacing w:val="0"/>
          <w:w w:val="90"/>
          <w:sz w:val="20"/>
        </w:rPr>
        <w:t>Ustawa</w:t>
      </w:r>
      <w:r w:rsidRPr="00DF512F">
        <w:rPr>
          <w:rFonts w:ascii="Verdana" w:hAnsi="Verdana"/>
          <w:spacing w:val="0"/>
          <w:w w:val="90"/>
          <w:sz w:val="20"/>
        </w:rPr>
        <w:t xml:space="preserve"> z dnia 10 kwietnia 2003</w:t>
      </w:r>
      <w:r w:rsidR="00B56499" w:rsidRPr="00DF512F">
        <w:rPr>
          <w:rFonts w:ascii="Verdana" w:hAnsi="Verdana"/>
          <w:spacing w:val="0"/>
          <w:w w:val="90"/>
          <w:sz w:val="20"/>
        </w:rPr>
        <w:t xml:space="preserve"> </w:t>
      </w:r>
      <w:r w:rsidRPr="00DF512F">
        <w:rPr>
          <w:rFonts w:ascii="Verdana" w:hAnsi="Verdana"/>
          <w:spacing w:val="0"/>
          <w:w w:val="90"/>
          <w:sz w:val="20"/>
        </w:rPr>
        <w:t>r</w:t>
      </w:r>
      <w:r w:rsidR="00B56499" w:rsidRPr="00DF512F">
        <w:rPr>
          <w:rFonts w:ascii="Verdana" w:hAnsi="Verdana"/>
          <w:spacing w:val="0"/>
          <w:w w:val="90"/>
          <w:sz w:val="20"/>
        </w:rPr>
        <w:t>.</w:t>
      </w:r>
      <w:r w:rsidRPr="00DF512F">
        <w:rPr>
          <w:rFonts w:ascii="Verdana" w:hAnsi="Verdana"/>
          <w:spacing w:val="0"/>
          <w:w w:val="90"/>
          <w:sz w:val="20"/>
        </w:rPr>
        <w:t xml:space="preserve"> </w:t>
      </w:r>
      <w:r w:rsidRPr="00DF512F">
        <w:rPr>
          <w:rFonts w:ascii="Verdana" w:hAnsi="Verdana"/>
          <w:b/>
          <w:bCs/>
          <w:spacing w:val="0"/>
          <w:w w:val="90"/>
          <w:sz w:val="20"/>
        </w:rPr>
        <w:t>o szczególnych zasadach przygotowania i realizacji inwestycji w zakresie dróg publicznych</w:t>
      </w:r>
      <w:r w:rsidRPr="00DF512F">
        <w:rPr>
          <w:rFonts w:ascii="Verdana" w:hAnsi="Verdana"/>
          <w:bCs/>
          <w:spacing w:val="0"/>
          <w:w w:val="90"/>
          <w:sz w:val="20"/>
        </w:rPr>
        <w:t xml:space="preserve"> </w:t>
      </w:r>
      <w:r w:rsidR="00806693" w:rsidRPr="00DF512F">
        <w:rPr>
          <w:rFonts w:ascii="Verdana" w:hAnsi="Verdana"/>
          <w:bCs/>
          <w:spacing w:val="0"/>
          <w:w w:val="90"/>
          <w:sz w:val="20"/>
        </w:rPr>
        <w:t>(</w:t>
      </w:r>
      <w:r w:rsidRPr="00DF512F">
        <w:rPr>
          <w:rFonts w:ascii="Verdana" w:hAnsi="Verdana"/>
          <w:spacing w:val="0"/>
          <w:w w:val="90"/>
          <w:sz w:val="20"/>
        </w:rPr>
        <w:t xml:space="preserve">Dz.U. </w:t>
      </w:r>
      <w:r w:rsidR="00B56499" w:rsidRPr="00DF512F">
        <w:rPr>
          <w:rFonts w:ascii="Verdana" w:hAnsi="Verdana"/>
          <w:spacing w:val="0"/>
          <w:w w:val="90"/>
          <w:sz w:val="20"/>
        </w:rPr>
        <w:t xml:space="preserve">z </w:t>
      </w:r>
      <w:r w:rsidRPr="00DF512F">
        <w:rPr>
          <w:rFonts w:ascii="Verdana" w:hAnsi="Verdana"/>
          <w:spacing w:val="0"/>
          <w:w w:val="90"/>
          <w:sz w:val="20"/>
        </w:rPr>
        <w:t>20</w:t>
      </w:r>
      <w:r w:rsidR="00377F8A" w:rsidRPr="00DF512F">
        <w:rPr>
          <w:rFonts w:ascii="Verdana" w:hAnsi="Verdana"/>
          <w:spacing w:val="0"/>
          <w:w w:val="90"/>
          <w:sz w:val="20"/>
        </w:rPr>
        <w:t>24</w:t>
      </w:r>
      <w:r w:rsidR="00B56499" w:rsidRPr="00DF512F">
        <w:rPr>
          <w:rFonts w:ascii="Verdana" w:hAnsi="Verdana"/>
          <w:spacing w:val="0"/>
          <w:w w:val="90"/>
          <w:sz w:val="20"/>
        </w:rPr>
        <w:t xml:space="preserve"> r.</w:t>
      </w:r>
      <w:r w:rsidRPr="00DF512F">
        <w:rPr>
          <w:rFonts w:ascii="Verdana" w:hAnsi="Verdana"/>
          <w:spacing w:val="0"/>
          <w:w w:val="90"/>
          <w:sz w:val="20"/>
        </w:rPr>
        <w:t xml:space="preserve">, poz. </w:t>
      </w:r>
      <w:r w:rsidR="00377F8A" w:rsidRPr="00DF512F">
        <w:rPr>
          <w:rFonts w:ascii="Verdana" w:hAnsi="Verdana"/>
          <w:spacing w:val="0"/>
          <w:w w:val="90"/>
          <w:sz w:val="20"/>
        </w:rPr>
        <w:t>311</w:t>
      </w:r>
      <w:r w:rsidR="00352CC3" w:rsidRPr="00DF512F">
        <w:rPr>
          <w:rFonts w:ascii="Verdana" w:hAnsi="Verdana"/>
          <w:spacing w:val="0"/>
          <w:w w:val="90"/>
          <w:sz w:val="20"/>
        </w:rPr>
        <w:t>).</w:t>
      </w:r>
    </w:p>
    <w:bookmarkEnd w:id="48"/>
    <w:p w14:paraId="79C85896" w14:textId="0204ED7B" w:rsidR="005F41E0" w:rsidRPr="00DF512F" w:rsidRDefault="005F41E0" w:rsidP="005F41E0">
      <w:pPr>
        <w:pStyle w:val="Listapunktowana"/>
        <w:numPr>
          <w:ilvl w:val="0"/>
          <w:numId w:val="5"/>
        </w:numPr>
        <w:rPr>
          <w:rFonts w:ascii="Verdana" w:hAnsi="Verdana"/>
          <w:spacing w:val="0"/>
          <w:w w:val="90"/>
          <w:sz w:val="20"/>
        </w:rPr>
      </w:pPr>
      <w:r w:rsidRPr="00DF512F">
        <w:rPr>
          <w:rFonts w:ascii="Verdana" w:hAnsi="Verdana"/>
          <w:spacing w:val="0"/>
          <w:w w:val="90"/>
          <w:sz w:val="20"/>
        </w:rPr>
        <w:t>Ustawa z dnia 21</w:t>
      </w:r>
      <w:r w:rsidR="000151BA" w:rsidRPr="00DF512F">
        <w:rPr>
          <w:rFonts w:ascii="Verdana" w:hAnsi="Verdana"/>
          <w:spacing w:val="0"/>
          <w:w w:val="90"/>
          <w:sz w:val="20"/>
        </w:rPr>
        <w:t xml:space="preserve"> sierpnia </w:t>
      </w:r>
      <w:r w:rsidRPr="00DF512F">
        <w:rPr>
          <w:rFonts w:ascii="Verdana" w:hAnsi="Verdana"/>
          <w:spacing w:val="0"/>
          <w:w w:val="90"/>
          <w:sz w:val="20"/>
        </w:rPr>
        <w:t>1997</w:t>
      </w:r>
      <w:r w:rsidR="00B56499" w:rsidRPr="00DF512F">
        <w:rPr>
          <w:rFonts w:ascii="Verdana" w:hAnsi="Verdana"/>
          <w:spacing w:val="0"/>
          <w:w w:val="90"/>
          <w:sz w:val="20"/>
        </w:rPr>
        <w:t xml:space="preserve"> </w:t>
      </w:r>
      <w:r w:rsidRPr="00DF512F">
        <w:rPr>
          <w:rFonts w:ascii="Verdana" w:hAnsi="Verdana"/>
          <w:spacing w:val="0"/>
          <w:w w:val="90"/>
          <w:sz w:val="20"/>
        </w:rPr>
        <w:t xml:space="preserve">r. </w:t>
      </w:r>
      <w:r w:rsidRPr="00DF512F">
        <w:rPr>
          <w:rFonts w:ascii="Verdana" w:hAnsi="Verdana"/>
          <w:b/>
          <w:spacing w:val="0"/>
          <w:w w:val="90"/>
          <w:sz w:val="20"/>
        </w:rPr>
        <w:t xml:space="preserve">o gospodarce nieruchomościami </w:t>
      </w:r>
      <w:r w:rsidRPr="00DF512F">
        <w:rPr>
          <w:rFonts w:ascii="Verdana" w:hAnsi="Verdana"/>
          <w:spacing w:val="0"/>
          <w:w w:val="90"/>
          <w:sz w:val="20"/>
        </w:rPr>
        <w:t>(</w:t>
      </w:r>
      <w:r w:rsidRPr="00DF512F">
        <w:rPr>
          <w:rFonts w:ascii="Verdana" w:hAnsi="Verdana"/>
          <w:w w:val="90"/>
          <w:sz w:val="20"/>
        </w:rPr>
        <w:t>Dz.U.</w:t>
      </w:r>
      <w:r w:rsidR="00B56499" w:rsidRPr="00DF512F">
        <w:rPr>
          <w:rFonts w:ascii="Verdana" w:hAnsi="Verdana"/>
          <w:w w:val="90"/>
          <w:sz w:val="20"/>
        </w:rPr>
        <w:t xml:space="preserve"> z 202</w:t>
      </w:r>
      <w:r w:rsidR="00710E7D" w:rsidRPr="00DF512F">
        <w:rPr>
          <w:rFonts w:ascii="Verdana" w:hAnsi="Verdana"/>
          <w:w w:val="90"/>
          <w:sz w:val="20"/>
        </w:rPr>
        <w:t>3</w:t>
      </w:r>
      <w:r w:rsidR="00B56499" w:rsidRPr="00DF512F">
        <w:rPr>
          <w:rFonts w:ascii="Verdana" w:hAnsi="Verdana"/>
          <w:w w:val="90"/>
          <w:sz w:val="20"/>
        </w:rPr>
        <w:t xml:space="preserve"> </w:t>
      </w:r>
      <w:r w:rsidR="00130AF6" w:rsidRPr="00DF512F">
        <w:rPr>
          <w:rFonts w:ascii="Verdana" w:hAnsi="Verdana"/>
          <w:w w:val="90"/>
          <w:sz w:val="20"/>
        </w:rPr>
        <w:t xml:space="preserve">r., </w:t>
      </w:r>
      <w:r w:rsidR="00915794">
        <w:rPr>
          <w:rFonts w:ascii="Verdana" w:hAnsi="Verdana"/>
          <w:w w:val="90"/>
          <w:sz w:val="20"/>
        </w:rPr>
        <w:br/>
      </w:r>
      <w:r w:rsidR="00130AF6" w:rsidRPr="00DF512F">
        <w:rPr>
          <w:rFonts w:ascii="Verdana" w:hAnsi="Verdana"/>
          <w:w w:val="90"/>
          <w:sz w:val="20"/>
        </w:rPr>
        <w:t>poz</w:t>
      </w:r>
      <w:r w:rsidR="00E81E95" w:rsidRPr="00DF512F">
        <w:rPr>
          <w:rFonts w:ascii="Verdana" w:hAnsi="Verdana"/>
          <w:w w:val="90"/>
          <w:sz w:val="20"/>
        </w:rPr>
        <w:t>.</w:t>
      </w:r>
      <w:r w:rsidR="00130AF6" w:rsidRPr="00DF512F">
        <w:rPr>
          <w:rFonts w:ascii="Verdana" w:hAnsi="Verdana"/>
          <w:w w:val="90"/>
          <w:sz w:val="20"/>
        </w:rPr>
        <w:t xml:space="preserve"> </w:t>
      </w:r>
      <w:r w:rsidR="00710E7D" w:rsidRPr="00DF512F">
        <w:rPr>
          <w:rFonts w:ascii="Verdana" w:hAnsi="Verdana"/>
          <w:w w:val="90"/>
          <w:sz w:val="20"/>
        </w:rPr>
        <w:t>344</w:t>
      </w:r>
      <w:r w:rsidR="00D47B1E" w:rsidRPr="00DF512F">
        <w:rPr>
          <w:rFonts w:ascii="Verdana" w:hAnsi="Verdana"/>
          <w:w w:val="90"/>
          <w:sz w:val="20"/>
        </w:rPr>
        <w:t>,</w:t>
      </w:r>
      <w:r w:rsidR="00130AF6" w:rsidRPr="00DF512F">
        <w:rPr>
          <w:rFonts w:ascii="Verdana" w:hAnsi="Verdana"/>
          <w:w w:val="90"/>
          <w:sz w:val="20"/>
        </w:rPr>
        <w:t xml:space="preserve"> z</w:t>
      </w:r>
      <w:r w:rsidR="001E1F17" w:rsidRPr="00DF512F">
        <w:rPr>
          <w:rFonts w:ascii="Verdana" w:hAnsi="Verdana"/>
          <w:w w:val="90"/>
          <w:sz w:val="20"/>
        </w:rPr>
        <w:t xml:space="preserve"> </w:t>
      </w:r>
      <w:proofErr w:type="spellStart"/>
      <w:r w:rsidR="001E1F17" w:rsidRPr="00DF512F">
        <w:rPr>
          <w:rFonts w:ascii="Verdana" w:hAnsi="Verdana"/>
          <w:w w:val="90"/>
          <w:sz w:val="20"/>
        </w:rPr>
        <w:t>późn</w:t>
      </w:r>
      <w:proofErr w:type="spellEnd"/>
      <w:r w:rsidR="001E1F17" w:rsidRPr="00DF512F">
        <w:rPr>
          <w:rFonts w:ascii="Verdana" w:hAnsi="Verdana"/>
          <w:w w:val="90"/>
          <w:sz w:val="20"/>
        </w:rPr>
        <w:t>.</w:t>
      </w:r>
      <w:r w:rsidR="00130AF6" w:rsidRPr="00DF512F">
        <w:rPr>
          <w:rFonts w:ascii="Verdana" w:hAnsi="Verdana"/>
          <w:w w:val="90"/>
          <w:sz w:val="20"/>
        </w:rPr>
        <w:t xml:space="preserve"> zm.</w:t>
      </w:r>
      <w:r w:rsidRPr="00DF512F">
        <w:rPr>
          <w:rFonts w:ascii="Verdana" w:hAnsi="Verdana"/>
          <w:spacing w:val="0"/>
          <w:w w:val="90"/>
          <w:sz w:val="20"/>
        </w:rPr>
        <w:t>).</w:t>
      </w:r>
    </w:p>
    <w:p w14:paraId="15FB6DC1" w14:textId="1217456D" w:rsidR="005F41E0" w:rsidRPr="00DF512F" w:rsidRDefault="005F41E0" w:rsidP="005F41E0">
      <w:pPr>
        <w:pStyle w:val="Listapunktowana"/>
        <w:numPr>
          <w:ilvl w:val="1"/>
          <w:numId w:val="5"/>
        </w:numPr>
        <w:rPr>
          <w:rFonts w:ascii="Verdana" w:hAnsi="Verdana"/>
          <w:spacing w:val="0"/>
          <w:w w:val="90"/>
          <w:sz w:val="20"/>
        </w:rPr>
      </w:pPr>
      <w:r w:rsidRPr="00DF512F">
        <w:rPr>
          <w:rFonts w:ascii="Verdana" w:hAnsi="Verdana"/>
          <w:spacing w:val="0"/>
          <w:w w:val="90"/>
          <w:sz w:val="20"/>
        </w:rPr>
        <w:t>Rozporządzenie  Rady Ministrów  z  dnia  7  grudnia  2004</w:t>
      </w:r>
      <w:r w:rsidR="00B56499" w:rsidRPr="00DF512F">
        <w:rPr>
          <w:rFonts w:ascii="Verdana" w:hAnsi="Verdana"/>
          <w:spacing w:val="0"/>
          <w:w w:val="90"/>
          <w:sz w:val="20"/>
        </w:rPr>
        <w:t xml:space="preserve"> </w:t>
      </w:r>
      <w:r w:rsidRPr="00DF512F">
        <w:rPr>
          <w:rFonts w:ascii="Verdana" w:hAnsi="Verdana"/>
          <w:spacing w:val="0"/>
          <w:w w:val="90"/>
          <w:sz w:val="20"/>
        </w:rPr>
        <w:t>r.   w  sprawie</w:t>
      </w:r>
      <w:r w:rsidRPr="00DF512F">
        <w:rPr>
          <w:rFonts w:ascii="Verdana" w:hAnsi="Verdana"/>
          <w:b/>
          <w:spacing w:val="0"/>
          <w:w w:val="90"/>
          <w:sz w:val="20"/>
        </w:rPr>
        <w:t xml:space="preserve">  sposobu </w:t>
      </w:r>
      <w:r w:rsidR="00915794">
        <w:rPr>
          <w:rFonts w:ascii="Verdana" w:hAnsi="Verdana"/>
          <w:b/>
          <w:spacing w:val="0"/>
          <w:w w:val="90"/>
          <w:sz w:val="20"/>
        </w:rPr>
        <w:br/>
      </w:r>
      <w:r w:rsidRPr="00DF512F">
        <w:rPr>
          <w:rFonts w:ascii="Verdana" w:hAnsi="Verdana"/>
          <w:b/>
          <w:spacing w:val="0"/>
          <w:w w:val="90"/>
          <w:sz w:val="20"/>
        </w:rPr>
        <w:t xml:space="preserve">i trybu dokonywania podziałów nieruchomości </w:t>
      </w:r>
      <w:r w:rsidRPr="00DF512F">
        <w:rPr>
          <w:rFonts w:ascii="Verdana" w:hAnsi="Verdana"/>
          <w:spacing w:val="0"/>
          <w:w w:val="90"/>
          <w:sz w:val="20"/>
        </w:rPr>
        <w:t>(Dz.U.</w:t>
      </w:r>
      <w:r w:rsidR="00D21FD6" w:rsidRPr="00DF512F">
        <w:rPr>
          <w:rFonts w:ascii="Verdana" w:hAnsi="Verdana"/>
          <w:spacing w:val="0"/>
          <w:w w:val="90"/>
          <w:sz w:val="20"/>
        </w:rPr>
        <w:t xml:space="preserve"> </w:t>
      </w:r>
      <w:r w:rsidRPr="00DF512F">
        <w:rPr>
          <w:rFonts w:ascii="Verdana" w:hAnsi="Verdana"/>
          <w:spacing w:val="0"/>
          <w:w w:val="90"/>
          <w:sz w:val="20"/>
        </w:rPr>
        <w:t>Nr 268 poz.2663).</w:t>
      </w:r>
    </w:p>
    <w:p w14:paraId="5A9897B8" w14:textId="77777777" w:rsidR="005F41E0" w:rsidRPr="00DF512F" w:rsidRDefault="005F41E0" w:rsidP="005F41E0">
      <w:pPr>
        <w:pStyle w:val="Listapunktowana"/>
        <w:rPr>
          <w:rFonts w:ascii="Verdana" w:hAnsi="Verdana"/>
          <w:spacing w:val="0"/>
          <w:w w:val="90"/>
          <w:sz w:val="20"/>
        </w:rPr>
      </w:pPr>
    </w:p>
    <w:p w14:paraId="6007B10F" w14:textId="77777777" w:rsidR="00A64DFD" w:rsidRDefault="007272B9" w:rsidP="00A64DFD">
      <w:pPr>
        <w:pStyle w:val="Listapunktowana"/>
        <w:jc w:val="left"/>
        <w:rPr>
          <w:rFonts w:ascii="Verdana" w:hAnsi="Verdana"/>
          <w:b/>
          <w:w w:val="90"/>
          <w:u w:val="single"/>
        </w:rPr>
      </w:pPr>
      <w:r w:rsidRPr="00477D5E">
        <w:rPr>
          <w:rFonts w:ascii="Verdana" w:hAnsi="Verdana"/>
          <w:b/>
          <w:w w:val="90"/>
          <w:u w:val="single"/>
        </w:rPr>
        <w:br w:type="page"/>
      </w:r>
    </w:p>
    <w:p w14:paraId="5356B025" w14:textId="20B7C73C" w:rsidR="00A64DFD" w:rsidRDefault="00A64DFD" w:rsidP="00A64DFD">
      <w:pPr>
        <w:pStyle w:val="Listapunktowana"/>
        <w:jc w:val="left"/>
        <w:rPr>
          <w:rFonts w:ascii="Verdana" w:hAnsi="Verdana"/>
          <w:b/>
          <w:w w:val="90"/>
          <w:u w:val="single"/>
        </w:rPr>
      </w:pPr>
      <w:r w:rsidRPr="00A64DFD">
        <w:rPr>
          <w:rFonts w:ascii="Verdana" w:hAnsi="Verdana"/>
          <w:bCs/>
          <w:w w:val="90"/>
          <w:sz w:val="20"/>
          <w:szCs w:val="16"/>
        </w:rPr>
        <w:lastRenderedPageBreak/>
        <w:t>Załącznik nr 1</w:t>
      </w:r>
      <w:r>
        <w:rPr>
          <w:rFonts w:ascii="Verdana" w:hAnsi="Verdana"/>
          <w:bCs/>
          <w:w w:val="90"/>
          <w:sz w:val="20"/>
          <w:szCs w:val="16"/>
        </w:rPr>
        <w:t>. Wzór świadka punktu granicznego</w:t>
      </w:r>
    </w:p>
    <w:p w14:paraId="2B014596" w14:textId="60D6AC94" w:rsidR="00956B3B" w:rsidRDefault="00EF6DDE" w:rsidP="00A64DFD">
      <w:pPr>
        <w:pStyle w:val="Listapunktowana"/>
        <w:jc w:val="left"/>
        <w:rPr>
          <w:rFonts w:ascii="Verdana" w:hAnsi="Verdana"/>
          <w:bCs/>
          <w:w w:val="90"/>
          <w:sz w:val="20"/>
          <w:szCs w:val="16"/>
        </w:rPr>
      </w:pPr>
      <w:r w:rsidRPr="00A64DFD">
        <w:rPr>
          <w:bCs/>
          <w:noProof/>
          <w:w w:val="90"/>
          <w:sz w:val="20"/>
          <w:szCs w:val="16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31C1E592" wp14:editId="79D45349">
                <wp:simplePos x="0" y="0"/>
                <wp:positionH relativeFrom="margin">
                  <wp:posOffset>-187960</wp:posOffset>
                </wp:positionH>
                <wp:positionV relativeFrom="paragraph">
                  <wp:posOffset>2587625</wp:posOffset>
                </wp:positionV>
                <wp:extent cx="1914525" cy="5845810"/>
                <wp:effectExtent l="0" t="0" r="9525" b="2540"/>
                <wp:wrapTopAndBottom/>
                <wp:docPr id="240" name="Text Box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584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E69968" w14:textId="6759CA82" w:rsidR="001322DF" w:rsidRDefault="00191205" w:rsidP="00477D5E">
                            <w:pPr>
                              <w:jc w:val="right"/>
                              <w:rPr>
                                <w:rFonts w:ascii="Verdana" w:hAnsi="Verdana"/>
                              </w:rPr>
                            </w:pPr>
                            <w:r w:rsidRPr="00D47B1E">
                              <w:rPr>
                                <w:rFonts w:ascii="Verdana" w:hAnsi="Verdana"/>
                              </w:rPr>
                              <w:t>Świadek punktu granicznego</w:t>
                            </w:r>
                            <w:r w:rsidR="001322DF" w:rsidRPr="001322DF">
                              <w:rPr>
                                <w:rFonts w:ascii="Verdana" w:hAnsi="Verdana"/>
                              </w:rPr>
                              <w:t xml:space="preserve"> </w:t>
                            </w:r>
                            <w:r w:rsidR="001322DF" w:rsidRPr="00D47B1E">
                              <w:rPr>
                                <w:rFonts w:ascii="Verdana" w:hAnsi="Verdana"/>
                              </w:rPr>
                              <w:t xml:space="preserve">wykonany z betonu C 25/30 zbrojonego 4 prętami Ø 10 </w:t>
                            </w:r>
                            <w:r w:rsidR="00477D5E">
                              <w:rPr>
                                <w:rFonts w:ascii="Verdana" w:hAnsi="Verdana"/>
                              </w:rPr>
                              <w:br/>
                            </w:r>
                            <w:r w:rsidR="001322DF" w:rsidRPr="00D47B1E">
                              <w:rPr>
                                <w:rFonts w:ascii="Verdana" w:hAnsi="Verdana"/>
                              </w:rPr>
                              <w:t>o rozstawie ok. 6 cm</w:t>
                            </w:r>
                            <w:r w:rsidRPr="00D47B1E">
                              <w:rPr>
                                <w:rFonts w:ascii="Verdana" w:hAnsi="Verdana"/>
                              </w:rPr>
                              <w:t xml:space="preserve">. </w:t>
                            </w:r>
                          </w:p>
                          <w:p w14:paraId="7BF57AE9" w14:textId="77777777" w:rsidR="00477D5E" w:rsidRDefault="00477D5E" w:rsidP="00D47B1E">
                            <w:pPr>
                              <w:pStyle w:val="Tekstpodstawowy"/>
                              <w:jc w:val="right"/>
                              <w:rPr>
                                <w:rFonts w:ascii="Verdana" w:hAnsi="Verdana"/>
                                <w:sz w:val="20"/>
                              </w:rPr>
                            </w:pPr>
                          </w:p>
                          <w:p w14:paraId="062D9C26" w14:textId="4D7FE279" w:rsidR="00477D5E" w:rsidRDefault="00191205" w:rsidP="00D47B1E">
                            <w:pPr>
                              <w:pStyle w:val="Tekstpodstawowy"/>
                              <w:jc w:val="right"/>
                              <w:rPr>
                                <w:rFonts w:ascii="Verdana" w:hAnsi="Verdana"/>
                                <w:sz w:val="20"/>
                              </w:rPr>
                            </w:pPr>
                            <w:r w:rsidRPr="00D47B1E">
                              <w:rPr>
                                <w:rFonts w:ascii="Verdana" w:hAnsi="Verdana"/>
                                <w:sz w:val="20"/>
                              </w:rPr>
                              <w:t xml:space="preserve">Część nadziemna </w:t>
                            </w:r>
                            <w:r w:rsidR="00477D5E" w:rsidRPr="00D47B1E">
                              <w:rPr>
                                <w:rFonts w:ascii="Verdana" w:hAnsi="Verdana"/>
                                <w:sz w:val="20"/>
                              </w:rPr>
                              <w:t xml:space="preserve">świadka </w:t>
                            </w:r>
                            <w:r w:rsidR="001322DF" w:rsidRPr="00D47B1E">
                              <w:rPr>
                                <w:rFonts w:ascii="Verdana" w:hAnsi="Verdana"/>
                                <w:sz w:val="20"/>
                              </w:rPr>
                              <w:t xml:space="preserve">z każdej strony </w:t>
                            </w:r>
                            <w:r w:rsidRPr="00D47B1E">
                              <w:rPr>
                                <w:rFonts w:ascii="Verdana" w:hAnsi="Verdana"/>
                                <w:sz w:val="20"/>
                              </w:rPr>
                              <w:t>jest barwy żółtej</w:t>
                            </w:r>
                            <w:r w:rsidR="001322DF">
                              <w:rPr>
                                <w:rFonts w:ascii="Verdana" w:hAnsi="Verdana"/>
                                <w:sz w:val="20"/>
                              </w:rPr>
                              <w:t>,</w:t>
                            </w:r>
                            <w:r w:rsidRPr="00D47B1E">
                              <w:rPr>
                                <w:rFonts w:ascii="Verdana" w:hAnsi="Verdana"/>
                                <w:sz w:val="20"/>
                              </w:rPr>
                              <w:t xml:space="preserve"> </w:t>
                            </w:r>
                            <w:r w:rsidR="001322DF">
                              <w:rPr>
                                <w:rFonts w:ascii="Verdana" w:hAnsi="Verdana"/>
                                <w:sz w:val="20"/>
                              </w:rPr>
                              <w:t xml:space="preserve">pomalowana </w:t>
                            </w:r>
                            <w:r w:rsidR="001322DF" w:rsidRPr="00D47B1E">
                              <w:rPr>
                                <w:rFonts w:ascii="Verdana" w:hAnsi="Verdana"/>
                                <w:sz w:val="20"/>
                              </w:rPr>
                              <w:t>farbą chlorokauczukową</w:t>
                            </w:r>
                            <w:r w:rsidR="001322DF">
                              <w:rPr>
                                <w:rFonts w:ascii="Verdana" w:hAnsi="Verdana"/>
                                <w:sz w:val="20"/>
                              </w:rPr>
                              <w:t>,</w:t>
                            </w:r>
                            <w:r w:rsidR="001322DF" w:rsidRPr="00D47B1E">
                              <w:rPr>
                                <w:rFonts w:ascii="Verdana" w:hAnsi="Verdana"/>
                                <w:sz w:val="20"/>
                              </w:rPr>
                              <w:t xml:space="preserve"> </w:t>
                            </w:r>
                            <w:r w:rsidR="00477D5E">
                              <w:rPr>
                                <w:rFonts w:ascii="Verdana" w:hAnsi="Verdana"/>
                                <w:sz w:val="20"/>
                              </w:rPr>
                              <w:br/>
                            </w:r>
                            <w:r w:rsidR="001322DF" w:rsidRPr="00D47B1E">
                              <w:rPr>
                                <w:rFonts w:ascii="Verdana" w:hAnsi="Verdana"/>
                                <w:sz w:val="20"/>
                              </w:rPr>
                              <w:t xml:space="preserve">z wytłoczonym </w:t>
                            </w:r>
                            <w:r w:rsidR="001322DF">
                              <w:rPr>
                                <w:rFonts w:ascii="Verdana" w:hAnsi="Verdana"/>
                                <w:sz w:val="20"/>
                              </w:rPr>
                              <w:t xml:space="preserve">w betonie </w:t>
                            </w:r>
                            <w:r w:rsidR="001322DF" w:rsidRPr="00D47B1E">
                              <w:rPr>
                                <w:rFonts w:ascii="Verdana" w:hAnsi="Verdana"/>
                                <w:sz w:val="20"/>
                              </w:rPr>
                              <w:t>czarnym napisem</w:t>
                            </w:r>
                            <w:r w:rsidR="00D47B1E">
                              <w:rPr>
                                <w:rFonts w:ascii="Verdana" w:hAnsi="Verdana"/>
                                <w:sz w:val="20"/>
                              </w:rPr>
                              <w:br/>
                            </w:r>
                            <w:r w:rsidRPr="00D47B1E">
                              <w:rPr>
                                <w:rFonts w:ascii="Verdana" w:hAnsi="Verdana"/>
                                <w:sz w:val="20"/>
                              </w:rPr>
                              <w:t>„PAS DROGOWY”</w:t>
                            </w:r>
                            <w:r w:rsidR="001322DF">
                              <w:rPr>
                                <w:rFonts w:ascii="Verdana" w:hAnsi="Verdana"/>
                                <w:sz w:val="20"/>
                              </w:rPr>
                              <w:t>.</w:t>
                            </w:r>
                            <w:r w:rsidRPr="00D47B1E">
                              <w:rPr>
                                <w:rFonts w:ascii="Verdana" w:hAnsi="Verdana"/>
                                <w:sz w:val="20"/>
                              </w:rPr>
                              <w:t xml:space="preserve"> </w:t>
                            </w:r>
                          </w:p>
                          <w:p w14:paraId="61C188AB" w14:textId="77777777" w:rsidR="00477D5E" w:rsidRDefault="00477D5E" w:rsidP="00D47B1E">
                            <w:pPr>
                              <w:pStyle w:val="Tekstpodstawowy"/>
                              <w:jc w:val="right"/>
                              <w:rPr>
                                <w:rFonts w:ascii="Verdana" w:hAnsi="Verdana"/>
                                <w:sz w:val="20"/>
                              </w:rPr>
                            </w:pPr>
                          </w:p>
                          <w:p w14:paraId="3FD9A104" w14:textId="0DB4BEA0" w:rsidR="00956B3B" w:rsidRPr="00D47B1E" w:rsidRDefault="00191205" w:rsidP="00D47B1E">
                            <w:pPr>
                              <w:pStyle w:val="Tekstpodstawowy"/>
                              <w:jc w:val="right"/>
                              <w:rPr>
                                <w:rFonts w:ascii="Verdana" w:hAnsi="Verdana"/>
                                <w:sz w:val="20"/>
                              </w:rPr>
                            </w:pPr>
                            <w:r w:rsidRPr="00D47B1E">
                              <w:rPr>
                                <w:rFonts w:ascii="Verdana" w:hAnsi="Verdana"/>
                                <w:sz w:val="20"/>
                              </w:rPr>
                              <w:t>Część podziemna świadka, osadzana w gruncie, zabezpieczona lepikiem</w:t>
                            </w:r>
                            <w:r w:rsidR="001322DF">
                              <w:rPr>
                                <w:rFonts w:ascii="Verdana" w:hAnsi="Verdana"/>
                                <w:sz w:val="20"/>
                              </w:rPr>
                              <w:t>.</w:t>
                            </w:r>
                            <w:r w:rsidRPr="00D47B1E">
                              <w:rPr>
                                <w:rFonts w:ascii="Verdana" w:hAnsi="Verdana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1E592" id="_x0000_t202" coordsize="21600,21600" o:spt="202" path="m,l,21600r21600,l21600,xe">
                <v:stroke joinstyle="miter"/>
                <v:path gradientshapeok="t" o:connecttype="rect"/>
              </v:shapetype>
              <v:shape id="Text Box 233" o:spid="_x0000_s1026" type="#_x0000_t202" style="position:absolute;margin-left:-14.8pt;margin-top:203.75pt;width:150.75pt;height:460.3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" o:allowincell="f" stroked="f">
                <v:textbox inset="0,0,0,0">
                  <w:txbxContent>
                    <w:p w14:paraId="42E69968" w14:textId="6759CA82" w:rsidR="001322DF" w:rsidRDefault="00191205" w:rsidP="00477D5E">
                      <w:pPr>
                        <w:jc w:val="right"/>
                        <w:rPr>
                          <w:rFonts w:ascii="Verdana" w:hAnsi="Verdana"/>
                        </w:rPr>
                      </w:pPr>
                      <w:r w:rsidRPr="00D47B1E">
                        <w:rPr>
                          <w:rFonts w:ascii="Verdana" w:hAnsi="Verdana"/>
                        </w:rPr>
                        <w:t>Świadek punktu granicznego</w:t>
                      </w:r>
                      <w:r w:rsidR="001322DF" w:rsidRPr="001322DF">
                        <w:rPr>
                          <w:rFonts w:ascii="Verdana" w:hAnsi="Verdana"/>
                        </w:rPr>
                        <w:t xml:space="preserve"> </w:t>
                      </w:r>
                      <w:r w:rsidR="001322DF" w:rsidRPr="00D47B1E">
                        <w:rPr>
                          <w:rFonts w:ascii="Verdana" w:hAnsi="Verdana"/>
                        </w:rPr>
                        <w:t xml:space="preserve">wykonany z betonu C 25/30 zbrojonego 4 prętami Ø 10 </w:t>
                      </w:r>
                      <w:r w:rsidR="00477D5E">
                        <w:rPr>
                          <w:rFonts w:ascii="Verdana" w:hAnsi="Verdana"/>
                        </w:rPr>
                        <w:br/>
                      </w:r>
                      <w:r w:rsidR="001322DF" w:rsidRPr="00D47B1E">
                        <w:rPr>
                          <w:rFonts w:ascii="Verdana" w:hAnsi="Verdana"/>
                        </w:rPr>
                        <w:t>o rozstawie ok. 6 cm</w:t>
                      </w:r>
                      <w:r w:rsidRPr="00D47B1E">
                        <w:rPr>
                          <w:rFonts w:ascii="Verdana" w:hAnsi="Verdana"/>
                        </w:rPr>
                        <w:t xml:space="preserve">. </w:t>
                      </w:r>
                    </w:p>
                    <w:p w14:paraId="7BF57AE9" w14:textId="77777777" w:rsidR="00477D5E" w:rsidRDefault="00477D5E" w:rsidP="00D47B1E">
                      <w:pPr>
                        <w:pStyle w:val="Tekstpodstawowy"/>
                        <w:jc w:val="right"/>
                        <w:rPr>
                          <w:rFonts w:ascii="Verdana" w:hAnsi="Verdana"/>
                          <w:sz w:val="20"/>
                        </w:rPr>
                      </w:pPr>
                    </w:p>
                    <w:p w14:paraId="062D9C26" w14:textId="4D7FE279" w:rsidR="00477D5E" w:rsidRDefault="00191205" w:rsidP="00D47B1E">
                      <w:pPr>
                        <w:pStyle w:val="Tekstpodstawowy"/>
                        <w:jc w:val="right"/>
                        <w:rPr>
                          <w:rFonts w:ascii="Verdana" w:hAnsi="Verdana"/>
                          <w:sz w:val="20"/>
                        </w:rPr>
                      </w:pPr>
                      <w:r w:rsidRPr="00D47B1E">
                        <w:rPr>
                          <w:rFonts w:ascii="Verdana" w:hAnsi="Verdana"/>
                          <w:sz w:val="20"/>
                        </w:rPr>
                        <w:t xml:space="preserve">Część nadziemna </w:t>
                      </w:r>
                      <w:r w:rsidR="00477D5E" w:rsidRPr="00D47B1E">
                        <w:rPr>
                          <w:rFonts w:ascii="Verdana" w:hAnsi="Verdana"/>
                          <w:sz w:val="20"/>
                        </w:rPr>
                        <w:t xml:space="preserve">świadka </w:t>
                      </w:r>
                      <w:r w:rsidR="001322DF" w:rsidRPr="00D47B1E">
                        <w:rPr>
                          <w:rFonts w:ascii="Verdana" w:hAnsi="Verdana"/>
                          <w:sz w:val="20"/>
                        </w:rPr>
                        <w:t xml:space="preserve">z każdej strony </w:t>
                      </w:r>
                      <w:r w:rsidRPr="00D47B1E">
                        <w:rPr>
                          <w:rFonts w:ascii="Verdana" w:hAnsi="Verdana"/>
                          <w:sz w:val="20"/>
                        </w:rPr>
                        <w:t>jest barwy żółtej</w:t>
                      </w:r>
                      <w:r w:rsidR="001322DF">
                        <w:rPr>
                          <w:rFonts w:ascii="Verdana" w:hAnsi="Verdana"/>
                          <w:sz w:val="20"/>
                        </w:rPr>
                        <w:t>,</w:t>
                      </w:r>
                      <w:r w:rsidRPr="00D47B1E">
                        <w:rPr>
                          <w:rFonts w:ascii="Verdana" w:hAnsi="Verdana"/>
                          <w:sz w:val="20"/>
                        </w:rPr>
                        <w:t xml:space="preserve"> </w:t>
                      </w:r>
                      <w:r w:rsidR="001322DF">
                        <w:rPr>
                          <w:rFonts w:ascii="Verdana" w:hAnsi="Verdana"/>
                          <w:sz w:val="20"/>
                        </w:rPr>
                        <w:t xml:space="preserve">pomalowana </w:t>
                      </w:r>
                      <w:r w:rsidR="001322DF" w:rsidRPr="00D47B1E">
                        <w:rPr>
                          <w:rFonts w:ascii="Verdana" w:hAnsi="Verdana"/>
                          <w:sz w:val="20"/>
                        </w:rPr>
                        <w:t>farbą chlorokauczukową</w:t>
                      </w:r>
                      <w:r w:rsidR="001322DF">
                        <w:rPr>
                          <w:rFonts w:ascii="Verdana" w:hAnsi="Verdana"/>
                          <w:sz w:val="20"/>
                        </w:rPr>
                        <w:t>,</w:t>
                      </w:r>
                      <w:r w:rsidR="001322DF" w:rsidRPr="00D47B1E">
                        <w:rPr>
                          <w:rFonts w:ascii="Verdana" w:hAnsi="Verdana"/>
                          <w:sz w:val="20"/>
                        </w:rPr>
                        <w:t xml:space="preserve"> </w:t>
                      </w:r>
                      <w:r w:rsidR="00477D5E">
                        <w:rPr>
                          <w:rFonts w:ascii="Verdana" w:hAnsi="Verdana"/>
                          <w:sz w:val="20"/>
                        </w:rPr>
                        <w:br/>
                      </w:r>
                      <w:r w:rsidR="001322DF" w:rsidRPr="00D47B1E">
                        <w:rPr>
                          <w:rFonts w:ascii="Verdana" w:hAnsi="Verdana"/>
                          <w:sz w:val="20"/>
                        </w:rPr>
                        <w:t xml:space="preserve">z wytłoczonym </w:t>
                      </w:r>
                      <w:r w:rsidR="001322DF">
                        <w:rPr>
                          <w:rFonts w:ascii="Verdana" w:hAnsi="Verdana"/>
                          <w:sz w:val="20"/>
                        </w:rPr>
                        <w:t xml:space="preserve">w betonie </w:t>
                      </w:r>
                      <w:r w:rsidR="001322DF" w:rsidRPr="00D47B1E">
                        <w:rPr>
                          <w:rFonts w:ascii="Verdana" w:hAnsi="Verdana"/>
                          <w:sz w:val="20"/>
                        </w:rPr>
                        <w:t>czarnym napisem</w:t>
                      </w:r>
                      <w:r w:rsidR="00D47B1E">
                        <w:rPr>
                          <w:rFonts w:ascii="Verdana" w:hAnsi="Verdana"/>
                          <w:sz w:val="20"/>
                        </w:rPr>
                        <w:br/>
                      </w:r>
                      <w:r w:rsidRPr="00D47B1E">
                        <w:rPr>
                          <w:rFonts w:ascii="Verdana" w:hAnsi="Verdana"/>
                          <w:sz w:val="20"/>
                        </w:rPr>
                        <w:t>„PAS DROGOWY”</w:t>
                      </w:r>
                      <w:r w:rsidR="001322DF">
                        <w:rPr>
                          <w:rFonts w:ascii="Verdana" w:hAnsi="Verdana"/>
                          <w:sz w:val="20"/>
                        </w:rPr>
                        <w:t>.</w:t>
                      </w:r>
                      <w:r w:rsidRPr="00D47B1E">
                        <w:rPr>
                          <w:rFonts w:ascii="Verdana" w:hAnsi="Verdana"/>
                          <w:sz w:val="20"/>
                        </w:rPr>
                        <w:t xml:space="preserve"> </w:t>
                      </w:r>
                    </w:p>
                    <w:p w14:paraId="61C188AB" w14:textId="77777777" w:rsidR="00477D5E" w:rsidRDefault="00477D5E" w:rsidP="00D47B1E">
                      <w:pPr>
                        <w:pStyle w:val="Tekstpodstawowy"/>
                        <w:jc w:val="right"/>
                        <w:rPr>
                          <w:rFonts w:ascii="Verdana" w:hAnsi="Verdana"/>
                          <w:sz w:val="20"/>
                        </w:rPr>
                      </w:pPr>
                    </w:p>
                    <w:p w14:paraId="3FD9A104" w14:textId="0DB4BEA0" w:rsidR="00956B3B" w:rsidRPr="00D47B1E" w:rsidRDefault="00191205" w:rsidP="00D47B1E">
                      <w:pPr>
                        <w:pStyle w:val="Tekstpodstawowy"/>
                        <w:jc w:val="right"/>
                        <w:rPr>
                          <w:rFonts w:ascii="Verdana" w:hAnsi="Verdana"/>
                          <w:sz w:val="20"/>
                        </w:rPr>
                      </w:pPr>
                      <w:r w:rsidRPr="00D47B1E">
                        <w:rPr>
                          <w:rFonts w:ascii="Verdana" w:hAnsi="Verdana"/>
                          <w:sz w:val="20"/>
                        </w:rPr>
                        <w:t>Część podziemna świadka, osadzana w gruncie, zabezpieczona lepikiem</w:t>
                      </w:r>
                      <w:r w:rsidR="001322DF">
                        <w:rPr>
                          <w:rFonts w:ascii="Verdana" w:hAnsi="Verdana"/>
                          <w:sz w:val="20"/>
                        </w:rPr>
                        <w:t>.</w:t>
                      </w:r>
                      <w:r w:rsidRPr="00D47B1E">
                        <w:rPr>
                          <w:rFonts w:ascii="Verdana" w:hAnsi="Verdana"/>
                          <w:sz w:val="20"/>
                        </w:rPr>
                        <w:t xml:space="preserve">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A64DFD">
        <w:rPr>
          <w:bCs/>
          <w:noProof/>
          <w:w w:val="90"/>
          <w:sz w:val="20"/>
          <w:szCs w:val="16"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 wp14:anchorId="2C4F1B1B" wp14:editId="71CFB88B">
                <wp:simplePos x="0" y="0"/>
                <wp:positionH relativeFrom="column">
                  <wp:posOffset>2906395</wp:posOffset>
                </wp:positionH>
                <wp:positionV relativeFrom="paragraph">
                  <wp:posOffset>4323715</wp:posOffset>
                </wp:positionV>
                <wp:extent cx="365760" cy="274320"/>
                <wp:effectExtent l="0" t="0" r="0" b="0"/>
                <wp:wrapTopAndBottom/>
                <wp:docPr id="238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274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05F339" w14:textId="77777777" w:rsidR="00956B3B" w:rsidRDefault="00956B3B" w:rsidP="00956B3B">
                            <w:pPr>
                              <w:rPr>
                                <w:sz w:val="28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7 cm"/>
                              </w:smartTagPr>
                              <w:r>
                                <w:rPr>
                                  <w:sz w:val="28"/>
                                </w:rPr>
                                <w:t>7 cm</w:t>
                              </w:r>
                            </w:smartTag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F1B1B" id="Text Box 214" o:spid="_x0000_s1027" type="#_x0000_t202" style="position:absolute;margin-left:228.85pt;margin-top:340.45pt;width:28.8pt;height:21.6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" o:allowincell="f" stroked="f">
                <v:fill opacity="32896f"/>
                <v:textbox inset="0,0,0,0">
                  <w:txbxContent>
                    <w:p w14:paraId="5905F339" w14:textId="77777777" w:rsidR="00956B3B" w:rsidRDefault="00956B3B" w:rsidP="00956B3B">
                      <w:pPr>
                        <w:rPr>
                          <w:sz w:val="28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7 cm"/>
                        </w:smartTagPr>
                        <w:r>
                          <w:rPr>
                            <w:sz w:val="28"/>
                          </w:rPr>
                          <w:t>7 cm</w:t>
                        </w:r>
                      </w:smartTag>
                    </w:p>
                  </w:txbxContent>
                </v:textbox>
                <w10:wrap type="topAndBottom"/>
              </v:shape>
            </w:pict>
          </mc:Fallback>
        </mc:AlternateContent>
      </w:r>
      <w:bookmarkEnd w:id="4"/>
      <w:bookmarkEnd w:id="40"/>
      <w:bookmarkEnd w:id="41"/>
      <w:bookmarkEnd w:id="42"/>
      <w:bookmarkEnd w:id="43"/>
      <w:bookmarkEnd w:id="44"/>
      <w:bookmarkEnd w:id="45"/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33664" behindDoc="0" locked="0" layoutInCell="0" allowOverlap="1" wp14:anchorId="48E78F40" wp14:editId="766F73AC">
                <wp:simplePos x="0" y="0"/>
                <wp:positionH relativeFrom="column">
                  <wp:posOffset>2016760</wp:posOffset>
                </wp:positionH>
                <wp:positionV relativeFrom="paragraph">
                  <wp:posOffset>652780</wp:posOffset>
                </wp:positionV>
                <wp:extent cx="19050" cy="7044690"/>
                <wp:effectExtent l="0" t="0" r="0" b="0"/>
                <wp:wrapTopAndBottom/>
                <wp:docPr id="237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704469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3B6414" id="Line 197" o:spid="_x0000_s1026" style="position:absolute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8pt,51.4pt" to="160.3pt,60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qYGwIAADE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" o:allowincell="f" strokeweight="2.25pt">
                <w10:wrap type="topAndBottom"/>
              </v:lin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2CB57D21" wp14:editId="498E2757">
                <wp:simplePos x="0" y="0"/>
                <wp:positionH relativeFrom="column">
                  <wp:posOffset>4404360</wp:posOffset>
                </wp:positionH>
                <wp:positionV relativeFrom="paragraph">
                  <wp:posOffset>1292225</wp:posOffset>
                </wp:positionV>
                <wp:extent cx="0" cy="1463040"/>
                <wp:effectExtent l="0" t="0" r="0" b="0"/>
                <wp:wrapNone/>
                <wp:docPr id="236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630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2AB395" id="Line 235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8pt,101.75pt" to="346.8pt,2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" o:allowincell="f">
                <v:stroke endarrow="block"/>
              </v:lin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D8811F7" wp14:editId="18261703">
                <wp:simplePos x="0" y="0"/>
                <wp:positionH relativeFrom="column">
                  <wp:posOffset>5044440</wp:posOffset>
                </wp:positionH>
                <wp:positionV relativeFrom="paragraph">
                  <wp:posOffset>1292225</wp:posOffset>
                </wp:positionV>
                <wp:extent cx="0" cy="3103880"/>
                <wp:effectExtent l="0" t="0" r="0" b="0"/>
                <wp:wrapTopAndBottom/>
                <wp:docPr id="235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103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901B4A" id="Line 22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2pt,101.75pt" to="397.2pt,34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" o:allowincell="f">
                <v:stroke endarrow="classic"/>
                <w10:wrap type="topAndBottom"/>
              </v:lin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084D7F52" wp14:editId="201A2D3B">
                <wp:simplePos x="0" y="0"/>
                <wp:positionH relativeFrom="column">
                  <wp:posOffset>3855720</wp:posOffset>
                </wp:positionH>
                <wp:positionV relativeFrom="paragraph">
                  <wp:posOffset>1292225</wp:posOffset>
                </wp:positionV>
                <wp:extent cx="1280160" cy="0"/>
                <wp:effectExtent l="0" t="0" r="0" b="0"/>
                <wp:wrapNone/>
                <wp:docPr id="234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01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A13D41" id="Line 23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6pt,101.75pt" to="404.4pt,1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HuxFAIAACw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" o:allowincell="f"/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34688" behindDoc="0" locked="0" layoutInCell="0" allowOverlap="1" wp14:anchorId="2745EC01" wp14:editId="407BA559">
                <wp:simplePos x="0" y="0"/>
                <wp:positionH relativeFrom="column">
                  <wp:posOffset>2026285</wp:posOffset>
                </wp:positionH>
                <wp:positionV relativeFrom="paragraph">
                  <wp:posOffset>654685</wp:posOffset>
                </wp:positionV>
                <wp:extent cx="1371600" cy="0"/>
                <wp:effectExtent l="0" t="0" r="0" b="0"/>
                <wp:wrapTopAndBottom/>
                <wp:docPr id="233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7A1C0D" id="Line 198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51.55pt" to="267.55pt,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" o:allowincell="f" strokeweight="2.25pt">
                <w10:wrap type="topAndBottom"/>
              </v:lin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35712" behindDoc="0" locked="0" layoutInCell="0" allowOverlap="1" wp14:anchorId="62833001" wp14:editId="5DD58D0C">
                <wp:simplePos x="0" y="0"/>
                <wp:positionH relativeFrom="column">
                  <wp:posOffset>2026285</wp:posOffset>
                </wp:positionH>
                <wp:positionV relativeFrom="paragraph">
                  <wp:posOffset>654685</wp:posOffset>
                </wp:positionV>
                <wp:extent cx="457200" cy="640080"/>
                <wp:effectExtent l="0" t="0" r="0" b="0"/>
                <wp:wrapTopAndBottom/>
                <wp:docPr id="232" name="Lin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400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AB0982" id="Line 199" o:spid="_x0000_s1026" style="position:absolute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51.55pt" to="195.55pt,1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QC2GwIAADE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" o:allowincell="f" strokeweight="2.25pt">
                <w10:wrap type="topAndBottom"/>
              </v:lin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36736" behindDoc="0" locked="0" layoutInCell="0" allowOverlap="1" wp14:anchorId="6490FAC5" wp14:editId="28F1499C">
                <wp:simplePos x="0" y="0"/>
                <wp:positionH relativeFrom="column">
                  <wp:posOffset>3397885</wp:posOffset>
                </wp:positionH>
                <wp:positionV relativeFrom="paragraph">
                  <wp:posOffset>654685</wp:posOffset>
                </wp:positionV>
                <wp:extent cx="457200" cy="640080"/>
                <wp:effectExtent l="0" t="0" r="0" b="0"/>
                <wp:wrapTopAndBottom/>
                <wp:docPr id="231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400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CD70F8" id="Line 200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55pt,51.55pt" to="303.55pt,1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" o:allowincell="f" strokeweight="2.25pt">
                <w10:wrap type="topAndBottom"/>
              </v:lin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37760" behindDoc="0" locked="0" layoutInCell="0" allowOverlap="1" wp14:anchorId="4BA1AAAE" wp14:editId="141DBA38">
                <wp:simplePos x="0" y="0"/>
                <wp:positionH relativeFrom="column">
                  <wp:posOffset>2483485</wp:posOffset>
                </wp:positionH>
                <wp:positionV relativeFrom="paragraph">
                  <wp:posOffset>1294765</wp:posOffset>
                </wp:positionV>
                <wp:extent cx="1371600" cy="0"/>
                <wp:effectExtent l="0" t="0" r="0" b="0"/>
                <wp:wrapTopAndBottom/>
                <wp:docPr id="230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34777D" id="Line 201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101.95pt" to="303.55pt,1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" o:allowincell="f" strokeweight="2.25pt">
                <w10:wrap type="topAndBottom"/>
              </v:lin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38784" behindDoc="0" locked="0" layoutInCell="0" allowOverlap="1" wp14:anchorId="537DA420" wp14:editId="160E38CB">
                <wp:simplePos x="0" y="0"/>
                <wp:positionH relativeFrom="column">
                  <wp:posOffset>2026285</wp:posOffset>
                </wp:positionH>
                <wp:positionV relativeFrom="paragraph">
                  <wp:posOffset>7611745</wp:posOffset>
                </wp:positionV>
                <wp:extent cx="457200" cy="640080"/>
                <wp:effectExtent l="0" t="0" r="0" b="0"/>
                <wp:wrapTopAndBottom/>
                <wp:docPr id="229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400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B3798C" id="Line 202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599.35pt" to="195.5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" o:allowincell="f" strokeweight="2.25pt">
                <w10:wrap type="topAndBottom"/>
              </v:lin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39808" behindDoc="0" locked="0" layoutInCell="0" allowOverlap="1" wp14:anchorId="3AA57D11" wp14:editId="79BBCD4A">
                <wp:simplePos x="0" y="0"/>
                <wp:positionH relativeFrom="column">
                  <wp:posOffset>2026285</wp:posOffset>
                </wp:positionH>
                <wp:positionV relativeFrom="paragraph">
                  <wp:posOffset>4037965</wp:posOffset>
                </wp:positionV>
                <wp:extent cx="457200" cy="640080"/>
                <wp:effectExtent l="0" t="0" r="0" b="0"/>
                <wp:wrapTopAndBottom/>
                <wp:docPr id="228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400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5880B7" id="Line 203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317.95pt" to="195.55pt,3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ASHGwIAADE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" o:allowincell="f" strokeweight="2.25pt">
                <w10:wrap type="topAndBottom"/>
              </v:lin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40832" behindDoc="0" locked="0" layoutInCell="0" allowOverlap="1" wp14:anchorId="34BF811A" wp14:editId="31C8879B">
                <wp:simplePos x="0" y="0"/>
                <wp:positionH relativeFrom="column">
                  <wp:posOffset>2483485</wp:posOffset>
                </wp:positionH>
                <wp:positionV relativeFrom="paragraph">
                  <wp:posOffset>8251825</wp:posOffset>
                </wp:positionV>
                <wp:extent cx="1371600" cy="0"/>
                <wp:effectExtent l="0" t="0" r="0" b="0"/>
                <wp:wrapTopAndBottom/>
                <wp:docPr id="227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3470A8" id="Line 204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649.75pt" to="303.5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" o:allowincell="f" strokeweight="2.25pt">
                <w10:wrap type="topAndBottom"/>
              </v:lin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41856" behindDoc="0" locked="0" layoutInCell="0" allowOverlap="1" wp14:anchorId="750711E2" wp14:editId="2B45FD5E">
                <wp:simplePos x="0" y="0"/>
                <wp:positionH relativeFrom="column">
                  <wp:posOffset>2484120</wp:posOffset>
                </wp:positionH>
                <wp:positionV relativeFrom="paragraph">
                  <wp:posOffset>1292225</wp:posOffset>
                </wp:positionV>
                <wp:extent cx="0" cy="6944360"/>
                <wp:effectExtent l="0" t="0" r="0" b="0"/>
                <wp:wrapTopAndBottom/>
                <wp:docPr id="226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44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007792" id="Line 205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6pt,101.75pt" to="195.6pt,6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" o:allowincell="f" strokeweight="2.25pt">
                <w10:wrap type="topAndBottom"/>
              </v:lin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42880" behindDoc="0" locked="0" layoutInCell="0" allowOverlap="1" wp14:anchorId="3715D923" wp14:editId="5C37F352">
                <wp:simplePos x="0" y="0"/>
                <wp:positionH relativeFrom="column">
                  <wp:posOffset>2483485</wp:posOffset>
                </wp:positionH>
                <wp:positionV relativeFrom="paragraph">
                  <wp:posOffset>4678045</wp:posOffset>
                </wp:positionV>
                <wp:extent cx="1371600" cy="0"/>
                <wp:effectExtent l="0" t="0" r="0" b="0"/>
                <wp:wrapTopAndBottom/>
                <wp:docPr id="225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4DBE6A" id="Line 206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368.35pt" to="303.55pt,3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" o:allowincell="f" strokeweight="2.25pt">
                <w10:wrap type="topAndBottom"/>
              </v:lin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43904" behindDoc="0" locked="0" layoutInCell="0" allowOverlap="1" wp14:anchorId="697E884C" wp14:editId="363FC0F3">
                <wp:simplePos x="0" y="0"/>
                <wp:positionH relativeFrom="column">
                  <wp:posOffset>3855085</wp:posOffset>
                </wp:positionH>
                <wp:positionV relativeFrom="paragraph">
                  <wp:posOffset>1294765</wp:posOffset>
                </wp:positionV>
                <wp:extent cx="0" cy="6957060"/>
                <wp:effectExtent l="0" t="0" r="0" b="0"/>
                <wp:wrapTopAndBottom/>
                <wp:docPr id="224" name="Lin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9570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EDCC76" id="Line 207" o:spid="_x0000_s1026" style="position:absolute;flip: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55pt,101.95pt" to="303.5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" o:allowincell="f" strokeweight="2.25pt">
                <w10:wrap type="topAndBottom"/>
              </v:lin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44928" behindDoc="0" locked="0" layoutInCell="0" allowOverlap="1" wp14:anchorId="46D9EEFD" wp14:editId="31B2290B">
                <wp:simplePos x="0" y="0"/>
                <wp:positionH relativeFrom="column">
                  <wp:posOffset>2758440</wp:posOffset>
                </wp:positionH>
                <wp:positionV relativeFrom="paragraph">
                  <wp:posOffset>1485265</wp:posOffset>
                </wp:positionV>
                <wp:extent cx="913765" cy="2560320"/>
                <wp:effectExtent l="0" t="0" r="0" b="0"/>
                <wp:wrapTopAndBottom/>
                <wp:docPr id="31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765" cy="2560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FA553B" w14:textId="77777777" w:rsidR="00956B3B" w:rsidRPr="00E33FB2" w:rsidRDefault="00956B3B" w:rsidP="00956B3B">
                            <w:pPr>
                              <w:pStyle w:val="Nagwek1"/>
                              <w:numPr>
                                <w:ilvl w:val="0"/>
                                <w:numId w:val="0"/>
                              </w:numPr>
                              <w:ind w:left="142"/>
                              <w:rPr>
                                <w:sz w:val="50"/>
                              </w:rPr>
                            </w:pPr>
                            <w:r w:rsidRPr="00E33FB2">
                              <w:rPr>
                                <w:sz w:val="50"/>
                              </w:rPr>
                              <w:t>PAS DROGOWY</w:t>
                            </w:r>
                          </w:p>
                          <w:p w14:paraId="02A49400" w14:textId="77777777" w:rsidR="00956B3B" w:rsidRDefault="00956B3B" w:rsidP="00956B3B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(napis wytłoczony)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D9EEFD" id="Text Box 208" o:spid="_x0000_s1028" type="#_x0000_t202" style="position:absolute;margin-left:217.2pt;margin-top:116.95pt;width:71.95pt;height:201.6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" o:allowincell="f" stroked="f">
                <v:textbox style="layout-flow:vertical;mso-layout-flow-alt:bottom-to-top" inset="0,0,0,0">
                  <w:txbxContent>
                    <w:p w14:paraId="34FA553B" w14:textId="77777777" w:rsidR="00956B3B" w:rsidRPr="00E33FB2" w:rsidRDefault="00956B3B" w:rsidP="00956B3B">
                      <w:pPr>
                        <w:pStyle w:val="Nagwek1"/>
                        <w:numPr>
                          <w:ilvl w:val="0"/>
                          <w:numId w:val="0"/>
                        </w:numPr>
                        <w:ind w:left="142"/>
                        <w:rPr>
                          <w:sz w:val="50"/>
                        </w:rPr>
                      </w:pPr>
                      <w:r w:rsidRPr="00E33FB2">
                        <w:rPr>
                          <w:sz w:val="50"/>
                        </w:rPr>
                        <w:t>PAS DROGOWY</w:t>
                      </w:r>
                    </w:p>
                    <w:p w14:paraId="02A49400" w14:textId="77777777" w:rsidR="00956B3B" w:rsidRDefault="00956B3B" w:rsidP="00956B3B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(napis wytłoczony)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45952" behindDoc="0" locked="0" layoutInCell="0" allowOverlap="1" wp14:anchorId="1ADD4944" wp14:editId="36506702">
                <wp:simplePos x="0" y="0"/>
                <wp:positionH relativeFrom="column">
                  <wp:posOffset>3032125</wp:posOffset>
                </wp:positionH>
                <wp:positionV relativeFrom="paragraph">
                  <wp:posOffset>4137025</wp:posOffset>
                </wp:positionV>
                <wp:extent cx="0" cy="274320"/>
                <wp:effectExtent l="0" t="0" r="0" b="0"/>
                <wp:wrapTopAndBottom/>
                <wp:docPr id="30" name="Lin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1218EC" id="Line 209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75pt,325.75pt" to="238.75pt,34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" o:allowincell="f" strokeweight=".5pt">
                <w10:wrap type="topAndBottom"/>
              </v:lin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46976" behindDoc="0" locked="0" layoutInCell="0" allowOverlap="1" wp14:anchorId="458C7F22" wp14:editId="39F6192A">
                <wp:simplePos x="0" y="0"/>
                <wp:positionH relativeFrom="column">
                  <wp:posOffset>3181350</wp:posOffset>
                </wp:positionH>
                <wp:positionV relativeFrom="paragraph">
                  <wp:posOffset>4131945</wp:posOffset>
                </wp:positionV>
                <wp:extent cx="90805" cy="279400"/>
                <wp:effectExtent l="0" t="0" r="0" b="0"/>
                <wp:wrapTopAndBottom/>
                <wp:docPr id="29" name="Freeform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0805" cy="279400"/>
                        </a:xfrm>
                        <a:custGeom>
                          <a:avLst/>
                          <a:gdLst>
                            <a:gd name="T0" fmla="*/ 0 w 1"/>
                            <a:gd name="T1" fmla="*/ 0 h 300"/>
                            <a:gd name="T2" fmla="*/ 0 w 1"/>
                            <a:gd name="T3" fmla="*/ 300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300">
                              <a:moveTo>
                                <a:pt x="0" y="0"/>
                              </a:moveTo>
                              <a:lnTo>
                                <a:pt x="0" y="30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896610" id="Freeform 210" o:spid="_x0000_s1026" style="position:absolute;margin-left:250.5pt;margin-top:325.35pt;width:7.15pt;height:22pt;flip:x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" o:allowincell="f" path="m,l,300e" filled="f" strokeweight=".5pt">
                <v:path arrowok="t" o:connecttype="custom" o:connectlocs="0,0;0,279400" o:connectangles="0,0"/>
                <w10:wrap type="topAndBottom"/>
              </v:shap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48000" behindDoc="0" locked="0" layoutInCell="0" allowOverlap="1" wp14:anchorId="3130239F" wp14:editId="1ED3498E">
                <wp:simplePos x="0" y="0"/>
                <wp:positionH relativeFrom="column">
                  <wp:posOffset>2922905</wp:posOffset>
                </wp:positionH>
                <wp:positionV relativeFrom="paragraph">
                  <wp:posOffset>4290695</wp:posOffset>
                </wp:positionV>
                <wp:extent cx="476250" cy="0"/>
                <wp:effectExtent l="0" t="0" r="0" b="0"/>
                <wp:wrapTopAndBottom/>
                <wp:docPr id="28" name="Freeform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0" cy="0"/>
                        </a:xfrm>
                        <a:custGeom>
                          <a:avLst/>
                          <a:gdLst>
                            <a:gd name="T0" fmla="*/ 0 w 750"/>
                            <a:gd name="T1" fmla="*/ 0 h 1"/>
                            <a:gd name="T2" fmla="*/ 750 w 75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50" h="1">
                              <a:moveTo>
                                <a:pt x="0" y="0"/>
                              </a:moveTo>
                              <a:lnTo>
                                <a:pt x="75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DA8B2" id="Freeform 211" o:spid="_x0000_s1026" style="position:absolute;margin-left:230.15pt;margin-top:337.85pt;width:37.5pt;height: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" o:allowincell="f" path="m,l750,e" filled="f">
                <v:path arrowok="t" o:connecttype="custom" o:connectlocs="0,0;476250,0" o:connectangles="0,0"/>
                <w10:wrap type="topAndBottom"/>
              </v:shap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49024" behindDoc="0" locked="0" layoutInCell="0" allowOverlap="1" wp14:anchorId="2AB9884E" wp14:editId="2AAEE943">
                <wp:simplePos x="0" y="0"/>
                <wp:positionH relativeFrom="column">
                  <wp:posOffset>2992755</wp:posOffset>
                </wp:positionH>
                <wp:positionV relativeFrom="paragraph">
                  <wp:posOffset>4246245</wp:posOffset>
                </wp:positionV>
                <wp:extent cx="101600" cy="95250"/>
                <wp:effectExtent l="0" t="0" r="0" b="0"/>
                <wp:wrapTopAndBottom/>
                <wp:docPr id="27" name="Freeform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0" cy="95250"/>
                        </a:xfrm>
                        <a:custGeom>
                          <a:avLst/>
                          <a:gdLst>
                            <a:gd name="T0" fmla="*/ 0 w 160"/>
                            <a:gd name="T1" fmla="*/ 0 h 150"/>
                            <a:gd name="T2" fmla="*/ 160 w 160"/>
                            <a:gd name="T3" fmla="*/ 15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0" h="150">
                              <a:moveTo>
                                <a:pt x="0" y="0"/>
                              </a:moveTo>
                              <a:lnTo>
                                <a:pt x="160" y="15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1476A94" id="Freeform 212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5.65pt,334.35pt,243.65pt,341.85pt" coordsize="160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" o:allowincell="f" filled="f">
                <v:path arrowok="t" o:connecttype="custom" o:connectlocs="0,0;101600,95250" o:connectangles="0,0"/>
                <w10:wrap type="topAndBottom"/>
              </v:polylin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50048" behindDoc="0" locked="0" layoutInCell="0" allowOverlap="1" wp14:anchorId="1337696A" wp14:editId="4FD3B237">
                <wp:simplePos x="0" y="0"/>
                <wp:positionH relativeFrom="column">
                  <wp:posOffset>3215005</wp:posOffset>
                </wp:positionH>
                <wp:positionV relativeFrom="paragraph">
                  <wp:posOffset>4228465</wp:posOffset>
                </wp:positionV>
                <wp:extent cx="101600" cy="95250"/>
                <wp:effectExtent l="0" t="0" r="0" b="0"/>
                <wp:wrapTopAndBottom/>
                <wp:docPr id="26" name="Freeform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0" cy="95250"/>
                        </a:xfrm>
                        <a:custGeom>
                          <a:avLst/>
                          <a:gdLst>
                            <a:gd name="T0" fmla="*/ 0 w 160"/>
                            <a:gd name="T1" fmla="*/ 0 h 150"/>
                            <a:gd name="T2" fmla="*/ 160 w 160"/>
                            <a:gd name="T3" fmla="*/ 15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0" h="150">
                              <a:moveTo>
                                <a:pt x="0" y="0"/>
                              </a:moveTo>
                              <a:lnTo>
                                <a:pt x="160" y="15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B87E640" id="Freeform 213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53.15pt,332.95pt,261.15pt,340.45pt" coordsize="160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" o:allowincell="f" filled="f">
                <v:path arrowok="t" o:connecttype="custom" o:connectlocs="0,0;101600,95250" o:connectangles="0,0"/>
                <w10:wrap type="topAndBottom"/>
              </v:polylin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 wp14:anchorId="0768D65B" wp14:editId="5BF40386">
                <wp:simplePos x="0" y="0"/>
                <wp:positionH relativeFrom="column">
                  <wp:posOffset>2483485</wp:posOffset>
                </wp:positionH>
                <wp:positionV relativeFrom="paragraph">
                  <wp:posOffset>289560</wp:posOffset>
                </wp:positionV>
                <wp:extent cx="635" cy="1012825"/>
                <wp:effectExtent l="0" t="0" r="0" b="0"/>
                <wp:wrapTopAndBottom/>
                <wp:docPr id="25" name="Lin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012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53D29B" id="Line 215" o:spid="_x0000_s1026" style="position:absolute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22.8pt" to="195.6pt,10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" o:allowincell="f">
                <w10:wrap type="topAndBottom"/>
              </v:lin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3B381ACD" wp14:editId="7268EC42">
                <wp:simplePos x="0" y="0"/>
                <wp:positionH relativeFrom="column">
                  <wp:posOffset>3855085</wp:posOffset>
                </wp:positionH>
                <wp:positionV relativeFrom="paragraph">
                  <wp:posOffset>289560</wp:posOffset>
                </wp:positionV>
                <wp:extent cx="635" cy="1012825"/>
                <wp:effectExtent l="0" t="0" r="0" b="0"/>
                <wp:wrapTopAndBottom/>
                <wp:docPr id="24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012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9DD6E3" id="Line 216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55pt,22.8pt" to="303.6pt,10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" o:allowincell="f">
                <w10:wrap type="topAndBottom"/>
              </v:lin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3E3C8C40" wp14:editId="33DD38DC">
                <wp:simplePos x="0" y="0"/>
                <wp:positionH relativeFrom="column">
                  <wp:posOffset>3398520</wp:posOffset>
                </wp:positionH>
                <wp:positionV relativeFrom="paragraph">
                  <wp:posOffset>289560</wp:posOffset>
                </wp:positionV>
                <wp:extent cx="457200" cy="0"/>
                <wp:effectExtent l="0" t="0" r="0" b="0"/>
                <wp:wrapTopAndBottom/>
                <wp:docPr id="23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00C5F1" id="Line 217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6pt,22.8pt" to="303.6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" o:allowincell="f">
                <v:stroke endarrow="classic"/>
                <w10:wrap type="topAndBottom"/>
              </v:lin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48DB1FF2" wp14:editId="19656075">
                <wp:simplePos x="0" y="0"/>
                <wp:positionH relativeFrom="column">
                  <wp:posOffset>2484120</wp:posOffset>
                </wp:positionH>
                <wp:positionV relativeFrom="paragraph">
                  <wp:posOffset>289560</wp:posOffset>
                </wp:positionV>
                <wp:extent cx="365760" cy="0"/>
                <wp:effectExtent l="0" t="0" r="0" b="0"/>
                <wp:wrapTopAndBottom/>
                <wp:docPr id="22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F45A2F" id="Line 218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6pt,22.8pt" to="224.4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" o:allowincell="f">
                <v:stroke endarrow="classic"/>
                <w10:wrap type="topAndBottom"/>
              </v:lin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61321E4D" wp14:editId="5AC159D8">
                <wp:simplePos x="0" y="0"/>
                <wp:positionH relativeFrom="column">
                  <wp:posOffset>2849880</wp:posOffset>
                </wp:positionH>
                <wp:positionV relativeFrom="paragraph">
                  <wp:posOffset>198120</wp:posOffset>
                </wp:positionV>
                <wp:extent cx="548640" cy="274320"/>
                <wp:effectExtent l="0" t="0" r="0" b="0"/>
                <wp:wrapTopAndBottom/>
                <wp:docPr id="21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274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969752" w14:textId="77777777" w:rsidR="00956B3B" w:rsidRDefault="00956B3B" w:rsidP="00956B3B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12 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321E4D" id="Text Box 219" o:spid="_x0000_s1029" type="#_x0000_t202" style="position:absolute;margin-left:224.4pt;margin-top:15.6pt;width:43.2pt;height:21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" o:allowincell="f" stroked="f">
                <v:fill opacity="32896f"/>
                <v:textbox inset="0,0,0,0">
                  <w:txbxContent>
                    <w:p w14:paraId="51969752" w14:textId="77777777" w:rsidR="00956B3B" w:rsidRDefault="00956B3B" w:rsidP="00956B3B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12 cm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6A0A68F" wp14:editId="1C2295CA">
                <wp:simplePos x="0" y="0"/>
                <wp:positionH relativeFrom="column">
                  <wp:posOffset>3855085</wp:posOffset>
                </wp:positionH>
                <wp:positionV relativeFrom="paragraph">
                  <wp:posOffset>4685665</wp:posOffset>
                </wp:positionV>
                <wp:extent cx="640080" cy="0"/>
                <wp:effectExtent l="0" t="0" r="0" b="0"/>
                <wp:wrapTopAndBottom/>
                <wp:docPr id="20" name="Lin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7F734" id="Line 22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55pt,368.95pt" to="353.95pt,36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" o:allowincell="f">
                <w10:wrap type="topAndBottom"/>
              </v:lin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75D9380D" wp14:editId="29484A7A">
                <wp:simplePos x="0" y="0"/>
                <wp:positionH relativeFrom="column">
                  <wp:posOffset>3855085</wp:posOffset>
                </wp:positionH>
                <wp:positionV relativeFrom="paragraph">
                  <wp:posOffset>8251825</wp:posOffset>
                </wp:positionV>
                <wp:extent cx="1280160" cy="0"/>
                <wp:effectExtent l="0" t="0" r="0" b="0"/>
                <wp:wrapTopAndBottom/>
                <wp:docPr id="19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01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04E4B2" id="Line 22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55pt,649.75pt" to="404.3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tu0FQIAACs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" o:allowincell="f">
                <w10:wrap type="topAndBottom"/>
              </v:lin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55DF89F" wp14:editId="1117BE7C">
                <wp:simplePos x="0" y="0"/>
                <wp:positionH relativeFrom="column">
                  <wp:posOffset>5043805</wp:posOffset>
                </wp:positionH>
                <wp:positionV relativeFrom="paragraph">
                  <wp:posOffset>5051425</wp:posOffset>
                </wp:positionV>
                <wp:extent cx="0" cy="3200400"/>
                <wp:effectExtent l="0" t="0" r="0" b="0"/>
                <wp:wrapTopAndBottom/>
                <wp:docPr id="18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00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7FD1B8" id="Line 22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15pt,397.75pt" to="397.1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" o:allowincell="f">
                <v:stroke endarrow="classic"/>
                <w10:wrap type="topAndBottom"/>
              </v:lin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6F362E7" wp14:editId="5226192D">
                <wp:simplePos x="0" y="0"/>
                <wp:positionH relativeFrom="column">
                  <wp:posOffset>4952365</wp:posOffset>
                </wp:positionH>
                <wp:positionV relativeFrom="paragraph">
                  <wp:posOffset>4411345</wp:posOffset>
                </wp:positionV>
                <wp:extent cx="274320" cy="640080"/>
                <wp:effectExtent l="0" t="0" r="0" b="0"/>
                <wp:wrapTopAndBottom/>
                <wp:docPr id="17" name="Text Box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6400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329581" w14:textId="77777777" w:rsidR="00956B3B" w:rsidRDefault="00956B3B" w:rsidP="00956B3B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100 cm"/>
                              </w:smartTagPr>
                              <w:r>
                                <w:rPr>
                                  <w:sz w:val="32"/>
                                </w:rPr>
                                <w:t>100 cm</w:t>
                              </w:r>
                            </w:smartTag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F362E7" id="Text Box 224" o:spid="_x0000_s1030" type="#_x0000_t202" style="position:absolute;margin-left:389.95pt;margin-top:347.35pt;width:21.6pt;height:5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" o:allowincell="f" stroked="f">
                <v:fill opacity="32896f"/>
                <v:textbox style="layout-flow:vertical;mso-layout-flow-alt:bottom-to-top" inset="0,0,0,0">
                  <w:txbxContent>
                    <w:p w14:paraId="17329581" w14:textId="77777777" w:rsidR="00956B3B" w:rsidRDefault="00956B3B" w:rsidP="00956B3B">
                      <w:pPr>
                        <w:jc w:val="center"/>
                        <w:rPr>
                          <w:sz w:val="32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100 cm"/>
                        </w:smartTagPr>
                        <w:r>
                          <w:rPr>
                            <w:sz w:val="32"/>
                          </w:rPr>
                          <w:t>100 cm</w:t>
                        </w:r>
                      </w:smartTag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1AA0A459" wp14:editId="1FCDAB5F">
                <wp:simplePos x="0" y="0"/>
                <wp:positionH relativeFrom="column">
                  <wp:posOffset>4403725</wp:posOffset>
                </wp:positionH>
                <wp:positionV relativeFrom="paragraph">
                  <wp:posOffset>3306445</wp:posOffset>
                </wp:positionV>
                <wp:extent cx="635" cy="1372235"/>
                <wp:effectExtent l="0" t="0" r="0" b="0"/>
                <wp:wrapTopAndBottom/>
                <wp:docPr id="16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3722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721FA2" id="Line 22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75pt,260.35pt" to="346.8pt,3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" o:allowincell="f">
                <v:stroke endarrow="classic"/>
                <w10:wrap type="topAndBottom"/>
              </v:lin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30342877" wp14:editId="5C01259C">
                <wp:simplePos x="0" y="0"/>
                <wp:positionH relativeFrom="column">
                  <wp:posOffset>4312285</wp:posOffset>
                </wp:positionH>
                <wp:positionV relativeFrom="paragraph">
                  <wp:posOffset>2757805</wp:posOffset>
                </wp:positionV>
                <wp:extent cx="274320" cy="548640"/>
                <wp:effectExtent l="0" t="0" r="0" b="0"/>
                <wp:wrapTopAndBottom/>
                <wp:docPr id="15" name="Text Box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5486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C9F315" w14:textId="77777777" w:rsidR="00956B3B" w:rsidRDefault="00956B3B" w:rsidP="00956B3B">
                            <w:pPr>
                              <w:rPr>
                                <w:sz w:val="32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50 cm"/>
                              </w:smartTagPr>
                              <w:r>
                                <w:rPr>
                                  <w:sz w:val="32"/>
                                </w:rPr>
                                <w:t>50 cm</w:t>
                              </w:r>
                            </w:smartTag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342877" id="Text Box 226" o:spid="_x0000_s1031" type="#_x0000_t202" style="position:absolute;margin-left:339.55pt;margin-top:217.15pt;width:21.6pt;height:4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" o:allowincell="f" stroked="f">
                <v:fill opacity="32896f"/>
                <v:textbox style="layout-flow:vertical;mso-layout-flow-alt:bottom-to-top" inset="0,0,0,0">
                  <w:txbxContent>
                    <w:p w14:paraId="71C9F315" w14:textId="77777777" w:rsidR="00956B3B" w:rsidRDefault="00956B3B" w:rsidP="00956B3B">
                      <w:pPr>
                        <w:rPr>
                          <w:sz w:val="32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50 cm"/>
                        </w:smartTagPr>
                        <w:r>
                          <w:rPr>
                            <w:sz w:val="32"/>
                          </w:rPr>
                          <w:t>50 cm</w:t>
                        </w:r>
                      </w:smartTag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330CBD58" wp14:editId="0AC8B37C">
                <wp:simplePos x="0" y="0"/>
                <wp:positionH relativeFrom="column">
                  <wp:posOffset>2483485</wp:posOffset>
                </wp:positionH>
                <wp:positionV relativeFrom="paragraph">
                  <wp:posOffset>8251825</wp:posOffset>
                </wp:positionV>
                <wp:extent cx="0" cy="365760"/>
                <wp:effectExtent l="0" t="0" r="0" b="0"/>
                <wp:wrapTopAndBottom/>
                <wp:docPr id="14" name="Lin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5DD4D9" id="Line 22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649.75pt" to="195.55pt,67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" o:allowincell="f">
                <w10:wrap type="topAndBottom"/>
              </v:lin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509A5FB5" wp14:editId="4D567D6B">
                <wp:simplePos x="0" y="0"/>
                <wp:positionH relativeFrom="column">
                  <wp:posOffset>2026285</wp:posOffset>
                </wp:positionH>
                <wp:positionV relativeFrom="paragraph">
                  <wp:posOffset>7611745</wp:posOffset>
                </wp:positionV>
                <wp:extent cx="0" cy="365760"/>
                <wp:effectExtent l="0" t="0" r="0" b="0"/>
                <wp:wrapTopAndBottom/>
                <wp:docPr id="13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94AE23" id="Line 22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599.35pt" to="159.55pt,6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" o:allowincell="f">
                <w10:wrap type="topAndBottom"/>
              </v:lin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0A164379" wp14:editId="13272505">
                <wp:simplePos x="0" y="0"/>
                <wp:positionH relativeFrom="column">
                  <wp:posOffset>2345055</wp:posOffset>
                </wp:positionH>
                <wp:positionV relativeFrom="paragraph">
                  <wp:posOffset>8392795</wp:posOffset>
                </wp:positionV>
                <wp:extent cx="138430" cy="224790"/>
                <wp:effectExtent l="0" t="0" r="0" b="0"/>
                <wp:wrapTopAndBottom/>
                <wp:docPr id="12" name="Freeform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8430" cy="224790"/>
                        </a:xfrm>
                        <a:custGeom>
                          <a:avLst/>
                          <a:gdLst>
                            <a:gd name="T0" fmla="*/ 0 w 218"/>
                            <a:gd name="T1" fmla="*/ 0 h 354"/>
                            <a:gd name="T2" fmla="*/ 218 w 218"/>
                            <a:gd name="T3" fmla="*/ 354 h 3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8" h="354">
                              <a:moveTo>
                                <a:pt x="0" y="0"/>
                              </a:moveTo>
                              <a:lnTo>
                                <a:pt x="218" y="354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10DB859" id="Freeform 22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84.65pt,660.85pt,195.55pt,678.55pt" coordsize="218,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" o:allowincell="f" filled="f">
                <v:stroke endarrow="classic"/>
                <v:path arrowok="t" o:connecttype="custom" o:connectlocs="0,0;138430,224790" o:connectangles="0,0"/>
                <w10:wrap type="topAndBottom"/>
              </v:polylin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5FC3DCCC" wp14:editId="77FA6FD9">
                <wp:simplePos x="0" y="0"/>
                <wp:positionH relativeFrom="column">
                  <wp:posOffset>2026285</wp:posOffset>
                </wp:positionH>
                <wp:positionV relativeFrom="paragraph">
                  <wp:posOffset>7977505</wp:posOffset>
                </wp:positionV>
                <wp:extent cx="128270" cy="186690"/>
                <wp:effectExtent l="0" t="0" r="0" b="0"/>
                <wp:wrapTopAndBottom/>
                <wp:docPr id="10" name="Freeform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270" cy="186690"/>
                        </a:xfrm>
                        <a:custGeom>
                          <a:avLst/>
                          <a:gdLst>
                            <a:gd name="T0" fmla="*/ 202 w 202"/>
                            <a:gd name="T1" fmla="*/ 294 h 294"/>
                            <a:gd name="T2" fmla="*/ 0 w 202"/>
                            <a:gd name="T3" fmla="*/ 0 h 2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2" h="294">
                              <a:moveTo>
                                <a:pt x="202" y="294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5287E82" id="Freeform 23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69.65pt,642.85pt,159.55pt,628.15pt" coordsize="202,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" o:allowincell="f" filled="f">
                <v:stroke endarrow="classic"/>
                <v:path arrowok="t" o:connecttype="custom" o:connectlocs="128270,186690;0,0" o:connectangles="0,0"/>
                <w10:wrap type="topAndBottom"/>
              </v:polylin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5DA1CDB1" wp14:editId="235CF4DE">
                <wp:simplePos x="0" y="0"/>
                <wp:positionH relativeFrom="column">
                  <wp:posOffset>1843405</wp:posOffset>
                </wp:positionH>
                <wp:positionV relativeFrom="paragraph">
                  <wp:posOffset>8158480</wp:posOffset>
                </wp:positionV>
                <wp:extent cx="548640" cy="274320"/>
                <wp:effectExtent l="0" t="0" r="0" b="0"/>
                <wp:wrapTopAndBottom/>
                <wp:docPr id="3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274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ACF70F" w14:textId="77777777" w:rsidR="00956B3B" w:rsidRDefault="00956B3B" w:rsidP="00956B3B">
                            <w:pPr>
                              <w:rPr>
                                <w:sz w:val="32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10 cm"/>
                              </w:smartTagPr>
                              <w:r>
                                <w:rPr>
                                  <w:sz w:val="32"/>
                                </w:rPr>
                                <w:t>10 cm</w:t>
                              </w:r>
                            </w:smartTag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1CDB1" id="Text Box 231" o:spid="_x0000_s1032" type="#_x0000_t202" style="position:absolute;margin-left:145.15pt;margin-top:642.4pt;width:43.2pt;height:21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" o:allowincell="f" stroked="f">
                <v:fill opacity="32896f"/>
                <v:textbox inset="0,0,0,0">
                  <w:txbxContent>
                    <w:p w14:paraId="12ACF70F" w14:textId="77777777" w:rsidR="00956B3B" w:rsidRDefault="00956B3B" w:rsidP="00956B3B">
                      <w:pPr>
                        <w:rPr>
                          <w:sz w:val="32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10 cm"/>
                        </w:smartTagPr>
                        <w:r>
                          <w:rPr>
                            <w:sz w:val="32"/>
                          </w:rPr>
                          <w:t>10 cm</w:t>
                        </w:r>
                      </w:smartTag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A64DFD">
        <w:rPr>
          <w:bCs/>
          <w:noProof/>
          <w:w w:val="90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402A9BE6" wp14:editId="3DABA9AF">
                <wp:simplePos x="0" y="0"/>
                <wp:positionH relativeFrom="column">
                  <wp:posOffset>2849245</wp:posOffset>
                </wp:positionH>
                <wp:positionV relativeFrom="paragraph">
                  <wp:posOffset>5234305</wp:posOffset>
                </wp:positionV>
                <wp:extent cx="915035" cy="2743200"/>
                <wp:effectExtent l="0" t="0" r="0" b="0"/>
                <wp:wrapTopAndBottom/>
                <wp:docPr id="1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35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4E10C4" w14:textId="77777777" w:rsidR="00956B3B" w:rsidRPr="00FF64B8" w:rsidRDefault="00956B3B" w:rsidP="00DF512F">
                            <w:pPr>
                              <w:pStyle w:val="Nagwek2"/>
                              <w:numPr>
                                <w:ilvl w:val="0"/>
                                <w:numId w:val="0"/>
                              </w:numPr>
                              <w:ind w:left="356"/>
                              <w:jc w:val="center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  <w:r w:rsidRPr="00FF64B8">
                              <w:rPr>
                                <w:b w:val="0"/>
                                <w:sz w:val="24"/>
                                <w:szCs w:val="24"/>
                              </w:rPr>
                              <w:t>Część do osadzenia w</w:t>
                            </w:r>
                            <w:r>
                              <w:rPr>
                                <w:b w:val="0"/>
                                <w:sz w:val="32"/>
                              </w:rPr>
                              <w:t xml:space="preserve"> </w:t>
                            </w:r>
                            <w:r w:rsidRPr="00FF64B8">
                              <w:rPr>
                                <w:b w:val="0"/>
                                <w:sz w:val="24"/>
                                <w:szCs w:val="24"/>
                              </w:rPr>
                              <w:t>gruncie</w:t>
                            </w:r>
                          </w:p>
                          <w:p w14:paraId="00E60B98" w14:textId="77777777" w:rsidR="00956B3B" w:rsidRPr="00FF64B8" w:rsidRDefault="00956B3B" w:rsidP="00DF512F">
                            <w:pPr>
                              <w:jc w:val="center"/>
                            </w:pPr>
                            <w:r w:rsidRPr="00FF64B8">
                              <w:t>zaasfaltowana lepikiem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A9BE6" id="Text Box 232" o:spid="_x0000_s1033" type="#_x0000_t202" style="position:absolute;margin-left:224.35pt;margin-top:412.15pt;width:72.05pt;height:3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" o:allowincell="f" stroked="f">
                <v:textbox style="layout-flow:vertical;mso-layout-flow-alt:bottom-to-top">
                  <w:txbxContent>
                    <w:p w14:paraId="4F4E10C4" w14:textId="77777777" w:rsidR="00956B3B" w:rsidRPr="00FF64B8" w:rsidRDefault="00956B3B" w:rsidP="00DF512F">
                      <w:pPr>
                        <w:pStyle w:val="Nagwek2"/>
                        <w:numPr>
                          <w:ilvl w:val="0"/>
                          <w:numId w:val="0"/>
                        </w:numPr>
                        <w:ind w:left="356"/>
                        <w:jc w:val="center"/>
                        <w:rPr>
                          <w:b w:val="0"/>
                          <w:sz w:val="24"/>
                          <w:szCs w:val="24"/>
                        </w:rPr>
                      </w:pPr>
                      <w:r w:rsidRPr="00FF64B8">
                        <w:rPr>
                          <w:b w:val="0"/>
                          <w:sz w:val="24"/>
                          <w:szCs w:val="24"/>
                        </w:rPr>
                        <w:t>Część do osadzenia w</w:t>
                      </w:r>
                      <w:r>
                        <w:rPr>
                          <w:b w:val="0"/>
                          <w:sz w:val="32"/>
                        </w:rPr>
                        <w:t xml:space="preserve"> </w:t>
                      </w:r>
                      <w:r w:rsidRPr="00FF64B8">
                        <w:rPr>
                          <w:b w:val="0"/>
                          <w:sz w:val="24"/>
                          <w:szCs w:val="24"/>
                        </w:rPr>
                        <w:t>gruncie</w:t>
                      </w:r>
                    </w:p>
                    <w:p w14:paraId="00E60B98" w14:textId="77777777" w:rsidR="00956B3B" w:rsidRPr="00FF64B8" w:rsidRDefault="00956B3B" w:rsidP="00DF512F">
                      <w:pPr>
                        <w:jc w:val="center"/>
                      </w:pPr>
                      <w:r w:rsidRPr="00FF64B8">
                        <w:t>zaasfaltowana lepikiem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3072B374" w14:textId="77C49CD1" w:rsidR="00D36904" w:rsidRDefault="00C43E87" w:rsidP="00D36904">
      <w:pPr>
        <w:spacing w:before="120"/>
        <w:jc w:val="left"/>
        <w:rPr>
          <w:rFonts w:ascii="Verdana" w:hAnsi="Verdana"/>
          <w:w w:val="90"/>
        </w:rPr>
      </w:pPr>
      <w:r w:rsidRPr="00DF512F">
        <w:rPr>
          <w:rFonts w:ascii="Verdana" w:hAnsi="Verdana"/>
          <w:w w:val="90"/>
        </w:rPr>
        <w:lastRenderedPageBreak/>
        <w:t>Załącznik 2</w:t>
      </w:r>
      <w:r w:rsidR="00D36904">
        <w:rPr>
          <w:rFonts w:ascii="Verdana" w:hAnsi="Verdana"/>
          <w:w w:val="90"/>
        </w:rPr>
        <w:t>. Wzór z przykładowym wypełnieniem Karty zajęcia pasa drogowego GDDKiA</w:t>
      </w:r>
    </w:p>
    <w:p w14:paraId="22A5AC87" w14:textId="77777777" w:rsidR="00D36904" w:rsidRPr="00DF512F" w:rsidRDefault="00D36904" w:rsidP="00C43E87">
      <w:pPr>
        <w:spacing w:before="120"/>
        <w:jc w:val="right"/>
        <w:rPr>
          <w:rFonts w:ascii="Verdana" w:hAnsi="Verdana"/>
          <w:w w:val="90"/>
        </w:rPr>
      </w:pPr>
    </w:p>
    <w:p w14:paraId="572A2DE8" w14:textId="77777777" w:rsidR="00D36904" w:rsidRDefault="00D36904" w:rsidP="00D36904">
      <w:pPr>
        <w:rPr>
          <w:b/>
          <w:w w:val="90"/>
        </w:rPr>
      </w:pPr>
    </w:p>
    <w:p w14:paraId="48F650D7" w14:textId="653CBB6F" w:rsidR="00D36904" w:rsidRPr="00D36904" w:rsidRDefault="00D36904" w:rsidP="00D36904">
      <w:pPr>
        <w:jc w:val="center"/>
        <w:rPr>
          <w:b/>
          <w:w w:val="90"/>
          <w:sz w:val="24"/>
          <w:szCs w:val="24"/>
        </w:rPr>
      </w:pPr>
      <w:r w:rsidRPr="00D36904">
        <w:rPr>
          <w:rFonts w:ascii="Verdana" w:hAnsi="Verdana"/>
          <w:b/>
          <w:color w:val="C45911" w:themeColor="accent2" w:themeShade="BF"/>
          <w:w w:val="90"/>
          <w:sz w:val="22"/>
          <w:szCs w:val="22"/>
        </w:rPr>
        <w:t>KARTA POMIARU ZAJĘCIA PASA DROGOWEGO</w:t>
      </w:r>
      <w:r>
        <w:rPr>
          <w:rFonts w:ascii="Verdana" w:hAnsi="Verdana"/>
          <w:b/>
          <w:color w:val="C45911" w:themeColor="accent2" w:themeShade="BF"/>
          <w:w w:val="90"/>
          <w:sz w:val="22"/>
          <w:szCs w:val="22"/>
        </w:rPr>
        <w:t xml:space="preserve"> GDDKIA</w:t>
      </w:r>
    </w:p>
    <w:p w14:paraId="6791A03A" w14:textId="77777777" w:rsidR="00D36904" w:rsidRDefault="00D36904" w:rsidP="00D36904">
      <w:pPr>
        <w:rPr>
          <w:b/>
          <w:w w:val="90"/>
        </w:rPr>
      </w:pPr>
    </w:p>
    <w:p w14:paraId="5E03041E" w14:textId="618B39E4" w:rsidR="00D36904" w:rsidRPr="00D36904" w:rsidRDefault="00D36904" w:rsidP="00D36904">
      <w:pPr>
        <w:pStyle w:val="Akapitzlist"/>
        <w:numPr>
          <w:ilvl w:val="3"/>
          <w:numId w:val="22"/>
        </w:numPr>
        <w:spacing w:before="0" w:beforeAutospacing="0" w:after="120" w:line="240" w:lineRule="auto"/>
        <w:ind w:left="425" w:hanging="425"/>
        <w:jc w:val="center"/>
        <w:rPr>
          <w:rFonts w:ascii="Verdana" w:hAnsi="Verdana"/>
          <w:b/>
          <w:color w:val="C45911" w:themeColor="accent2" w:themeShade="BF"/>
          <w:w w:val="90"/>
          <w:sz w:val="18"/>
          <w:szCs w:val="18"/>
        </w:rPr>
      </w:pPr>
      <w:r w:rsidRPr="00D36904">
        <w:rPr>
          <w:rFonts w:ascii="Verdana" w:hAnsi="Verdana"/>
          <w:b/>
          <w:color w:val="C45911" w:themeColor="accent2" w:themeShade="BF"/>
          <w:w w:val="90"/>
          <w:sz w:val="18"/>
          <w:szCs w:val="18"/>
        </w:rPr>
        <w:t>Dane identyfikacyjne</w:t>
      </w:r>
    </w:p>
    <w:tbl>
      <w:tblPr>
        <w:tblW w:w="9209" w:type="dxa"/>
        <w:tblBorders>
          <w:top w:val="single" w:sz="4" w:space="0" w:color="C45911" w:themeColor="accent2" w:themeShade="BF"/>
          <w:left w:val="single" w:sz="4" w:space="0" w:color="C45911" w:themeColor="accent2" w:themeShade="BF"/>
          <w:bottom w:val="single" w:sz="4" w:space="0" w:color="C45911" w:themeColor="accent2" w:themeShade="BF"/>
          <w:right w:val="single" w:sz="4" w:space="0" w:color="C45911" w:themeColor="accent2" w:themeShade="BF"/>
          <w:insideH w:val="single" w:sz="4" w:space="0" w:color="C45911" w:themeColor="accent2" w:themeShade="BF"/>
          <w:insideV w:val="single" w:sz="4" w:space="0" w:color="C45911" w:themeColor="accent2" w:themeShade="BF"/>
        </w:tblBorders>
        <w:tblLook w:val="04A0" w:firstRow="1" w:lastRow="0" w:firstColumn="1" w:lastColumn="0" w:noHBand="0" w:noVBand="1"/>
      </w:tblPr>
      <w:tblGrid>
        <w:gridCol w:w="2302"/>
        <w:gridCol w:w="2302"/>
        <w:gridCol w:w="2302"/>
        <w:gridCol w:w="2303"/>
      </w:tblGrid>
      <w:tr w:rsidR="004B19E0" w:rsidRPr="004B19E0" w14:paraId="5CD43D9B" w14:textId="5CD4C910" w:rsidTr="004B19E0">
        <w:trPr>
          <w:trHeight w:val="249"/>
        </w:trPr>
        <w:tc>
          <w:tcPr>
            <w:tcW w:w="9209" w:type="dxa"/>
            <w:gridSpan w:val="4"/>
            <w:tcBorders>
              <w:top w:val="single" w:sz="12" w:space="0" w:color="C45911" w:themeColor="accent2" w:themeShade="BF"/>
              <w:left w:val="single" w:sz="12" w:space="0" w:color="C45911" w:themeColor="accent2" w:themeShade="BF"/>
              <w:right w:val="single" w:sz="12" w:space="0" w:color="C45911" w:themeColor="accent2" w:themeShade="BF"/>
            </w:tcBorders>
            <w:shd w:val="clear" w:color="auto" w:fill="C45911" w:themeFill="accent2" w:themeFillShade="BF"/>
          </w:tcPr>
          <w:p w14:paraId="6A325A87" w14:textId="1191C69D" w:rsidR="004B19E0" w:rsidRPr="004B19E0" w:rsidRDefault="004B19E0" w:rsidP="001A0C9C">
            <w:pPr>
              <w:spacing w:beforeAutospacing="1"/>
              <w:rPr>
                <w:rFonts w:ascii="Verdana" w:eastAsia="Calibri" w:hAnsi="Verdana"/>
                <w:b/>
                <w:bCs/>
                <w:color w:val="FFFFFF" w:themeColor="background1"/>
                <w:w w:val="90"/>
                <w:sz w:val="18"/>
                <w:szCs w:val="18"/>
              </w:rPr>
            </w:pPr>
            <w:r w:rsidRPr="004B19E0">
              <w:rPr>
                <w:rFonts w:ascii="Verdana" w:eastAsia="Calibri" w:hAnsi="Verdana"/>
                <w:b/>
                <w:bCs/>
                <w:color w:val="FFFFFF" w:themeColor="background1"/>
                <w:w w:val="90"/>
                <w:sz w:val="18"/>
                <w:szCs w:val="18"/>
              </w:rPr>
              <w:t>Pas drogowy</w:t>
            </w:r>
          </w:p>
        </w:tc>
      </w:tr>
      <w:tr w:rsidR="00DF512F" w:rsidRPr="00477D5E" w14:paraId="452F8529" w14:textId="28C7E694" w:rsidTr="004B19E0">
        <w:trPr>
          <w:trHeight w:val="249"/>
        </w:trPr>
        <w:tc>
          <w:tcPr>
            <w:tcW w:w="2302" w:type="dxa"/>
            <w:tcBorders>
              <w:left w:val="single" w:sz="12" w:space="0" w:color="C45911" w:themeColor="accent2" w:themeShade="BF"/>
            </w:tcBorders>
            <w:shd w:val="clear" w:color="auto" w:fill="FBE4D5" w:themeFill="accent2" w:themeFillTint="33"/>
          </w:tcPr>
          <w:p w14:paraId="554C4BD5" w14:textId="597EF184" w:rsidR="00DF512F" w:rsidRPr="00DF512F" w:rsidRDefault="004B19E0" w:rsidP="004B19E0">
            <w:pPr>
              <w:spacing w:beforeAutospacing="1"/>
              <w:jc w:val="right"/>
              <w:rPr>
                <w:rFonts w:ascii="Verdana" w:eastAsia="Calibri" w:hAnsi="Verdana"/>
                <w:w w:val="90"/>
                <w:sz w:val="18"/>
                <w:szCs w:val="18"/>
              </w:rPr>
            </w:pPr>
            <w:r>
              <w:rPr>
                <w:rFonts w:ascii="Verdana" w:eastAsia="Calibri" w:hAnsi="Verdana"/>
                <w:w w:val="90"/>
                <w:sz w:val="18"/>
                <w:szCs w:val="18"/>
              </w:rPr>
              <w:t>ID działki ewidencyjnej:</w:t>
            </w:r>
          </w:p>
        </w:tc>
        <w:tc>
          <w:tcPr>
            <w:tcW w:w="2302" w:type="dxa"/>
            <w:shd w:val="clear" w:color="auto" w:fill="auto"/>
          </w:tcPr>
          <w:p w14:paraId="6B061320" w14:textId="0117FD43" w:rsidR="00DF512F" w:rsidRPr="00DF512F" w:rsidRDefault="00DF512F" w:rsidP="004B19E0">
            <w:pPr>
              <w:spacing w:beforeAutospacing="1"/>
              <w:jc w:val="right"/>
              <w:rPr>
                <w:rFonts w:ascii="Verdana" w:eastAsia="Calibri" w:hAnsi="Verdana"/>
                <w:w w:val="90"/>
                <w:sz w:val="18"/>
                <w:szCs w:val="18"/>
              </w:rPr>
            </w:pPr>
          </w:p>
        </w:tc>
        <w:tc>
          <w:tcPr>
            <w:tcW w:w="2302" w:type="dxa"/>
            <w:shd w:val="clear" w:color="auto" w:fill="FBE4D5" w:themeFill="accent2" w:themeFillTint="33"/>
          </w:tcPr>
          <w:p w14:paraId="6318B047" w14:textId="2F127BDE" w:rsidR="00DF512F" w:rsidRPr="00DF512F" w:rsidRDefault="004B19E0" w:rsidP="004B19E0">
            <w:pPr>
              <w:spacing w:beforeAutospacing="1"/>
              <w:jc w:val="right"/>
              <w:rPr>
                <w:rFonts w:ascii="Verdana" w:eastAsia="Calibri" w:hAnsi="Verdana"/>
                <w:w w:val="90"/>
                <w:sz w:val="18"/>
                <w:szCs w:val="18"/>
              </w:rPr>
            </w:pPr>
            <w:r>
              <w:rPr>
                <w:rFonts w:ascii="Verdana" w:eastAsia="Calibri" w:hAnsi="Verdana"/>
                <w:w w:val="90"/>
                <w:sz w:val="18"/>
                <w:szCs w:val="18"/>
              </w:rPr>
              <w:t>Obręb:</w:t>
            </w:r>
          </w:p>
        </w:tc>
        <w:tc>
          <w:tcPr>
            <w:tcW w:w="2303" w:type="dxa"/>
            <w:tcBorders>
              <w:right w:val="single" w:sz="12" w:space="0" w:color="C45911" w:themeColor="accent2" w:themeShade="BF"/>
            </w:tcBorders>
          </w:tcPr>
          <w:p w14:paraId="17E58712" w14:textId="77777777" w:rsidR="00DF512F" w:rsidRPr="00DF512F" w:rsidRDefault="00DF512F" w:rsidP="001A0C9C">
            <w:pPr>
              <w:spacing w:beforeAutospacing="1"/>
              <w:rPr>
                <w:rFonts w:ascii="Verdana" w:eastAsia="Calibri" w:hAnsi="Verdana"/>
                <w:w w:val="90"/>
                <w:sz w:val="18"/>
                <w:szCs w:val="18"/>
              </w:rPr>
            </w:pPr>
          </w:p>
        </w:tc>
      </w:tr>
      <w:tr w:rsidR="004B19E0" w:rsidRPr="00477D5E" w14:paraId="05666907" w14:textId="77777777" w:rsidTr="004B19E0">
        <w:trPr>
          <w:trHeight w:val="249"/>
        </w:trPr>
        <w:tc>
          <w:tcPr>
            <w:tcW w:w="2302" w:type="dxa"/>
            <w:tcBorders>
              <w:left w:val="single" w:sz="12" w:space="0" w:color="C45911" w:themeColor="accent2" w:themeShade="BF"/>
              <w:bottom w:val="single" w:sz="12" w:space="0" w:color="C45911" w:themeColor="accent2" w:themeShade="BF"/>
            </w:tcBorders>
            <w:shd w:val="clear" w:color="auto" w:fill="FBE4D5" w:themeFill="accent2" w:themeFillTint="33"/>
          </w:tcPr>
          <w:p w14:paraId="70913E18" w14:textId="36F27E43" w:rsidR="004B19E0" w:rsidRDefault="004B19E0" w:rsidP="004B19E0">
            <w:pPr>
              <w:spacing w:beforeAutospacing="1"/>
              <w:jc w:val="right"/>
              <w:rPr>
                <w:rFonts w:ascii="Verdana" w:eastAsia="Calibri" w:hAnsi="Verdana"/>
                <w:w w:val="90"/>
                <w:sz w:val="18"/>
                <w:szCs w:val="18"/>
              </w:rPr>
            </w:pPr>
            <w:r>
              <w:rPr>
                <w:rFonts w:ascii="Verdana" w:eastAsia="Calibri" w:hAnsi="Verdana"/>
                <w:w w:val="90"/>
                <w:sz w:val="18"/>
                <w:szCs w:val="18"/>
              </w:rPr>
              <w:t>Nr działki ewidencyjnej:</w:t>
            </w:r>
          </w:p>
        </w:tc>
        <w:tc>
          <w:tcPr>
            <w:tcW w:w="2302" w:type="dxa"/>
            <w:tcBorders>
              <w:bottom w:val="single" w:sz="12" w:space="0" w:color="C45911" w:themeColor="accent2" w:themeShade="BF"/>
            </w:tcBorders>
            <w:shd w:val="clear" w:color="auto" w:fill="auto"/>
          </w:tcPr>
          <w:p w14:paraId="0F082239" w14:textId="77777777" w:rsidR="004B19E0" w:rsidRPr="00DF512F" w:rsidRDefault="004B19E0" w:rsidP="004B19E0">
            <w:pPr>
              <w:spacing w:beforeAutospacing="1"/>
              <w:jc w:val="right"/>
              <w:rPr>
                <w:rFonts w:ascii="Verdana" w:eastAsia="Calibri" w:hAnsi="Verdana"/>
                <w:w w:val="90"/>
                <w:sz w:val="18"/>
                <w:szCs w:val="18"/>
              </w:rPr>
            </w:pPr>
          </w:p>
        </w:tc>
        <w:tc>
          <w:tcPr>
            <w:tcW w:w="2302" w:type="dxa"/>
            <w:tcBorders>
              <w:bottom w:val="single" w:sz="12" w:space="0" w:color="C45911" w:themeColor="accent2" w:themeShade="BF"/>
            </w:tcBorders>
            <w:shd w:val="clear" w:color="auto" w:fill="FBE4D5" w:themeFill="accent2" w:themeFillTint="33"/>
          </w:tcPr>
          <w:p w14:paraId="46158FCA" w14:textId="3DC16401" w:rsidR="004B19E0" w:rsidRDefault="004B19E0" w:rsidP="004B19E0">
            <w:pPr>
              <w:spacing w:beforeAutospacing="1"/>
              <w:jc w:val="right"/>
              <w:rPr>
                <w:rFonts w:ascii="Verdana" w:eastAsia="Calibri" w:hAnsi="Verdana"/>
                <w:w w:val="90"/>
                <w:sz w:val="18"/>
                <w:szCs w:val="18"/>
              </w:rPr>
            </w:pPr>
            <w:r>
              <w:rPr>
                <w:rFonts w:ascii="Verdana" w:eastAsia="Calibri" w:hAnsi="Verdana"/>
                <w:w w:val="90"/>
                <w:sz w:val="18"/>
                <w:szCs w:val="18"/>
              </w:rPr>
              <w:t>Gmina:</w:t>
            </w:r>
          </w:p>
        </w:tc>
        <w:tc>
          <w:tcPr>
            <w:tcW w:w="2303" w:type="dxa"/>
            <w:tcBorders>
              <w:bottom w:val="single" w:sz="12" w:space="0" w:color="C45911" w:themeColor="accent2" w:themeShade="BF"/>
              <w:right w:val="single" w:sz="12" w:space="0" w:color="C45911" w:themeColor="accent2" w:themeShade="BF"/>
            </w:tcBorders>
          </w:tcPr>
          <w:p w14:paraId="443A233B" w14:textId="77777777" w:rsidR="004B19E0" w:rsidRPr="00DF512F" w:rsidRDefault="004B19E0" w:rsidP="001A0C9C">
            <w:pPr>
              <w:spacing w:beforeAutospacing="1"/>
              <w:rPr>
                <w:rFonts w:ascii="Verdana" w:eastAsia="Calibri" w:hAnsi="Verdana"/>
                <w:w w:val="90"/>
                <w:sz w:val="18"/>
                <w:szCs w:val="18"/>
              </w:rPr>
            </w:pPr>
          </w:p>
        </w:tc>
      </w:tr>
      <w:tr w:rsidR="004B19E0" w:rsidRPr="004B19E0" w14:paraId="0312729E" w14:textId="77777777" w:rsidTr="004B19E0">
        <w:trPr>
          <w:trHeight w:val="249"/>
        </w:trPr>
        <w:tc>
          <w:tcPr>
            <w:tcW w:w="9209" w:type="dxa"/>
            <w:gridSpan w:val="4"/>
            <w:tcBorders>
              <w:top w:val="single" w:sz="12" w:space="0" w:color="C45911" w:themeColor="accent2" w:themeShade="BF"/>
              <w:left w:val="single" w:sz="12" w:space="0" w:color="C45911" w:themeColor="accent2" w:themeShade="BF"/>
              <w:right w:val="single" w:sz="12" w:space="0" w:color="C45911" w:themeColor="accent2" w:themeShade="BF"/>
            </w:tcBorders>
            <w:shd w:val="clear" w:color="auto" w:fill="C45911" w:themeFill="accent2" w:themeFillShade="BF"/>
          </w:tcPr>
          <w:p w14:paraId="15629C4A" w14:textId="0AEDD844" w:rsidR="004B19E0" w:rsidRPr="004B19E0" w:rsidRDefault="004B19E0" w:rsidP="001A0C9C">
            <w:pPr>
              <w:spacing w:beforeAutospacing="1"/>
              <w:rPr>
                <w:rFonts w:ascii="Verdana" w:eastAsia="Calibri" w:hAnsi="Verdana"/>
                <w:b/>
                <w:bCs/>
                <w:color w:val="FFFFFF" w:themeColor="background1"/>
                <w:w w:val="90"/>
                <w:sz w:val="18"/>
                <w:szCs w:val="18"/>
              </w:rPr>
            </w:pPr>
            <w:r w:rsidRPr="004B19E0">
              <w:rPr>
                <w:rFonts w:ascii="Verdana" w:eastAsia="Calibri" w:hAnsi="Verdana"/>
                <w:b/>
                <w:bCs/>
                <w:color w:val="FFFFFF" w:themeColor="background1"/>
                <w:w w:val="90"/>
                <w:sz w:val="18"/>
                <w:szCs w:val="18"/>
              </w:rPr>
              <w:t>Działka sąsiadująca z pasem drogowym</w:t>
            </w:r>
          </w:p>
        </w:tc>
      </w:tr>
      <w:tr w:rsidR="004B19E0" w:rsidRPr="00477D5E" w14:paraId="3C282240" w14:textId="77777777" w:rsidTr="004B19E0">
        <w:trPr>
          <w:trHeight w:val="249"/>
        </w:trPr>
        <w:tc>
          <w:tcPr>
            <w:tcW w:w="2302" w:type="dxa"/>
            <w:tcBorders>
              <w:left w:val="single" w:sz="12" w:space="0" w:color="C45911" w:themeColor="accent2" w:themeShade="BF"/>
            </w:tcBorders>
            <w:shd w:val="clear" w:color="auto" w:fill="FBE4D5" w:themeFill="accent2" w:themeFillTint="33"/>
          </w:tcPr>
          <w:p w14:paraId="07BA0C90" w14:textId="77777777" w:rsidR="004B19E0" w:rsidRPr="00DF512F" w:rsidRDefault="004B19E0" w:rsidP="004B19E0">
            <w:pPr>
              <w:spacing w:beforeAutospacing="1"/>
              <w:jc w:val="right"/>
              <w:rPr>
                <w:rFonts w:ascii="Verdana" w:eastAsia="Calibri" w:hAnsi="Verdana"/>
                <w:w w:val="90"/>
                <w:sz w:val="18"/>
                <w:szCs w:val="18"/>
              </w:rPr>
            </w:pPr>
            <w:r>
              <w:rPr>
                <w:rFonts w:ascii="Verdana" w:eastAsia="Calibri" w:hAnsi="Verdana"/>
                <w:w w:val="90"/>
                <w:sz w:val="18"/>
                <w:szCs w:val="18"/>
              </w:rPr>
              <w:t>ID działki ewidencyjnej:</w:t>
            </w:r>
          </w:p>
        </w:tc>
        <w:tc>
          <w:tcPr>
            <w:tcW w:w="2302" w:type="dxa"/>
            <w:shd w:val="clear" w:color="auto" w:fill="auto"/>
          </w:tcPr>
          <w:p w14:paraId="0780B6E6" w14:textId="77777777" w:rsidR="004B19E0" w:rsidRPr="00DF512F" w:rsidRDefault="004B19E0" w:rsidP="004B19E0">
            <w:pPr>
              <w:spacing w:beforeAutospacing="1"/>
              <w:jc w:val="right"/>
              <w:rPr>
                <w:rFonts w:ascii="Verdana" w:eastAsia="Calibri" w:hAnsi="Verdana"/>
                <w:w w:val="90"/>
                <w:sz w:val="18"/>
                <w:szCs w:val="18"/>
              </w:rPr>
            </w:pPr>
          </w:p>
        </w:tc>
        <w:tc>
          <w:tcPr>
            <w:tcW w:w="2302" w:type="dxa"/>
            <w:shd w:val="clear" w:color="auto" w:fill="FBE4D5" w:themeFill="accent2" w:themeFillTint="33"/>
          </w:tcPr>
          <w:p w14:paraId="6FF54D13" w14:textId="77777777" w:rsidR="004B19E0" w:rsidRPr="00DF512F" w:rsidRDefault="004B19E0" w:rsidP="004B19E0">
            <w:pPr>
              <w:spacing w:beforeAutospacing="1"/>
              <w:jc w:val="right"/>
              <w:rPr>
                <w:rFonts w:ascii="Verdana" w:eastAsia="Calibri" w:hAnsi="Verdana"/>
                <w:w w:val="90"/>
                <w:sz w:val="18"/>
                <w:szCs w:val="18"/>
              </w:rPr>
            </w:pPr>
            <w:r>
              <w:rPr>
                <w:rFonts w:ascii="Verdana" w:eastAsia="Calibri" w:hAnsi="Verdana"/>
                <w:w w:val="90"/>
                <w:sz w:val="18"/>
                <w:szCs w:val="18"/>
              </w:rPr>
              <w:t>Obręb:</w:t>
            </w:r>
          </w:p>
        </w:tc>
        <w:tc>
          <w:tcPr>
            <w:tcW w:w="2303" w:type="dxa"/>
            <w:tcBorders>
              <w:right w:val="single" w:sz="12" w:space="0" w:color="C45911" w:themeColor="accent2" w:themeShade="BF"/>
            </w:tcBorders>
          </w:tcPr>
          <w:p w14:paraId="309AC299" w14:textId="77777777" w:rsidR="004B19E0" w:rsidRPr="00DF512F" w:rsidRDefault="004B19E0" w:rsidP="001A0C9C">
            <w:pPr>
              <w:spacing w:beforeAutospacing="1"/>
              <w:rPr>
                <w:rFonts w:ascii="Verdana" w:eastAsia="Calibri" w:hAnsi="Verdana"/>
                <w:w w:val="90"/>
                <w:sz w:val="18"/>
                <w:szCs w:val="18"/>
              </w:rPr>
            </w:pPr>
          </w:p>
        </w:tc>
      </w:tr>
      <w:tr w:rsidR="004B19E0" w:rsidRPr="00477D5E" w14:paraId="5BE733E9" w14:textId="77777777" w:rsidTr="004B19E0">
        <w:trPr>
          <w:trHeight w:val="249"/>
        </w:trPr>
        <w:tc>
          <w:tcPr>
            <w:tcW w:w="2302" w:type="dxa"/>
            <w:tcBorders>
              <w:left w:val="single" w:sz="12" w:space="0" w:color="C45911" w:themeColor="accent2" w:themeShade="BF"/>
            </w:tcBorders>
            <w:shd w:val="clear" w:color="auto" w:fill="FBE4D5" w:themeFill="accent2" w:themeFillTint="33"/>
          </w:tcPr>
          <w:p w14:paraId="6AB6D3B4" w14:textId="77777777" w:rsidR="004B19E0" w:rsidRDefault="004B19E0" w:rsidP="004B19E0">
            <w:pPr>
              <w:spacing w:beforeAutospacing="1"/>
              <w:jc w:val="right"/>
              <w:rPr>
                <w:rFonts w:ascii="Verdana" w:eastAsia="Calibri" w:hAnsi="Verdana"/>
                <w:w w:val="90"/>
                <w:sz w:val="18"/>
                <w:szCs w:val="18"/>
              </w:rPr>
            </w:pPr>
            <w:r>
              <w:rPr>
                <w:rFonts w:ascii="Verdana" w:eastAsia="Calibri" w:hAnsi="Verdana"/>
                <w:w w:val="90"/>
                <w:sz w:val="18"/>
                <w:szCs w:val="18"/>
              </w:rPr>
              <w:t>Nr działki ewidencyjnej:</w:t>
            </w:r>
          </w:p>
        </w:tc>
        <w:tc>
          <w:tcPr>
            <w:tcW w:w="2302" w:type="dxa"/>
            <w:shd w:val="clear" w:color="auto" w:fill="auto"/>
          </w:tcPr>
          <w:p w14:paraId="02E49429" w14:textId="77777777" w:rsidR="004B19E0" w:rsidRPr="00DF512F" w:rsidRDefault="004B19E0" w:rsidP="004B19E0">
            <w:pPr>
              <w:spacing w:beforeAutospacing="1"/>
              <w:jc w:val="right"/>
              <w:rPr>
                <w:rFonts w:ascii="Verdana" w:eastAsia="Calibri" w:hAnsi="Verdana"/>
                <w:w w:val="90"/>
                <w:sz w:val="18"/>
                <w:szCs w:val="18"/>
              </w:rPr>
            </w:pPr>
          </w:p>
        </w:tc>
        <w:tc>
          <w:tcPr>
            <w:tcW w:w="2302" w:type="dxa"/>
            <w:shd w:val="clear" w:color="auto" w:fill="FBE4D5" w:themeFill="accent2" w:themeFillTint="33"/>
          </w:tcPr>
          <w:p w14:paraId="16148E5D" w14:textId="77777777" w:rsidR="004B19E0" w:rsidRDefault="004B19E0" w:rsidP="004B19E0">
            <w:pPr>
              <w:spacing w:beforeAutospacing="1"/>
              <w:jc w:val="right"/>
              <w:rPr>
                <w:rFonts w:ascii="Verdana" w:eastAsia="Calibri" w:hAnsi="Verdana"/>
                <w:w w:val="90"/>
                <w:sz w:val="18"/>
                <w:szCs w:val="18"/>
              </w:rPr>
            </w:pPr>
            <w:r>
              <w:rPr>
                <w:rFonts w:ascii="Verdana" w:eastAsia="Calibri" w:hAnsi="Verdana"/>
                <w:w w:val="90"/>
                <w:sz w:val="18"/>
                <w:szCs w:val="18"/>
              </w:rPr>
              <w:t>Gmina:</w:t>
            </w:r>
          </w:p>
        </w:tc>
        <w:tc>
          <w:tcPr>
            <w:tcW w:w="2303" w:type="dxa"/>
            <w:tcBorders>
              <w:right w:val="single" w:sz="12" w:space="0" w:color="C45911" w:themeColor="accent2" w:themeShade="BF"/>
            </w:tcBorders>
          </w:tcPr>
          <w:p w14:paraId="2DA6325F" w14:textId="77777777" w:rsidR="004B19E0" w:rsidRPr="00DF512F" w:rsidRDefault="004B19E0" w:rsidP="001A0C9C">
            <w:pPr>
              <w:spacing w:beforeAutospacing="1"/>
              <w:rPr>
                <w:rFonts w:ascii="Verdana" w:eastAsia="Calibri" w:hAnsi="Verdana"/>
                <w:w w:val="90"/>
                <w:sz w:val="18"/>
                <w:szCs w:val="18"/>
              </w:rPr>
            </w:pPr>
          </w:p>
        </w:tc>
      </w:tr>
      <w:tr w:rsidR="004B19E0" w:rsidRPr="004B19E0" w14:paraId="7CDCE497" w14:textId="43A095A7" w:rsidTr="004B19E0">
        <w:trPr>
          <w:trHeight w:val="249"/>
        </w:trPr>
        <w:tc>
          <w:tcPr>
            <w:tcW w:w="9209" w:type="dxa"/>
            <w:gridSpan w:val="4"/>
            <w:tcBorders>
              <w:left w:val="single" w:sz="12" w:space="0" w:color="C45911" w:themeColor="accent2" w:themeShade="BF"/>
              <w:right w:val="single" w:sz="12" w:space="0" w:color="C45911" w:themeColor="accent2" w:themeShade="BF"/>
            </w:tcBorders>
            <w:shd w:val="clear" w:color="auto" w:fill="C45911" w:themeFill="accent2" w:themeFillShade="BF"/>
          </w:tcPr>
          <w:p w14:paraId="0299F66C" w14:textId="12B3210D" w:rsidR="004B19E0" w:rsidRPr="004B19E0" w:rsidRDefault="004B19E0" w:rsidP="00A64DFD">
            <w:pPr>
              <w:rPr>
                <w:rFonts w:ascii="Verdana" w:eastAsia="Calibri" w:hAnsi="Verdana"/>
                <w:b/>
                <w:bCs/>
                <w:color w:val="FFFFFF" w:themeColor="background1"/>
                <w:w w:val="90"/>
                <w:sz w:val="18"/>
                <w:szCs w:val="18"/>
              </w:rPr>
            </w:pPr>
            <w:r w:rsidRPr="004B19E0">
              <w:rPr>
                <w:rFonts w:ascii="Verdana" w:eastAsia="Calibri" w:hAnsi="Verdana"/>
                <w:b/>
                <w:bCs/>
                <w:color w:val="FFFFFF" w:themeColor="background1"/>
                <w:w w:val="90"/>
                <w:sz w:val="18"/>
                <w:szCs w:val="18"/>
              </w:rPr>
              <w:t>Dane właścicieli lub władających nieruchomością sąsiadującą z pasem drogowym</w:t>
            </w:r>
          </w:p>
        </w:tc>
      </w:tr>
      <w:tr w:rsidR="004B19E0" w:rsidRPr="00477D5E" w14:paraId="40AC3575" w14:textId="678F3D09" w:rsidTr="00D36904">
        <w:trPr>
          <w:trHeight w:val="249"/>
        </w:trPr>
        <w:tc>
          <w:tcPr>
            <w:tcW w:w="2302" w:type="dxa"/>
            <w:tcBorders>
              <w:top w:val="single" w:sz="12" w:space="0" w:color="C45911" w:themeColor="accent2" w:themeShade="BF"/>
              <w:left w:val="single" w:sz="12" w:space="0" w:color="C45911" w:themeColor="accent2" w:themeShade="BF"/>
            </w:tcBorders>
            <w:shd w:val="clear" w:color="auto" w:fill="FBE4D5" w:themeFill="accent2" w:themeFillTint="33"/>
          </w:tcPr>
          <w:p w14:paraId="413A62C7" w14:textId="7AB03C7C" w:rsidR="004B19E0" w:rsidRPr="00DF512F" w:rsidRDefault="004B19E0" w:rsidP="004B19E0">
            <w:pPr>
              <w:spacing w:beforeAutospacing="1"/>
              <w:jc w:val="right"/>
              <w:rPr>
                <w:rFonts w:ascii="Verdana" w:eastAsia="Calibri" w:hAnsi="Verdana"/>
                <w:w w:val="90"/>
                <w:sz w:val="18"/>
                <w:szCs w:val="18"/>
              </w:rPr>
            </w:pPr>
            <w:r>
              <w:rPr>
                <w:rFonts w:ascii="Verdana" w:eastAsia="Calibri" w:hAnsi="Verdana"/>
                <w:w w:val="90"/>
                <w:sz w:val="18"/>
                <w:szCs w:val="18"/>
              </w:rPr>
              <w:t>Imię i nazwisko:</w:t>
            </w:r>
          </w:p>
        </w:tc>
        <w:tc>
          <w:tcPr>
            <w:tcW w:w="2302" w:type="dxa"/>
            <w:tcBorders>
              <w:top w:val="single" w:sz="12" w:space="0" w:color="C45911" w:themeColor="accent2" w:themeShade="BF"/>
              <w:right w:val="single" w:sz="12" w:space="0" w:color="C45911" w:themeColor="accent2" w:themeShade="BF"/>
            </w:tcBorders>
            <w:shd w:val="clear" w:color="auto" w:fill="auto"/>
          </w:tcPr>
          <w:p w14:paraId="77EC31C0" w14:textId="2E01B40B" w:rsidR="004B19E0" w:rsidRPr="00DF512F" w:rsidRDefault="004B19E0" w:rsidP="004B19E0">
            <w:pPr>
              <w:spacing w:beforeAutospacing="1"/>
              <w:jc w:val="right"/>
              <w:rPr>
                <w:rFonts w:ascii="Verdana" w:eastAsia="Calibri" w:hAnsi="Verdana"/>
                <w:w w:val="90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sz="12" w:space="0" w:color="C45911" w:themeColor="accent2" w:themeShade="BF"/>
              <w:left w:val="single" w:sz="12" w:space="0" w:color="C45911" w:themeColor="accent2" w:themeShade="BF"/>
            </w:tcBorders>
            <w:shd w:val="clear" w:color="auto" w:fill="FBE4D5" w:themeFill="accent2" w:themeFillTint="33"/>
          </w:tcPr>
          <w:p w14:paraId="3B3D7B33" w14:textId="254FA862" w:rsidR="004B19E0" w:rsidRPr="00DF512F" w:rsidRDefault="004B19E0" w:rsidP="004B19E0">
            <w:pPr>
              <w:spacing w:beforeAutospacing="1"/>
              <w:jc w:val="right"/>
              <w:rPr>
                <w:rFonts w:ascii="Verdana" w:eastAsia="Calibri" w:hAnsi="Verdana"/>
                <w:w w:val="90"/>
                <w:sz w:val="18"/>
                <w:szCs w:val="18"/>
              </w:rPr>
            </w:pPr>
            <w:r>
              <w:rPr>
                <w:rFonts w:ascii="Verdana" w:eastAsia="Calibri" w:hAnsi="Verdana"/>
                <w:w w:val="90"/>
                <w:sz w:val="18"/>
                <w:szCs w:val="18"/>
              </w:rPr>
              <w:t>Imię i nazwisko:</w:t>
            </w:r>
          </w:p>
        </w:tc>
        <w:tc>
          <w:tcPr>
            <w:tcW w:w="2303" w:type="dxa"/>
            <w:tcBorders>
              <w:top w:val="single" w:sz="12" w:space="0" w:color="C45911" w:themeColor="accent2" w:themeShade="BF"/>
              <w:right w:val="single" w:sz="12" w:space="0" w:color="C45911" w:themeColor="accent2" w:themeShade="BF"/>
            </w:tcBorders>
          </w:tcPr>
          <w:p w14:paraId="7D257E20" w14:textId="77777777" w:rsidR="004B19E0" w:rsidRPr="00DF512F" w:rsidRDefault="004B19E0" w:rsidP="004B19E0">
            <w:pPr>
              <w:spacing w:beforeAutospacing="1"/>
              <w:rPr>
                <w:rFonts w:ascii="Verdana" w:eastAsia="Calibri" w:hAnsi="Verdana"/>
                <w:w w:val="90"/>
                <w:sz w:val="18"/>
                <w:szCs w:val="18"/>
              </w:rPr>
            </w:pPr>
          </w:p>
        </w:tc>
      </w:tr>
      <w:tr w:rsidR="004B19E0" w:rsidRPr="00477D5E" w14:paraId="29C1064B" w14:textId="22648C23" w:rsidTr="00D36904">
        <w:trPr>
          <w:trHeight w:val="249"/>
        </w:trPr>
        <w:tc>
          <w:tcPr>
            <w:tcW w:w="2302" w:type="dxa"/>
            <w:tcBorders>
              <w:left w:val="single" w:sz="12" w:space="0" w:color="C45911" w:themeColor="accent2" w:themeShade="BF"/>
              <w:bottom w:val="single" w:sz="12" w:space="0" w:color="C45911" w:themeColor="accent2" w:themeShade="BF"/>
            </w:tcBorders>
            <w:shd w:val="clear" w:color="auto" w:fill="FBE4D5" w:themeFill="accent2" w:themeFillTint="33"/>
          </w:tcPr>
          <w:p w14:paraId="298BB2DB" w14:textId="00210EFD" w:rsidR="004B19E0" w:rsidRPr="00DF512F" w:rsidRDefault="004B19E0" w:rsidP="004B19E0">
            <w:pPr>
              <w:spacing w:beforeAutospacing="1"/>
              <w:jc w:val="right"/>
              <w:rPr>
                <w:rFonts w:ascii="Verdana" w:eastAsia="Calibri" w:hAnsi="Verdana"/>
                <w:w w:val="90"/>
                <w:sz w:val="18"/>
                <w:szCs w:val="18"/>
              </w:rPr>
            </w:pPr>
            <w:r>
              <w:rPr>
                <w:rFonts w:ascii="Verdana" w:eastAsia="Calibri" w:hAnsi="Verdana"/>
                <w:w w:val="90"/>
                <w:sz w:val="18"/>
                <w:szCs w:val="18"/>
              </w:rPr>
              <w:t>Adres:</w:t>
            </w:r>
          </w:p>
        </w:tc>
        <w:tc>
          <w:tcPr>
            <w:tcW w:w="2302" w:type="dxa"/>
            <w:tcBorders>
              <w:bottom w:val="single" w:sz="12" w:space="0" w:color="C45911" w:themeColor="accent2" w:themeShade="BF"/>
              <w:right w:val="single" w:sz="12" w:space="0" w:color="C45911" w:themeColor="accent2" w:themeShade="BF"/>
            </w:tcBorders>
            <w:shd w:val="clear" w:color="auto" w:fill="auto"/>
          </w:tcPr>
          <w:p w14:paraId="6F593DDE" w14:textId="1264DF74" w:rsidR="004B19E0" w:rsidRPr="00DF512F" w:rsidRDefault="004B19E0" w:rsidP="004B19E0">
            <w:pPr>
              <w:spacing w:beforeAutospacing="1"/>
              <w:jc w:val="right"/>
              <w:rPr>
                <w:rFonts w:ascii="Verdana" w:eastAsia="Calibri" w:hAnsi="Verdana"/>
                <w:w w:val="90"/>
                <w:sz w:val="18"/>
                <w:szCs w:val="18"/>
              </w:rPr>
            </w:pPr>
          </w:p>
        </w:tc>
        <w:tc>
          <w:tcPr>
            <w:tcW w:w="2302" w:type="dxa"/>
            <w:tcBorders>
              <w:left w:val="single" w:sz="12" w:space="0" w:color="C45911" w:themeColor="accent2" w:themeShade="BF"/>
              <w:bottom w:val="single" w:sz="12" w:space="0" w:color="C45911" w:themeColor="accent2" w:themeShade="BF"/>
            </w:tcBorders>
            <w:shd w:val="clear" w:color="auto" w:fill="FBE4D5" w:themeFill="accent2" w:themeFillTint="33"/>
          </w:tcPr>
          <w:p w14:paraId="4DA76456" w14:textId="7BFB7B69" w:rsidR="004B19E0" w:rsidRPr="00DF512F" w:rsidRDefault="004B19E0" w:rsidP="004B19E0">
            <w:pPr>
              <w:spacing w:beforeAutospacing="1"/>
              <w:jc w:val="right"/>
              <w:rPr>
                <w:rFonts w:ascii="Verdana" w:eastAsia="Calibri" w:hAnsi="Verdana"/>
                <w:w w:val="90"/>
                <w:sz w:val="18"/>
                <w:szCs w:val="18"/>
              </w:rPr>
            </w:pPr>
            <w:r>
              <w:rPr>
                <w:rFonts w:ascii="Verdana" w:eastAsia="Calibri" w:hAnsi="Verdana"/>
                <w:w w:val="90"/>
                <w:sz w:val="18"/>
                <w:szCs w:val="18"/>
              </w:rPr>
              <w:t>Adres:</w:t>
            </w:r>
          </w:p>
        </w:tc>
        <w:tc>
          <w:tcPr>
            <w:tcW w:w="2303" w:type="dxa"/>
            <w:tcBorders>
              <w:bottom w:val="single" w:sz="12" w:space="0" w:color="C45911" w:themeColor="accent2" w:themeShade="BF"/>
              <w:right w:val="single" w:sz="12" w:space="0" w:color="C45911" w:themeColor="accent2" w:themeShade="BF"/>
            </w:tcBorders>
          </w:tcPr>
          <w:p w14:paraId="0660CD98" w14:textId="77777777" w:rsidR="004B19E0" w:rsidRPr="00DF512F" w:rsidRDefault="004B19E0" w:rsidP="004B19E0">
            <w:pPr>
              <w:spacing w:beforeAutospacing="1"/>
              <w:rPr>
                <w:rFonts w:ascii="Verdana" w:eastAsia="Calibri" w:hAnsi="Verdana"/>
                <w:w w:val="90"/>
                <w:sz w:val="18"/>
                <w:szCs w:val="18"/>
              </w:rPr>
            </w:pPr>
          </w:p>
        </w:tc>
      </w:tr>
      <w:tr w:rsidR="004B19E0" w:rsidRPr="00477D5E" w14:paraId="4E325938" w14:textId="77777777" w:rsidTr="00D36904">
        <w:trPr>
          <w:trHeight w:val="249"/>
        </w:trPr>
        <w:tc>
          <w:tcPr>
            <w:tcW w:w="2302" w:type="dxa"/>
            <w:tcBorders>
              <w:top w:val="single" w:sz="12" w:space="0" w:color="C45911" w:themeColor="accent2" w:themeShade="BF"/>
              <w:left w:val="single" w:sz="12" w:space="0" w:color="C45911" w:themeColor="accent2" w:themeShade="BF"/>
            </w:tcBorders>
            <w:shd w:val="clear" w:color="auto" w:fill="FBE4D5" w:themeFill="accent2" w:themeFillTint="33"/>
          </w:tcPr>
          <w:p w14:paraId="13BA35BC" w14:textId="77777777" w:rsidR="004B19E0" w:rsidRPr="00DF512F" w:rsidRDefault="004B19E0" w:rsidP="004B19E0">
            <w:pPr>
              <w:spacing w:beforeAutospacing="1"/>
              <w:jc w:val="right"/>
              <w:rPr>
                <w:rFonts w:ascii="Verdana" w:eastAsia="Calibri" w:hAnsi="Verdana"/>
                <w:w w:val="90"/>
                <w:sz w:val="18"/>
                <w:szCs w:val="18"/>
              </w:rPr>
            </w:pPr>
            <w:r>
              <w:rPr>
                <w:rFonts w:ascii="Verdana" w:eastAsia="Calibri" w:hAnsi="Verdana"/>
                <w:w w:val="90"/>
                <w:sz w:val="18"/>
                <w:szCs w:val="18"/>
              </w:rPr>
              <w:t>Imię i nazwisko:</w:t>
            </w:r>
          </w:p>
        </w:tc>
        <w:tc>
          <w:tcPr>
            <w:tcW w:w="2302" w:type="dxa"/>
            <w:tcBorders>
              <w:top w:val="single" w:sz="12" w:space="0" w:color="C45911" w:themeColor="accent2" w:themeShade="BF"/>
              <w:right w:val="single" w:sz="12" w:space="0" w:color="C45911" w:themeColor="accent2" w:themeShade="BF"/>
            </w:tcBorders>
            <w:shd w:val="clear" w:color="auto" w:fill="auto"/>
          </w:tcPr>
          <w:p w14:paraId="69AC2A49" w14:textId="77777777" w:rsidR="004B19E0" w:rsidRPr="00DF512F" w:rsidRDefault="004B19E0" w:rsidP="004B19E0">
            <w:pPr>
              <w:spacing w:beforeAutospacing="1"/>
              <w:jc w:val="right"/>
              <w:rPr>
                <w:rFonts w:ascii="Verdana" w:eastAsia="Calibri" w:hAnsi="Verdana"/>
                <w:w w:val="90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sz="12" w:space="0" w:color="C45911" w:themeColor="accent2" w:themeShade="BF"/>
              <w:left w:val="single" w:sz="12" w:space="0" w:color="C45911" w:themeColor="accent2" w:themeShade="BF"/>
            </w:tcBorders>
            <w:shd w:val="clear" w:color="auto" w:fill="FBE4D5" w:themeFill="accent2" w:themeFillTint="33"/>
          </w:tcPr>
          <w:p w14:paraId="0CDF2D2E" w14:textId="77777777" w:rsidR="004B19E0" w:rsidRPr="00DF512F" w:rsidRDefault="004B19E0" w:rsidP="004B19E0">
            <w:pPr>
              <w:spacing w:beforeAutospacing="1"/>
              <w:jc w:val="right"/>
              <w:rPr>
                <w:rFonts w:ascii="Verdana" w:eastAsia="Calibri" w:hAnsi="Verdana"/>
                <w:w w:val="90"/>
                <w:sz w:val="18"/>
                <w:szCs w:val="18"/>
              </w:rPr>
            </w:pPr>
            <w:r>
              <w:rPr>
                <w:rFonts w:ascii="Verdana" w:eastAsia="Calibri" w:hAnsi="Verdana"/>
                <w:w w:val="90"/>
                <w:sz w:val="18"/>
                <w:szCs w:val="18"/>
              </w:rPr>
              <w:t>Imię i nazwisko:</w:t>
            </w:r>
          </w:p>
        </w:tc>
        <w:tc>
          <w:tcPr>
            <w:tcW w:w="2303" w:type="dxa"/>
            <w:tcBorders>
              <w:top w:val="single" w:sz="12" w:space="0" w:color="C45911" w:themeColor="accent2" w:themeShade="BF"/>
              <w:right w:val="single" w:sz="12" w:space="0" w:color="C45911" w:themeColor="accent2" w:themeShade="BF"/>
            </w:tcBorders>
          </w:tcPr>
          <w:p w14:paraId="68D4FE72" w14:textId="77777777" w:rsidR="004B19E0" w:rsidRPr="00DF512F" w:rsidRDefault="004B19E0" w:rsidP="001A0C9C">
            <w:pPr>
              <w:spacing w:beforeAutospacing="1"/>
              <w:rPr>
                <w:rFonts w:ascii="Verdana" w:eastAsia="Calibri" w:hAnsi="Verdana"/>
                <w:w w:val="90"/>
                <w:sz w:val="18"/>
                <w:szCs w:val="18"/>
              </w:rPr>
            </w:pPr>
          </w:p>
        </w:tc>
      </w:tr>
      <w:tr w:rsidR="004B19E0" w:rsidRPr="00477D5E" w14:paraId="0224DB2B" w14:textId="77777777" w:rsidTr="00D36904">
        <w:trPr>
          <w:trHeight w:val="249"/>
        </w:trPr>
        <w:tc>
          <w:tcPr>
            <w:tcW w:w="2302" w:type="dxa"/>
            <w:tcBorders>
              <w:left w:val="single" w:sz="12" w:space="0" w:color="C45911" w:themeColor="accent2" w:themeShade="BF"/>
              <w:bottom w:val="single" w:sz="12" w:space="0" w:color="C45911" w:themeColor="accent2" w:themeShade="BF"/>
            </w:tcBorders>
            <w:shd w:val="clear" w:color="auto" w:fill="FBE4D5" w:themeFill="accent2" w:themeFillTint="33"/>
          </w:tcPr>
          <w:p w14:paraId="7C959235" w14:textId="77777777" w:rsidR="004B19E0" w:rsidRPr="00DF512F" w:rsidRDefault="004B19E0" w:rsidP="004B19E0">
            <w:pPr>
              <w:spacing w:beforeAutospacing="1"/>
              <w:jc w:val="right"/>
              <w:rPr>
                <w:rFonts w:ascii="Verdana" w:eastAsia="Calibri" w:hAnsi="Verdana"/>
                <w:w w:val="90"/>
                <w:sz w:val="18"/>
                <w:szCs w:val="18"/>
              </w:rPr>
            </w:pPr>
            <w:r>
              <w:rPr>
                <w:rFonts w:ascii="Verdana" w:eastAsia="Calibri" w:hAnsi="Verdana"/>
                <w:w w:val="90"/>
                <w:sz w:val="18"/>
                <w:szCs w:val="18"/>
              </w:rPr>
              <w:t>Adres:</w:t>
            </w:r>
          </w:p>
        </w:tc>
        <w:tc>
          <w:tcPr>
            <w:tcW w:w="2302" w:type="dxa"/>
            <w:tcBorders>
              <w:bottom w:val="single" w:sz="12" w:space="0" w:color="C45911" w:themeColor="accent2" w:themeShade="BF"/>
              <w:right w:val="single" w:sz="12" w:space="0" w:color="C45911" w:themeColor="accent2" w:themeShade="BF"/>
            </w:tcBorders>
            <w:shd w:val="clear" w:color="auto" w:fill="auto"/>
          </w:tcPr>
          <w:p w14:paraId="1116E56E" w14:textId="77777777" w:rsidR="004B19E0" w:rsidRPr="00DF512F" w:rsidRDefault="004B19E0" w:rsidP="004B19E0">
            <w:pPr>
              <w:spacing w:beforeAutospacing="1"/>
              <w:jc w:val="right"/>
              <w:rPr>
                <w:rFonts w:ascii="Verdana" w:eastAsia="Calibri" w:hAnsi="Verdana"/>
                <w:w w:val="90"/>
                <w:sz w:val="18"/>
                <w:szCs w:val="18"/>
              </w:rPr>
            </w:pPr>
          </w:p>
        </w:tc>
        <w:tc>
          <w:tcPr>
            <w:tcW w:w="2302" w:type="dxa"/>
            <w:tcBorders>
              <w:left w:val="single" w:sz="12" w:space="0" w:color="C45911" w:themeColor="accent2" w:themeShade="BF"/>
              <w:bottom w:val="single" w:sz="12" w:space="0" w:color="C45911" w:themeColor="accent2" w:themeShade="BF"/>
            </w:tcBorders>
            <w:shd w:val="clear" w:color="auto" w:fill="FBE4D5" w:themeFill="accent2" w:themeFillTint="33"/>
          </w:tcPr>
          <w:p w14:paraId="366C6F46" w14:textId="77777777" w:rsidR="004B19E0" w:rsidRPr="00DF512F" w:rsidRDefault="004B19E0" w:rsidP="004B19E0">
            <w:pPr>
              <w:spacing w:beforeAutospacing="1"/>
              <w:jc w:val="right"/>
              <w:rPr>
                <w:rFonts w:ascii="Verdana" w:eastAsia="Calibri" w:hAnsi="Verdana"/>
                <w:w w:val="90"/>
                <w:sz w:val="18"/>
                <w:szCs w:val="18"/>
              </w:rPr>
            </w:pPr>
            <w:r>
              <w:rPr>
                <w:rFonts w:ascii="Verdana" w:eastAsia="Calibri" w:hAnsi="Verdana"/>
                <w:w w:val="90"/>
                <w:sz w:val="18"/>
                <w:szCs w:val="18"/>
              </w:rPr>
              <w:t>Adres:</w:t>
            </w:r>
          </w:p>
        </w:tc>
        <w:tc>
          <w:tcPr>
            <w:tcW w:w="2303" w:type="dxa"/>
            <w:tcBorders>
              <w:bottom w:val="single" w:sz="12" w:space="0" w:color="C45911" w:themeColor="accent2" w:themeShade="BF"/>
              <w:right w:val="single" w:sz="12" w:space="0" w:color="C45911" w:themeColor="accent2" w:themeShade="BF"/>
            </w:tcBorders>
          </w:tcPr>
          <w:p w14:paraId="78F5A0C0" w14:textId="77777777" w:rsidR="004B19E0" w:rsidRPr="00DF512F" w:rsidRDefault="004B19E0" w:rsidP="001A0C9C">
            <w:pPr>
              <w:spacing w:beforeAutospacing="1"/>
              <w:rPr>
                <w:rFonts w:ascii="Verdana" w:eastAsia="Calibri" w:hAnsi="Verdana"/>
                <w:w w:val="90"/>
                <w:sz w:val="18"/>
                <w:szCs w:val="18"/>
              </w:rPr>
            </w:pPr>
          </w:p>
        </w:tc>
      </w:tr>
    </w:tbl>
    <w:p w14:paraId="1A728FB9" w14:textId="240DD95D" w:rsidR="00DF512F" w:rsidRDefault="00DF512F" w:rsidP="00C43E87">
      <w:pPr>
        <w:rPr>
          <w:w w:val="90"/>
        </w:rPr>
      </w:pPr>
    </w:p>
    <w:p w14:paraId="5D87EA46" w14:textId="5A22BAEE" w:rsidR="00D36904" w:rsidRPr="00D36904" w:rsidRDefault="00D36904" w:rsidP="00D36904">
      <w:pPr>
        <w:pStyle w:val="Akapitzlist"/>
        <w:numPr>
          <w:ilvl w:val="3"/>
          <w:numId w:val="22"/>
        </w:numPr>
        <w:ind w:left="426" w:hanging="457"/>
        <w:jc w:val="center"/>
        <w:rPr>
          <w:rFonts w:ascii="Verdana" w:hAnsi="Verdana"/>
          <w:b/>
          <w:color w:val="C45911" w:themeColor="accent2" w:themeShade="BF"/>
          <w:w w:val="90"/>
          <w:sz w:val="18"/>
          <w:szCs w:val="18"/>
        </w:rPr>
      </w:pPr>
      <w:r w:rsidRPr="00D36904">
        <w:rPr>
          <w:rFonts w:ascii="Verdana" w:hAnsi="Verdana"/>
          <w:b/>
          <w:color w:val="C45911" w:themeColor="accent2" w:themeShade="BF"/>
          <w:w w:val="90"/>
          <w:sz w:val="18"/>
          <w:szCs w:val="18"/>
        </w:rPr>
        <w:t>Szkic sytuacyjny</w:t>
      </w:r>
    </w:p>
    <w:p w14:paraId="1716B76F" w14:textId="016A16E7" w:rsidR="00D36904" w:rsidRDefault="00D36904" w:rsidP="00C43E87">
      <w:pPr>
        <w:spacing w:before="120"/>
        <w:rPr>
          <w:rFonts w:ascii="Verdana" w:hAnsi="Verdana"/>
          <w:b/>
          <w:w w:val="90"/>
          <w:sz w:val="18"/>
          <w:szCs w:val="18"/>
        </w:rPr>
      </w:pPr>
      <w:r w:rsidRPr="00DF512F">
        <w:rPr>
          <w:noProof/>
          <w:w w:val="90"/>
        </w:rPr>
        <w:drawing>
          <wp:anchor distT="0" distB="0" distL="114300" distR="114300" simplePos="0" relativeHeight="251676672" behindDoc="0" locked="0" layoutInCell="1" allowOverlap="1" wp14:anchorId="7D2D7F41" wp14:editId="560884E4">
            <wp:simplePos x="0" y="0"/>
            <wp:positionH relativeFrom="column">
              <wp:posOffset>196324</wp:posOffset>
            </wp:positionH>
            <wp:positionV relativeFrom="paragraph">
              <wp:posOffset>71055</wp:posOffset>
            </wp:positionV>
            <wp:extent cx="5488940" cy="2827020"/>
            <wp:effectExtent l="19050" t="19050" r="0" b="0"/>
            <wp:wrapNone/>
            <wp:docPr id="239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8940" cy="282702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486817" w14:textId="5BF8F1F3" w:rsidR="00C43E87" w:rsidRPr="00DF512F" w:rsidRDefault="00C43E87" w:rsidP="00C43E87">
      <w:pPr>
        <w:spacing w:before="120"/>
        <w:rPr>
          <w:w w:val="90"/>
        </w:rPr>
      </w:pPr>
    </w:p>
    <w:p w14:paraId="39CDE6CA" w14:textId="77777777" w:rsidR="00C43E87" w:rsidRPr="00DF512F" w:rsidRDefault="00C43E87" w:rsidP="00C43E87">
      <w:pPr>
        <w:spacing w:before="120"/>
        <w:rPr>
          <w:w w:val="90"/>
        </w:rPr>
      </w:pPr>
    </w:p>
    <w:p w14:paraId="2B1BA235" w14:textId="77777777" w:rsidR="00C43E87" w:rsidRPr="00DF512F" w:rsidRDefault="00C43E87" w:rsidP="00C43E87">
      <w:pPr>
        <w:spacing w:before="120"/>
        <w:rPr>
          <w:w w:val="90"/>
        </w:rPr>
      </w:pPr>
    </w:p>
    <w:p w14:paraId="5E2AA863" w14:textId="77777777" w:rsidR="00C43E87" w:rsidRPr="00DF512F" w:rsidRDefault="00C43E87" w:rsidP="00C43E87">
      <w:pPr>
        <w:spacing w:before="120"/>
        <w:rPr>
          <w:w w:val="90"/>
        </w:rPr>
      </w:pPr>
    </w:p>
    <w:p w14:paraId="258AD5B4" w14:textId="77777777" w:rsidR="00C43E87" w:rsidRPr="00DF512F" w:rsidRDefault="00C43E87" w:rsidP="00C43E87">
      <w:pPr>
        <w:spacing w:before="120"/>
        <w:rPr>
          <w:w w:val="90"/>
        </w:rPr>
      </w:pPr>
    </w:p>
    <w:p w14:paraId="5A3517E8" w14:textId="77777777" w:rsidR="00C43E87" w:rsidRPr="00DF512F" w:rsidRDefault="00C43E87" w:rsidP="00C43E87">
      <w:pPr>
        <w:spacing w:before="120"/>
        <w:rPr>
          <w:w w:val="90"/>
        </w:rPr>
      </w:pPr>
    </w:p>
    <w:p w14:paraId="41E2FDFE" w14:textId="77777777" w:rsidR="00C43E87" w:rsidRPr="00DF512F" w:rsidRDefault="00C43E87" w:rsidP="00C43E87">
      <w:pPr>
        <w:spacing w:before="120"/>
        <w:rPr>
          <w:w w:val="90"/>
        </w:rPr>
      </w:pPr>
    </w:p>
    <w:p w14:paraId="3C36C387" w14:textId="77777777" w:rsidR="00C43E87" w:rsidRPr="00DF512F" w:rsidRDefault="00C43E87" w:rsidP="00C43E87">
      <w:pPr>
        <w:spacing w:before="120"/>
        <w:rPr>
          <w:w w:val="90"/>
        </w:rPr>
      </w:pPr>
    </w:p>
    <w:p w14:paraId="1BF7EC1C" w14:textId="77777777" w:rsidR="00C43E87" w:rsidRPr="00DF512F" w:rsidRDefault="00C43E87" w:rsidP="00C43E87">
      <w:pPr>
        <w:spacing w:before="120"/>
        <w:rPr>
          <w:w w:val="90"/>
        </w:rPr>
      </w:pPr>
    </w:p>
    <w:p w14:paraId="1129AE63" w14:textId="77777777" w:rsidR="00C43E87" w:rsidRPr="00DF512F" w:rsidRDefault="00C43E87" w:rsidP="00C43E87">
      <w:pPr>
        <w:spacing w:before="120"/>
        <w:rPr>
          <w:rFonts w:ascii="Verdana" w:hAnsi="Verdana"/>
          <w:b/>
          <w:w w:val="90"/>
          <w:sz w:val="18"/>
          <w:szCs w:val="18"/>
        </w:rPr>
      </w:pPr>
    </w:p>
    <w:p w14:paraId="0713D8FF" w14:textId="77777777" w:rsidR="00C43E87" w:rsidRPr="00DF512F" w:rsidRDefault="00C43E87" w:rsidP="00C43E87">
      <w:pPr>
        <w:spacing w:before="120"/>
        <w:rPr>
          <w:rFonts w:ascii="Verdana" w:hAnsi="Verdana"/>
          <w:b/>
          <w:w w:val="90"/>
          <w:sz w:val="18"/>
          <w:szCs w:val="18"/>
        </w:rPr>
      </w:pPr>
    </w:p>
    <w:p w14:paraId="66C65650" w14:textId="386AF144" w:rsidR="007272B9" w:rsidRPr="00DF512F" w:rsidRDefault="007272B9" w:rsidP="00C43E87">
      <w:pPr>
        <w:spacing w:before="120"/>
        <w:rPr>
          <w:rFonts w:ascii="Verdana" w:hAnsi="Verdana"/>
          <w:b/>
          <w:w w:val="90"/>
          <w:sz w:val="18"/>
          <w:szCs w:val="18"/>
        </w:rPr>
      </w:pPr>
    </w:p>
    <w:p w14:paraId="5195AAFB" w14:textId="77777777" w:rsidR="00D36904" w:rsidRDefault="00D36904" w:rsidP="00C43E87">
      <w:pPr>
        <w:spacing w:before="120"/>
        <w:rPr>
          <w:rFonts w:ascii="Verdana" w:hAnsi="Verdana"/>
          <w:b/>
          <w:w w:val="90"/>
          <w:sz w:val="18"/>
          <w:szCs w:val="18"/>
        </w:rPr>
      </w:pPr>
    </w:p>
    <w:p w14:paraId="10A2675C" w14:textId="24FCF568" w:rsidR="00D36904" w:rsidRDefault="00D36904" w:rsidP="00D36904">
      <w:pPr>
        <w:pStyle w:val="Akapitzlist"/>
        <w:numPr>
          <w:ilvl w:val="3"/>
          <w:numId w:val="22"/>
        </w:numPr>
        <w:spacing w:before="0" w:beforeAutospacing="0" w:after="120" w:line="240" w:lineRule="auto"/>
        <w:ind w:left="431" w:hanging="459"/>
        <w:jc w:val="center"/>
        <w:rPr>
          <w:rFonts w:ascii="Verdana" w:hAnsi="Verdana"/>
          <w:b/>
          <w:color w:val="C45911" w:themeColor="accent2" w:themeShade="BF"/>
          <w:w w:val="90"/>
          <w:sz w:val="18"/>
          <w:szCs w:val="18"/>
        </w:rPr>
      </w:pPr>
      <w:r w:rsidRPr="00D36904">
        <w:rPr>
          <w:rFonts w:ascii="Verdana" w:hAnsi="Verdana"/>
          <w:b/>
          <w:color w:val="C45911" w:themeColor="accent2" w:themeShade="BF"/>
          <w:w w:val="90"/>
          <w:sz w:val="18"/>
          <w:szCs w:val="18"/>
        </w:rPr>
        <w:t>Zestawienie powierzchni zajęcia pasa drogowego</w:t>
      </w:r>
    </w:p>
    <w:tbl>
      <w:tblPr>
        <w:tblW w:w="9209" w:type="dxa"/>
        <w:tblBorders>
          <w:top w:val="single" w:sz="12" w:space="0" w:color="C45911" w:themeColor="accent2" w:themeShade="BF"/>
          <w:left w:val="single" w:sz="12" w:space="0" w:color="C45911" w:themeColor="accent2" w:themeShade="BF"/>
          <w:bottom w:val="single" w:sz="12" w:space="0" w:color="C45911" w:themeColor="accent2" w:themeShade="BF"/>
          <w:right w:val="single" w:sz="12" w:space="0" w:color="C45911" w:themeColor="accent2" w:themeShade="BF"/>
          <w:insideH w:val="single" w:sz="4" w:space="0" w:color="C45911" w:themeColor="accent2" w:themeShade="BF"/>
          <w:insideV w:val="single" w:sz="4" w:space="0" w:color="C45911" w:themeColor="accent2" w:themeShade="BF"/>
        </w:tblBorders>
        <w:tblLook w:val="04A0" w:firstRow="1" w:lastRow="0" w:firstColumn="1" w:lastColumn="0" w:noHBand="0" w:noVBand="1"/>
      </w:tblPr>
      <w:tblGrid>
        <w:gridCol w:w="546"/>
        <w:gridCol w:w="6537"/>
        <w:gridCol w:w="2126"/>
      </w:tblGrid>
      <w:tr w:rsidR="00D36904" w:rsidRPr="00D36904" w14:paraId="5406F753" w14:textId="77777777" w:rsidTr="00D36904">
        <w:trPr>
          <w:trHeight w:val="246"/>
        </w:trPr>
        <w:tc>
          <w:tcPr>
            <w:tcW w:w="546" w:type="dxa"/>
            <w:shd w:val="clear" w:color="auto" w:fill="C45911" w:themeFill="accent2" w:themeFillShade="BF"/>
          </w:tcPr>
          <w:p w14:paraId="6C58F1C7" w14:textId="77777777" w:rsidR="00C43E87" w:rsidRPr="00D36904" w:rsidRDefault="00C43E87" w:rsidP="00A11231">
            <w:pPr>
              <w:spacing w:beforeAutospacing="1"/>
              <w:rPr>
                <w:rFonts w:ascii="Verdana" w:eastAsia="Calibri" w:hAnsi="Verdana"/>
                <w:b/>
                <w:bCs/>
                <w:color w:val="FFFFFF" w:themeColor="background1"/>
                <w:w w:val="90"/>
                <w:sz w:val="18"/>
                <w:szCs w:val="18"/>
              </w:rPr>
            </w:pPr>
            <w:r w:rsidRPr="00D36904">
              <w:rPr>
                <w:rFonts w:ascii="Verdana" w:eastAsia="Calibri" w:hAnsi="Verdana"/>
                <w:b/>
                <w:bCs/>
                <w:color w:val="FFFFFF" w:themeColor="background1"/>
                <w:w w:val="90"/>
                <w:sz w:val="18"/>
                <w:szCs w:val="18"/>
              </w:rPr>
              <w:t>Lp.</w:t>
            </w:r>
          </w:p>
        </w:tc>
        <w:tc>
          <w:tcPr>
            <w:tcW w:w="6537" w:type="dxa"/>
            <w:shd w:val="clear" w:color="auto" w:fill="C45911" w:themeFill="accent2" w:themeFillShade="BF"/>
          </w:tcPr>
          <w:p w14:paraId="2B404BB7" w14:textId="77777777" w:rsidR="00C43E87" w:rsidRPr="00D36904" w:rsidRDefault="00C43E87" w:rsidP="00A11231">
            <w:pPr>
              <w:spacing w:beforeAutospacing="1"/>
              <w:rPr>
                <w:rFonts w:ascii="Verdana" w:eastAsia="Calibri" w:hAnsi="Verdana"/>
                <w:b/>
                <w:bCs/>
                <w:color w:val="FFFFFF" w:themeColor="background1"/>
                <w:w w:val="90"/>
                <w:sz w:val="18"/>
                <w:szCs w:val="18"/>
              </w:rPr>
            </w:pPr>
            <w:r w:rsidRPr="00D36904">
              <w:rPr>
                <w:rFonts w:ascii="Verdana" w:eastAsia="Calibri" w:hAnsi="Verdana"/>
                <w:b/>
                <w:bCs/>
                <w:color w:val="FFFFFF" w:themeColor="background1"/>
                <w:w w:val="90"/>
                <w:sz w:val="18"/>
                <w:szCs w:val="18"/>
              </w:rPr>
              <w:t>Rodzaj zajęcia pasa drogowego</w:t>
            </w:r>
          </w:p>
        </w:tc>
        <w:tc>
          <w:tcPr>
            <w:tcW w:w="2126" w:type="dxa"/>
            <w:shd w:val="clear" w:color="auto" w:fill="C45911" w:themeFill="accent2" w:themeFillShade="BF"/>
          </w:tcPr>
          <w:p w14:paraId="5CA57F06" w14:textId="77777777" w:rsidR="00C43E87" w:rsidRPr="00D36904" w:rsidRDefault="00C43E87" w:rsidP="006025AE">
            <w:pPr>
              <w:spacing w:beforeAutospacing="1"/>
              <w:rPr>
                <w:rFonts w:ascii="Verdana" w:eastAsia="Calibri" w:hAnsi="Verdana"/>
                <w:b/>
                <w:bCs/>
                <w:color w:val="FFFFFF" w:themeColor="background1"/>
                <w:w w:val="90"/>
                <w:sz w:val="18"/>
                <w:szCs w:val="18"/>
              </w:rPr>
            </w:pPr>
            <w:r w:rsidRPr="00D36904">
              <w:rPr>
                <w:rFonts w:ascii="Verdana" w:eastAsia="Calibri" w:hAnsi="Verdana"/>
                <w:b/>
                <w:bCs/>
                <w:color w:val="FFFFFF" w:themeColor="background1"/>
                <w:w w:val="90"/>
                <w:sz w:val="18"/>
                <w:szCs w:val="18"/>
              </w:rPr>
              <w:t>Powierzchnia (m</w:t>
            </w:r>
            <w:r w:rsidRPr="00D36904">
              <w:rPr>
                <w:rFonts w:ascii="Verdana" w:eastAsia="Calibri" w:hAnsi="Verdana"/>
                <w:b/>
                <w:bCs/>
                <w:color w:val="FFFFFF" w:themeColor="background1"/>
                <w:w w:val="90"/>
                <w:sz w:val="18"/>
                <w:szCs w:val="18"/>
                <w:vertAlign w:val="superscript"/>
              </w:rPr>
              <w:t>2</w:t>
            </w:r>
            <w:r w:rsidRPr="00D36904">
              <w:rPr>
                <w:rFonts w:ascii="Verdana" w:eastAsia="Calibri" w:hAnsi="Verdana"/>
                <w:b/>
                <w:bCs/>
                <w:color w:val="FFFFFF" w:themeColor="background1"/>
                <w:w w:val="90"/>
                <w:sz w:val="18"/>
                <w:szCs w:val="18"/>
              </w:rPr>
              <w:t>)</w:t>
            </w:r>
          </w:p>
        </w:tc>
      </w:tr>
      <w:tr w:rsidR="00C43E87" w:rsidRPr="00477D5E" w14:paraId="5EAEA5C7" w14:textId="77777777" w:rsidTr="00D36904">
        <w:trPr>
          <w:trHeight w:val="246"/>
        </w:trPr>
        <w:tc>
          <w:tcPr>
            <w:tcW w:w="546" w:type="dxa"/>
            <w:shd w:val="clear" w:color="auto" w:fill="auto"/>
          </w:tcPr>
          <w:p w14:paraId="2A4B0571" w14:textId="77777777" w:rsidR="00C43E87" w:rsidRPr="00D36904" w:rsidRDefault="00C43E87" w:rsidP="004B19E0">
            <w:pPr>
              <w:spacing w:beforeAutospacing="1"/>
              <w:jc w:val="center"/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</w:pPr>
            <w:r w:rsidRPr="00D36904"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  <w:t>1</w:t>
            </w:r>
          </w:p>
        </w:tc>
        <w:tc>
          <w:tcPr>
            <w:tcW w:w="6537" w:type="dxa"/>
            <w:shd w:val="clear" w:color="auto" w:fill="auto"/>
          </w:tcPr>
          <w:p w14:paraId="1B1C952C" w14:textId="77777777" w:rsidR="00C43E87" w:rsidRPr="00D36904" w:rsidRDefault="00C43E87" w:rsidP="00A11231">
            <w:pPr>
              <w:spacing w:beforeAutospacing="1"/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</w:pPr>
            <w:r w:rsidRPr="00D36904"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  <w:t>Obiekt budowlany 1 (np. płot na cokole)</w:t>
            </w:r>
          </w:p>
        </w:tc>
        <w:tc>
          <w:tcPr>
            <w:tcW w:w="2126" w:type="dxa"/>
            <w:shd w:val="clear" w:color="auto" w:fill="auto"/>
          </w:tcPr>
          <w:p w14:paraId="329379A6" w14:textId="77777777" w:rsidR="00C43E87" w:rsidRPr="00D36904" w:rsidRDefault="00C43E87" w:rsidP="00A11231">
            <w:pPr>
              <w:spacing w:beforeAutospacing="1"/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</w:pPr>
            <w:r w:rsidRPr="00D36904"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  <w:t>x</w:t>
            </w:r>
          </w:p>
        </w:tc>
      </w:tr>
      <w:tr w:rsidR="00C43E87" w:rsidRPr="00477D5E" w14:paraId="680005C7" w14:textId="77777777" w:rsidTr="00D36904">
        <w:trPr>
          <w:trHeight w:val="246"/>
        </w:trPr>
        <w:tc>
          <w:tcPr>
            <w:tcW w:w="546" w:type="dxa"/>
            <w:shd w:val="clear" w:color="auto" w:fill="auto"/>
          </w:tcPr>
          <w:p w14:paraId="6D1AA047" w14:textId="77777777" w:rsidR="00C43E87" w:rsidRPr="00D36904" w:rsidRDefault="00C43E87" w:rsidP="004B19E0">
            <w:pPr>
              <w:spacing w:beforeAutospacing="1"/>
              <w:jc w:val="center"/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</w:pPr>
            <w:r w:rsidRPr="00D36904"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  <w:t>2</w:t>
            </w:r>
          </w:p>
        </w:tc>
        <w:tc>
          <w:tcPr>
            <w:tcW w:w="6537" w:type="dxa"/>
            <w:shd w:val="clear" w:color="auto" w:fill="auto"/>
          </w:tcPr>
          <w:p w14:paraId="3183AD98" w14:textId="77777777" w:rsidR="00C43E87" w:rsidRPr="00D36904" w:rsidRDefault="00C43E87" w:rsidP="00A11231">
            <w:pPr>
              <w:spacing w:beforeAutospacing="1"/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</w:pPr>
            <w:r w:rsidRPr="00D36904"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  <w:t>Obiekt budowlany 2 (np. brama, altana itp.)</w:t>
            </w:r>
          </w:p>
        </w:tc>
        <w:tc>
          <w:tcPr>
            <w:tcW w:w="2126" w:type="dxa"/>
            <w:shd w:val="clear" w:color="auto" w:fill="auto"/>
          </w:tcPr>
          <w:p w14:paraId="23A765FB" w14:textId="77777777" w:rsidR="00C43E87" w:rsidRPr="00D36904" w:rsidRDefault="00C43E87" w:rsidP="00A11231">
            <w:pPr>
              <w:spacing w:beforeAutospacing="1"/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</w:pPr>
            <w:r w:rsidRPr="00D36904"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  <w:t>x</w:t>
            </w:r>
          </w:p>
        </w:tc>
      </w:tr>
      <w:tr w:rsidR="00C43E87" w:rsidRPr="00477D5E" w14:paraId="572EEDF7" w14:textId="77777777" w:rsidTr="00D36904">
        <w:trPr>
          <w:trHeight w:val="246"/>
        </w:trPr>
        <w:tc>
          <w:tcPr>
            <w:tcW w:w="546" w:type="dxa"/>
            <w:shd w:val="clear" w:color="auto" w:fill="auto"/>
          </w:tcPr>
          <w:p w14:paraId="63EA9AF4" w14:textId="77777777" w:rsidR="00C43E87" w:rsidRPr="00D36904" w:rsidRDefault="00C43E87" w:rsidP="004B19E0">
            <w:pPr>
              <w:spacing w:beforeAutospacing="1"/>
              <w:jc w:val="center"/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</w:pPr>
            <w:r w:rsidRPr="00D36904"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  <w:t>3</w:t>
            </w:r>
          </w:p>
        </w:tc>
        <w:tc>
          <w:tcPr>
            <w:tcW w:w="6537" w:type="dxa"/>
            <w:shd w:val="clear" w:color="auto" w:fill="auto"/>
          </w:tcPr>
          <w:p w14:paraId="3A475F8D" w14:textId="77777777" w:rsidR="00C43E87" w:rsidRPr="00D36904" w:rsidRDefault="00C43E87" w:rsidP="00A11231">
            <w:pPr>
              <w:spacing w:beforeAutospacing="1"/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</w:pPr>
            <w:r w:rsidRPr="00D36904"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  <w:t>Urządzenie infrastruktury technicznej 1 (np. szafka oświetleniowa)</w:t>
            </w:r>
          </w:p>
        </w:tc>
        <w:tc>
          <w:tcPr>
            <w:tcW w:w="2126" w:type="dxa"/>
            <w:shd w:val="clear" w:color="auto" w:fill="auto"/>
          </w:tcPr>
          <w:p w14:paraId="5F29870D" w14:textId="77777777" w:rsidR="00C43E87" w:rsidRPr="00D36904" w:rsidRDefault="00C43E87" w:rsidP="00A11231">
            <w:pPr>
              <w:spacing w:beforeAutospacing="1"/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</w:pPr>
            <w:r w:rsidRPr="00D36904"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  <w:t>x</w:t>
            </w:r>
          </w:p>
        </w:tc>
      </w:tr>
      <w:tr w:rsidR="00C43E87" w:rsidRPr="00477D5E" w14:paraId="1E28C698" w14:textId="77777777" w:rsidTr="00D36904">
        <w:trPr>
          <w:trHeight w:val="246"/>
        </w:trPr>
        <w:tc>
          <w:tcPr>
            <w:tcW w:w="546" w:type="dxa"/>
            <w:shd w:val="clear" w:color="auto" w:fill="auto"/>
          </w:tcPr>
          <w:p w14:paraId="3E6BFA51" w14:textId="77777777" w:rsidR="00C43E87" w:rsidRPr="00D36904" w:rsidRDefault="00C43E87" w:rsidP="004B19E0">
            <w:pPr>
              <w:spacing w:beforeAutospacing="1"/>
              <w:jc w:val="center"/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</w:pPr>
            <w:r w:rsidRPr="00D36904"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  <w:t>4</w:t>
            </w:r>
          </w:p>
        </w:tc>
        <w:tc>
          <w:tcPr>
            <w:tcW w:w="6537" w:type="dxa"/>
            <w:shd w:val="clear" w:color="auto" w:fill="auto"/>
          </w:tcPr>
          <w:p w14:paraId="4F6ECA3E" w14:textId="77777777" w:rsidR="00C43E87" w:rsidRPr="00D36904" w:rsidRDefault="00C43E87" w:rsidP="00A11231">
            <w:pPr>
              <w:spacing w:beforeAutospacing="1"/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</w:pPr>
            <w:r w:rsidRPr="00D36904"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  <w:t>Urządzenie infrastruktury technicznej 2 (np. szafka oświetleniowa)</w:t>
            </w:r>
          </w:p>
        </w:tc>
        <w:tc>
          <w:tcPr>
            <w:tcW w:w="2126" w:type="dxa"/>
            <w:shd w:val="clear" w:color="auto" w:fill="auto"/>
          </w:tcPr>
          <w:p w14:paraId="68519E0A" w14:textId="77777777" w:rsidR="00C43E87" w:rsidRPr="00D36904" w:rsidRDefault="00C43E87" w:rsidP="00A11231">
            <w:pPr>
              <w:spacing w:beforeAutospacing="1"/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</w:pPr>
            <w:r w:rsidRPr="00D36904"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  <w:t>x</w:t>
            </w:r>
          </w:p>
        </w:tc>
      </w:tr>
      <w:tr w:rsidR="00C43E87" w:rsidRPr="00477D5E" w14:paraId="1DF23B8A" w14:textId="77777777" w:rsidTr="00D36904">
        <w:trPr>
          <w:trHeight w:val="246"/>
        </w:trPr>
        <w:tc>
          <w:tcPr>
            <w:tcW w:w="546" w:type="dxa"/>
            <w:shd w:val="clear" w:color="auto" w:fill="auto"/>
          </w:tcPr>
          <w:p w14:paraId="1D576A58" w14:textId="77777777" w:rsidR="00C43E87" w:rsidRPr="00D36904" w:rsidRDefault="00C43E87" w:rsidP="004B19E0">
            <w:pPr>
              <w:spacing w:beforeAutospacing="1"/>
              <w:jc w:val="center"/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</w:pPr>
            <w:r w:rsidRPr="00D36904"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  <w:t>5</w:t>
            </w:r>
          </w:p>
        </w:tc>
        <w:tc>
          <w:tcPr>
            <w:tcW w:w="6537" w:type="dxa"/>
            <w:shd w:val="clear" w:color="auto" w:fill="auto"/>
          </w:tcPr>
          <w:p w14:paraId="3D97837E" w14:textId="77777777" w:rsidR="00C43E87" w:rsidRPr="00D36904" w:rsidRDefault="00C43E87" w:rsidP="00A11231">
            <w:pPr>
              <w:spacing w:beforeAutospacing="1"/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</w:pPr>
            <w:r w:rsidRPr="00D36904"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  <w:t xml:space="preserve">Reklama 1 </w:t>
            </w:r>
          </w:p>
        </w:tc>
        <w:tc>
          <w:tcPr>
            <w:tcW w:w="2126" w:type="dxa"/>
            <w:shd w:val="clear" w:color="auto" w:fill="auto"/>
          </w:tcPr>
          <w:p w14:paraId="789C4439" w14:textId="77777777" w:rsidR="00C43E87" w:rsidRPr="00D36904" w:rsidRDefault="00C43E87" w:rsidP="00A11231">
            <w:pPr>
              <w:spacing w:beforeAutospacing="1"/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</w:pPr>
            <w:r w:rsidRPr="00D36904"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  <w:t>x</w:t>
            </w:r>
          </w:p>
        </w:tc>
      </w:tr>
      <w:tr w:rsidR="00C43E87" w:rsidRPr="00477D5E" w14:paraId="1061EE77" w14:textId="77777777" w:rsidTr="00D36904">
        <w:trPr>
          <w:trHeight w:val="246"/>
        </w:trPr>
        <w:tc>
          <w:tcPr>
            <w:tcW w:w="546" w:type="dxa"/>
            <w:shd w:val="clear" w:color="auto" w:fill="auto"/>
          </w:tcPr>
          <w:p w14:paraId="70E2E849" w14:textId="77777777" w:rsidR="00C43E87" w:rsidRPr="00D36904" w:rsidRDefault="00C43E87" w:rsidP="004B19E0">
            <w:pPr>
              <w:spacing w:beforeAutospacing="1"/>
              <w:jc w:val="center"/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</w:pPr>
            <w:r w:rsidRPr="00D36904"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  <w:t>6</w:t>
            </w:r>
          </w:p>
        </w:tc>
        <w:tc>
          <w:tcPr>
            <w:tcW w:w="6537" w:type="dxa"/>
            <w:shd w:val="clear" w:color="auto" w:fill="auto"/>
          </w:tcPr>
          <w:p w14:paraId="4BF6197A" w14:textId="77777777" w:rsidR="00C43E87" w:rsidRPr="00D36904" w:rsidRDefault="00C43E87" w:rsidP="00A11231">
            <w:pPr>
              <w:spacing w:beforeAutospacing="1"/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</w:pPr>
            <w:r w:rsidRPr="00D36904"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  <w:t xml:space="preserve">Reklama 2 </w:t>
            </w:r>
          </w:p>
        </w:tc>
        <w:tc>
          <w:tcPr>
            <w:tcW w:w="2126" w:type="dxa"/>
            <w:shd w:val="clear" w:color="auto" w:fill="auto"/>
          </w:tcPr>
          <w:p w14:paraId="3B3C38F5" w14:textId="77777777" w:rsidR="00C43E87" w:rsidRPr="00D36904" w:rsidRDefault="00C43E87" w:rsidP="00A11231">
            <w:pPr>
              <w:spacing w:beforeAutospacing="1"/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</w:pPr>
            <w:r w:rsidRPr="00D36904"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  <w:t>x</w:t>
            </w:r>
          </w:p>
        </w:tc>
      </w:tr>
      <w:tr w:rsidR="00C43E87" w:rsidRPr="00477D5E" w14:paraId="1D1167B8" w14:textId="77777777" w:rsidTr="00D36904">
        <w:trPr>
          <w:trHeight w:val="270"/>
        </w:trPr>
        <w:tc>
          <w:tcPr>
            <w:tcW w:w="546" w:type="dxa"/>
            <w:shd w:val="clear" w:color="auto" w:fill="auto"/>
          </w:tcPr>
          <w:p w14:paraId="18060E72" w14:textId="77777777" w:rsidR="00C43E87" w:rsidRPr="00D36904" w:rsidRDefault="00C43E87" w:rsidP="004B19E0">
            <w:pPr>
              <w:spacing w:beforeAutospacing="1"/>
              <w:jc w:val="center"/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</w:pPr>
            <w:r w:rsidRPr="00D36904"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  <w:t>7</w:t>
            </w:r>
          </w:p>
        </w:tc>
        <w:tc>
          <w:tcPr>
            <w:tcW w:w="6537" w:type="dxa"/>
            <w:shd w:val="clear" w:color="auto" w:fill="auto"/>
          </w:tcPr>
          <w:p w14:paraId="3B64DC45" w14:textId="77777777" w:rsidR="00C43E87" w:rsidRPr="00D36904" w:rsidRDefault="00C43E87" w:rsidP="00A11231">
            <w:pPr>
              <w:spacing w:beforeAutospacing="1"/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</w:pPr>
            <w:r w:rsidRPr="00D36904"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  <w:t>Zajęcie na prawach wyłączności</w:t>
            </w:r>
          </w:p>
        </w:tc>
        <w:tc>
          <w:tcPr>
            <w:tcW w:w="2126" w:type="dxa"/>
            <w:shd w:val="clear" w:color="auto" w:fill="auto"/>
          </w:tcPr>
          <w:p w14:paraId="27630707" w14:textId="77777777" w:rsidR="00C43E87" w:rsidRPr="00D36904" w:rsidRDefault="00C43E87" w:rsidP="00A11231">
            <w:pPr>
              <w:spacing w:beforeAutospacing="1"/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</w:pPr>
            <w:r w:rsidRPr="00D36904">
              <w:rPr>
                <w:rFonts w:ascii="Verdana" w:eastAsia="Calibri" w:hAnsi="Verdana"/>
                <w:i/>
                <w:iCs/>
                <w:w w:val="90"/>
                <w:sz w:val="18"/>
                <w:szCs w:val="18"/>
              </w:rPr>
              <w:t>x</w:t>
            </w:r>
          </w:p>
        </w:tc>
      </w:tr>
    </w:tbl>
    <w:p w14:paraId="3FC4BEF5" w14:textId="77777777" w:rsidR="00C43E87" w:rsidRDefault="00C43E87" w:rsidP="00C43E87">
      <w:pPr>
        <w:rPr>
          <w:rFonts w:ascii="Verdana" w:hAnsi="Verdana"/>
          <w:b/>
          <w:w w:val="90"/>
          <w:sz w:val="18"/>
          <w:szCs w:val="18"/>
        </w:rPr>
      </w:pPr>
    </w:p>
    <w:p w14:paraId="5E2B523F" w14:textId="468B93EF" w:rsidR="00D36904" w:rsidRPr="00DF512F" w:rsidRDefault="00D36904" w:rsidP="00D36904">
      <w:pPr>
        <w:jc w:val="left"/>
        <w:rPr>
          <w:rFonts w:ascii="Verdana" w:hAnsi="Verdana"/>
          <w:b/>
          <w:w w:val="90"/>
          <w:sz w:val="18"/>
          <w:szCs w:val="18"/>
        </w:rPr>
      </w:pPr>
      <w:r w:rsidRPr="00D36904">
        <w:rPr>
          <w:rFonts w:ascii="Verdana" w:hAnsi="Verdana"/>
          <w:b/>
          <w:color w:val="C45911" w:themeColor="accent2" w:themeShade="BF"/>
          <w:w w:val="90"/>
          <w:sz w:val="18"/>
          <w:szCs w:val="18"/>
        </w:rPr>
        <w:t>Załącznik:</w:t>
      </w:r>
      <w:r w:rsidRPr="00D36904">
        <w:rPr>
          <w:rFonts w:ascii="Verdana" w:hAnsi="Verdana"/>
          <w:bCs/>
          <w:color w:val="C45911" w:themeColor="accent2" w:themeShade="BF"/>
          <w:w w:val="90"/>
          <w:sz w:val="18"/>
          <w:szCs w:val="18"/>
        </w:rPr>
        <w:t xml:space="preserve"> Kopia mapy zasadniczej lub ewidencyjnej skala 1:xxxx</w:t>
      </w:r>
      <w:r w:rsidRPr="00DF512F">
        <w:rPr>
          <w:rFonts w:ascii="Verdana" w:hAnsi="Verdana"/>
          <w:bCs/>
          <w:w w:val="90"/>
          <w:sz w:val="18"/>
          <w:szCs w:val="18"/>
        </w:rPr>
        <w:t xml:space="preserve"> </w:t>
      </w:r>
      <w:r>
        <w:rPr>
          <w:rFonts w:ascii="Verdana" w:hAnsi="Verdana"/>
          <w:bCs/>
          <w:w w:val="90"/>
          <w:sz w:val="18"/>
          <w:szCs w:val="18"/>
        </w:rPr>
        <w:br/>
      </w:r>
      <w:r w:rsidRPr="00DF512F">
        <w:rPr>
          <w:rFonts w:ascii="Verdana" w:hAnsi="Verdana"/>
          <w:bCs/>
          <w:w w:val="90"/>
          <w:sz w:val="18"/>
          <w:szCs w:val="18"/>
        </w:rPr>
        <w:t>(może znajdować się na oddzielnej stronie)</w:t>
      </w:r>
    </w:p>
    <w:p w14:paraId="6A6A985B" w14:textId="77777777" w:rsidR="00C43E87" w:rsidRPr="00DF512F" w:rsidRDefault="00C43E87" w:rsidP="00C43E87">
      <w:pPr>
        <w:ind w:left="5664" w:firstLine="708"/>
        <w:rPr>
          <w:rFonts w:ascii="Verdana" w:hAnsi="Verdana"/>
          <w:b/>
          <w:w w:val="90"/>
          <w:sz w:val="18"/>
          <w:szCs w:val="18"/>
        </w:rPr>
      </w:pPr>
      <w:r w:rsidRPr="00DF512F">
        <w:rPr>
          <w:rFonts w:ascii="Verdana" w:hAnsi="Verdana"/>
          <w:b/>
          <w:w w:val="90"/>
          <w:sz w:val="18"/>
          <w:szCs w:val="18"/>
        </w:rPr>
        <w:t>………………………………….</w:t>
      </w:r>
    </w:p>
    <w:p w14:paraId="1663C72F" w14:textId="77777777" w:rsidR="00956B3B" w:rsidRDefault="00C43E87" w:rsidP="00A82DC4">
      <w:pPr>
        <w:ind w:left="5664" w:firstLine="708"/>
        <w:rPr>
          <w:rFonts w:ascii="Verdana" w:hAnsi="Verdana"/>
          <w:w w:val="90"/>
          <w:sz w:val="16"/>
          <w:szCs w:val="16"/>
        </w:rPr>
      </w:pPr>
      <w:r w:rsidRPr="00DF512F">
        <w:rPr>
          <w:rFonts w:ascii="Verdana" w:hAnsi="Verdana"/>
          <w:w w:val="90"/>
          <w:sz w:val="16"/>
          <w:szCs w:val="16"/>
        </w:rPr>
        <w:t>Podpis uprawnionego geodety*</w:t>
      </w:r>
    </w:p>
    <w:p w14:paraId="44D1676A" w14:textId="0EB2C3DC" w:rsidR="00477D5E" w:rsidRPr="00D36904" w:rsidRDefault="00D36904" w:rsidP="00D36904">
      <w:pPr>
        <w:spacing w:before="240"/>
        <w:rPr>
          <w:rFonts w:ascii="Verdana" w:hAnsi="Verdana"/>
          <w:bCs/>
          <w:i/>
          <w:iCs/>
          <w:w w:val="90"/>
          <w:sz w:val="18"/>
          <w:szCs w:val="18"/>
        </w:rPr>
      </w:pPr>
      <w:r w:rsidRPr="00D36904">
        <w:rPr>
          <w:rFonts w:ascii="Verdana" w:hAnsi="Verdana"/>
          <w:i/>
          <w:iCs/>
          <w:w w:val="90"/>
          <w:sz w:val="16"/>
          <w:szCs w:val="16"/>
        </w:rPr>
        <w:t>*uprawnienia zawodowe z zakresu 2</w:t>
      </w:r>
    </w:p>
    <w:sectPr w:rsidR="00477D5E" w:rsidRPr="00D36904" w:rsidSect="00CB2C7B">
      <w:headerReference w:type="even" r:id="rId15"/>
      <w:headerReference w:type="first" r:id="rId16"/>
      <w:pgSz w:w="11907" w:h="16840" w:code="9"/>
      <w:pgMar w:top="1418" w:right="1418" w:bottom="1418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55084" w14:textId="77777777" w:rsidR="009F2A9F" w:rsidRDefault="009F2A9F">
      <w:r>
        <w:separator/>
      </w:r>
    </w:p>
  </w:endnote>
  <w:endnote w:type="continuationSeparator" w:id="0">
    <w:p w14:paraId="37D60F48" w14:textId="77777777" w:rsidR="009F2A9F" w:rsidRDefault="009F2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38F43" w14:textId="595367BA" w:rsidR="00BA1D23" w:rsidRPr="00BA1D23" w:rsidRDefault="00BA1D23" w:rsidP="00BA1D23">
    <w:pPr>
      <w:pBdr>
        <w:top w:val="single" w:sz="4" w:space="1" w:color="auto"/>
      </w:pBdr>
      <w:spacing w:before="240"/>
    </w:pPr>
    <w:r w:rsidRPr="008172EC">
      <w:rPr>
        <w:rFonts w:ascii="Verdana" w:hAnsi="Verdana"/>
        <w:b/>
        <w:w w:val="90"/>
      </w:rPr>
      <w:t xml:space="preserve">wersja </w:t>
    </w:r>
    <w:r>
      <w:rPr>
        <w:rFonts w:ascii="Verdana" w:hAnsi="Verdana"/>
        <w:b/>
        <w:w w:val="90"/>
      </w:rPr>
      <w:t>1</w:t>
    </w:r>
    <w:r w:rsidRPr="008172EC">
      <w:rPr>
        <w:rFonts w:ascii="Verdana" w:hAnsi="Verdana"/>
        <w:b/>
        <w:w w:val="90"/>
      </w:rPr>
      <w:t>.</w:t>
    </w:r>
    <w:r>
      <w:rPr>
        <w:rFonts w:ascii="Verdana" w:hAnsi="Verdana"/>
        <w:b/>
        <w:w w:val="90"/>
      </w:rPr>
      <w:t>3</w:t>
    </w:r>
    <w:r w:rsidRPr="00BA1D23">
      <w:rPr>
        <w:rFonts w:ascii="Verdana" w:hAnsi="Verdana"/>
        <w:bCs/>
        <w:w w:val="90"/>
      </w:rPr>
      <w:t xml:space="preserve">   lipiec</w:t>
    </w:r>
    <w:r w:rsidRPr="00FA68A0">
      <w:rPr>
        <w:rFonts w:ascii="Verdana" w:hAnsi="Verdana"/>
        <w:w w:val="90"/>
      </w:rPr>
      <w:t xml:space="preserve"> </w:t>
    </w:r>
    <w:r>
      <w:rPr>
        <w:rFonts w:ascii="Verdana" w:hAnsi="Verdana"/>
        <w:w w:val="90"/>
      </w:rPr>
      <w:t>2024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28D09" w14:textId="77777777" w:rsidR="009F2A9F" w:rsidRDefault="009F2A9F">
      <w:r>
        <w:separator/>
      </w:r>
    </w:p>
  </w:footnote>
  <w:footnote w:type="continuationSeparator" w:id="0">
    <w:p w14:paraId="01345BE5" w14:textId="77777777" w:rsidR="009F2A9F" w:rsidRDefault="009F2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5954"/>
      <w:gridCol w:w="1559"/>
    </w:tblGrid>
    <w:tr w:rsidR="007A0C4A" w14:paraId="25A99670" w14:textId="77777777" w:rsidTr="00946604">
      <w:tc>
        <w:tcPr>
          <w:tcW w:w="1771" w:type="dxa"/>
        </w:tcPr>
        <w:p w14:paraId="2D95EE19" w14:textId="77777777" w:rsidR="007A0C4A" w:rsidRPr="00EF6DDE" w:rsidRDefault="00BA0C5D" w:rsidP="001C7EA5">
          <w:pPr>
            <w:pStyle w:val="Nagwek"/>
            <w:spacing w:after="120"/>
            <w:rPr>
              <w:rFonts w:ascii="Verdana" w:hAnsi="Verdana"/>
              <w:b/>
              <w:sz w:val="20"/>
            </w:rPr>
          </w:pPr>
          <w:r w:rsidRPr="00EF6DDE">
            <w:rPr>
              <w:rFonts w:ascii="Verdana" w:hAnsi="Verdana"/>
              <w:b/>
              <w:sz w:val="20"/>
            </w:rPr>
            <w:t>S</w:t>
          </w:r>
          <w:r w:rsidR="00946604" w:rsidRPr="00EF6DDE">
            <w:rPr>
              <w:rFonts w:ascii="Verdana" w:hAnsi="Verdana"/>
              <w:b/>
              <w:sz w:val="20"/>
            </w:rPr>
            <w:t>P</w:t>
          </w:r>
          <w:r w:rsidR="001C7EA5" w:rsidRPr="00EF6DDE">
            <w:rPr>
              <w:rFonts w:ascii="Verdana" w:hAnsi="Verdana"/>
              <w:b/>
              <w:sz w:val="20"/>
            </w:rPr>
            <w:t>.</w:t>
          </w:r>
          <w:r w:rsidR="00946604" w:rsidRPr="00EF6DDE">
            <w:rPr>
              <w:rFonts w:ascii="Verdana" w:hAnsi="Verdana"/>
              <w:b/>
              <w:sz w:val="20"/>
            </w:rPr>
            <w:t>30</w:t>
          </w:r>
          <w:r w:rsidR="003C2A0B" w:rsidRPr="00EF6DDE">
            <w:rPr>
              <w:rFonts w:ascii="Verdana" w:hAnsi="Verdana"/>
              <w:b/>
              <w:sz w:val="20"/>
            </w:rPr>
            <w:t>.30.00</w:t>
          </w:r>
        </w:p>
      </w:tc>
      <w:tc>
        <w:tcPr>
          <w:tcW w:w="5954" w:type="dxa"/>
        </w:tcPr>
        <w:p w14:paraId="6BDBF61E" w14:textId="2391B0AF" w:rsidR="007A0C4A" w:rsidRPr="00EF6DDE" w:rsidRDefault="00907FBA" w:rsidP="00907FBA">
          <w:pPr>
            <w:pStyle w:val="Nagwek"/>
            <w:rPr>
              <w:rFonts w:ascii="Verdana" w:hAnsi="Verdana"/>
              <w:sz w:val="20"/>
            </w:rPr>
          </w:pPr>
          <w:r w:rsidRPr="00EF6DDE">
            <w:rPr>
              <w:rFonts w:ascii="Verdana" w:hAnsi="Verdana"/>
              <w:sz w:val="20"/>
            </w:rPr>
            <w:t>Specyfikacj</w:t>
          </w:r>
          <w:r w:rsidR="00BA1D23">
            <w:rPr>
              <w:rFonts w:ascii="Verdana" w:hAnsi="Verdana"/>
              <w:sz w:val="20"/>
            </w:rPr>
            <w:t>a</w:t>
          </w:r>
          <w:r w:rsidRPr="00EF6DDE">
            <w:rPr>
              <w:rFonts w:ascii="Verdana" w:hAnsi="Verdana"/>
              <w:sz w:val="20"/>
            </w:rPr>
            <w:t xml:space="preserve"> na projektowanie</w:t>
          </w:r>
        </w:p>
      </w:tc>
      <w:tc>
        <w:tcPr>
          <w:tcW w:w="1559" w:type="dxa"/>
        </w:tcPr>
        <w:p w14:paraId="707DD036" w14:textId="77777777" w:rsidR="007A0C4A" w:rsidRPr="00EF6DDE" w:rsidRDefault="007A0C4A">
          <w:pPr>
            <w:pStyle w:val="Nagwek"/>
            <w:jc w:val="right"/>
            <w:rPr>
              <w:rFonts w:ascii="Verdana" w:hAnsi="Verdana"/>
              <w:sz w:val="20"/>
            </w:rPr>
          </w:pPr>
          <w:r w:rsidRPr="00EF6DDE">
            <w:rPr>
              <w:rStyle w:val="Numerstrony"/>
              <w:rFonts w:ascii="Verdana" w:hAnsi="Verdana"/>
              <w:sz w:val="20"/>
            </w:rPr>
            <w:fldChar w:fldCharType="begin"/>
          </w:r>
          <w:r w:rsidRPr="00EF6DDE">
            <w:rPr>
              <w:rStyle w:val="Numerstrony"/>
              <w:rFonts w:ascii="Verdana" w:hAnsi="Verdana"/>
              <w:sz w:val="20"/>
            </w:rPr>
            <w:instrText xml:space="preserve"> PAGE </w:instrText>
          </w:r>
          <w:r w:rsidRPr="00EF6DDE">
            <w:rPr>
              <w:rStyle w:val="Numerstrony"/>
              <w:rFonts w:ascii="Verdana" w:hAnsi="Verdana"/>
              <w:sz w:val="20"/>
            </w:rPr>
            <w:fldChar w:fldCharType="separate"/>
          </w:r>
          <w:r w:rsidR="0081564B">
            <w:rPr>
              <w:rStyle w:val="Numerstrony"/>
              <w:rFonts w:ascii="Verdana" w:hAnsi="Verdana"/>
              <w:noProof/>
              <w:sz w:val="20"/>
            </w:rPr>
            <w:t>14</w:t>
          </w:r>
          <w:r w:rsidRPr="00EF6DDE">
            <w:rPr>
              <w:rStyle w:val="Numerstrony"/>
              <w:rFonts w:ascii="Verdana" w:hAnsi="Verdana"/>
              <w:sz w:val="20"/>
            </w:rPr>
            <w:fldChar w:fldCharType="end"/>
          </w:r>
        </w:p>
      </w:tc>
    </w:tr>
  </w:tbl>
  <w:p w14:paraId="75FD1309" w14:textId="77777777" w:rsidR="007A0C4A" w:rsidRDefault="007A0C4A">
    <w:pPr>
      <w:pStyle w:val="Nagwek"/>
      <w:rPr>
        <w:sz w:val="2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D4DB4" w14:textId="77777777" w:rsidR="007A0C4A" w:rsidRDefault="007A0C4A">
    <w:pPr>
      <w:pStyle w:val="Nagwek"/>
      <w:jc w:val="right"/>
      <w:rPr>
        <w:rFonts w:ascii="Times New Roman" w:hAnsi="Times New Roman"/>
        <w:sz w:val="19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5954"/>
      <w:gridCol w:w="2268"/>
    </w:tblGrid>
    <w:tr w:rsidR="007A0C4A" w14:paraId="58C6785D" w14:textId="77777777">
      <w:tc>
        <w:tcPr>
          <w:tcW w:w="921" w:type="dxa"/>
        </w:tcPr>
        <w:p w14:paraId="372AB17B" w14:textId="77777777" w:rsidR="007A0C4A" w:rsidRDefault="007A0C4A">
          <w:pPr>
            <w:pStyle w:val="Nagwek"/>
            <w:spacing w:after="120"/>
            <w:rPr>
              <w:rFonts w:ascii="Times New Roman" w:hAnsi="Times New Roman"/>
              <w:sz w:val="19"/>
            </w:rPr>
          </w:pPr>
          <w:r>
            <w:rPr>
              <w:rStyle w:val="Numerstrony"/>
              <w:rFonts w:ascii="Times New Roman" w:hAnsi="Times New Roman"/>
              <w:sz w:val="19"/>
            </w:rPr>
            <w:fldChar w:fldCharType="begin"/>
          </w:r>
          <w:r>
            <w:rPr>
              <w:rStyle w:val="Numerstrony"/>
              <w:rFonts w:ascii="Times New Roman" w:hAnsi="Times New Roman"/>
              <w:sz w:val="19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19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19"/>
            </w:rPr>
            <w:t>12</w:t>
          </w:r>
          <w:r>
            <w:rPr>
              <w:rStyle w:val="Numerstrony"/>
              <w:rFonts w:ascii="Times New Roman" w:hAnsi="Times New Roman"/>
              <w:sz w:val="19"/>
            </w:rPr>
            <w:fldChar w:fldCharType="end"/>
          </w:r>
        </w:p>
      </w:tc>
      <w:tc>
        <w:tcPr>
          <w:tcW w:w="5954" w:type="dxa"/>
        </w:tcPr>
        <w:p w14:paraId="7BE79345" w14:textId="77777777" w:rsidR="007A0C4A" w:rsidRDefault="007A0C4A">
          <w:pPr>
            <w:pStyle w:val="Nagwek"/>
            <w:jc w:val="right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>Podziały nieruchomości</w:t>
          </w:r>
        </w:p>
      </w:tc>
      <w:tc>
        <w:tcPr>
          <w:tcW w:w="2268" w:type="dxa"/>
        </w:tcPr>
        <w:p w14:paraId="7E09CB3A" w14:textId="77777777" w:rsidR="007A0C4A" w:rsidRDefault="007A0C4A">
          <w:pPr>
            <w:pStyle w:val="Nagwek"/>
            <w:jc w:val="right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>P-30.20</w:t>
          </w:r>
        </w:p>
      </w:tc>
    </w:tr>
  </w:tbl>
  <w:p w14:paraId="51047135" w14:textId="77777777" w:rsidR="007A0C4A" w:rsidRDefault="007A0C4A">
    <w:pPr>
      <w:pStyle w:val="Nagwek"/>
      <w:rPr>
        <w:rFonts w:ascii="Times New Roman" w:hAnsi="Times New Roman"/>
        <w:sz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5954"/>
      <w:gridCol w:w="1559"/>
    </w:tblGrid>
    <w:tr w:rsidR="00E36387" w14:paraId="63F232BE" w14:textId="77777777" w:rsidTr="00353ABE">
      <w:tc>
        <w:tcPr>
          <w:tcW w:w="1771" w:type="dxa"/>
        </w:tcPr>
        <w:p w14:paraId="3DEE5CC2" w14:textId="77777777" w:rsidR="00E36387" w:rsidRPr="00EF6DDE" w:rsidRDefault="00E36387" w:rsidP="00E36387">
          <w:pPr>
            <w:pStyle w:val="Nagwek"/>
            <w:spacing w:after="120"/>
            <w:rPr>
              <w:rFonts w:ascii="Verdana" w:hAnsi="Verdana"/>
              <w:b/>
              <w:sz w:val="20"/>
            </w:rPr>
          </w:pPr>
          <w:r w:rsidRPr="00EF6DDE">
            <w:rPr>
              <w:rFonts w:ascii="Verdana" w:hAnsi="Verdana"/>
              <w:b/>
              <w:sz w:val="20"/>
            </w:rPr>
            <w:t>SP.30.30.00</w:t>
          </w:r>
        </w:p>
      </w:tc>
      <w:tc>
        <w:tcPr>
          <w:tcW w:w="5954" w:type="dxa"/>
        </w:tcPr>
        <w:p w14:paraId="7C694DE6" w14:textId="77777777" w:rsidR="00E36387" w:rsidRPr="00EF6DDE" w:rsidRDefault="00E36387" w:rsidP="00E36387">
          <w:pPr>
            <w:pStyle w:val="Nagwek"/>
            <w:rPr>
              <w:rFonts w:ascii="Verdana" w:hAnsi="Verdana"/>
              <w:sz w:val="20"/>
            </w:rPr>
          </w:pPr>
          <w:r w:rsidRPr="00EF6DDE">
            <w:rPr>
              <w:rFonts w:ascii="Verdana" w:hAnsi="Verdana"/>
              <w:sz w:val="20"/>
            </w:rPr>
            <w:t>Specyfikacje na projektowanie</w:t>
          </w:r>
        </w:p>
      </w:tc>
      <w:tc>
        <w:tcPr>
          <w:tcW w:w="1559" w:type="dxa"/>
        </w:tcPr>
        <w:p w14:paraId="6EDE5F12" w14:textId="77777777" w:rsidR="00E36387" w:rsidRPr="00EF6DDE" w:rsidRDefault="00E36387" w:rsidP="00E36387">
          <w:pPr>
            <w:pStyle w:val="Nagwek"/>
            <w:jc w:val="right"/>
            <w:rPr>
              <w:rFonts w:ascii="Verdana" w:hAnsi="Verdana"/>
              <w:sz w:val="20"/>
            </w:rPr>
          </w:pPr>
          <w:r w:rsidRPr="00EF6DDE">
            <w:rPr>
              <w:rStyle w:val="Numerstrony"/>
              <w:rFonts w:ascii="Verdana" w:hAnsi="Verdana"/>
              <w:sz w:val="20"/>
            </w:rPr>
            <w:fldChar w:fldCharType="begin"/>
          </w:r>
          <w:r w:rsidRPr="00EF6DDE">
            <w:rPr>
              <w:rStyle w:val="Numerstrony"/>
              <w:rFonts w:ascii="Verdana" w:hAnsi="Verdana"/>
              <w:sz w:val="20"/>
            </w:rPr>
            <w:instrText xml:space="preserve"> PAGE </w:instrText>
          </w:r>
          <w:r w:rsidRPr="00EF6DDE">
            <w:rPr>
              <w:rStyle w:val="Numerstrony"/>
              <w:rFonts w:ascii="Verdana" w:hAnsi="Verdana"/>
              <w:sz w:val="20"/>
            </w:rPr>
            <w:fldChar w:fldCharType="separate"/>
          </w:r>
          <w:r w:rsidR="0081564B">
            <w:rPr>
              <w:rStyle w:val="Numerstrony"/>
              <w:rFonts w:ascii="Verdana" w:hAnsi="Verdana"/>
              <w:noProof/>
              <w:sz w:val="20"/>
            </w:rPr>
            <w:t>3</w:t>
          </w:r>
          <w:r w:rsidRPr="00EF6DDE">
            <w:rPr>
              <w:rStyle w:val="Numerstrony"/>
              <w:rFonts w:ascii="Verdana" w:hAnsi="Verdana"/>
              <w:sz w:val="20"/>
            </w:rPr>
            <w:fldChar w:fldCharType="end"/>
          </w:r>
        </w:p>
      </w:tc>
    </w:tr>
  </w:tbl>
  <w:p w14:paraId="5D9190F1" w14:textId="77777777" w:rsidR="00E36387" w:rsidRDefault="00E363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9212500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3C8525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0"/>
    <w:multiLevelType w:val="singleLevel"/>
    <w:tmpl w:val="D9D0BB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ED52E15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25A6AB8"/>
    <w:multiLevelType w:val="hybridMultilevel"/>
    <w:tmpl w:val="CF348F8C"/>
    <w:lvl w:ilvl="0" w:tplc="F3083F9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7470631E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D3EED3D2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CF00CDBC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4EEC3DB6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FFFC1C04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2C32E93A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EEB67B7A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90E2934E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5" w15:restartNumberingAfterBreak="0">
    <w:nsid w:val="16E041D0"/>
    <w:multiLevelType w:val="hybridMultilevel"/>
    <w:tmpl w:val="1AA81494"/>
    <w:lvl w:ilvl="0" w:tplc="CA00DEFE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347C9"/>
    <w:multiLevelType w:val="hybridMultilevel"/>
    <w:tmpl w:val="57024FD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A82141"/>
    <w:multiLevelType w:val="multilevel"/>
    <w:tmpl w:val="5C1034F2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/>
        <w:i w:val="0"/>
        <w:sz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60"/>
        </w:tabs>
        <w:ind w:left="72" w:hanging="72"/>
      </w:pPr>
      <w:rPr>
        <w:rFonts w:hint="default"/>
        <w:b/>
        <w:i w:val="0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8" w15:restartNumberingAfterBreak="0">
    <w:nsid w:val="28894D21"/>
    <w:multiLevelType w:val="multilevel"/>
    <w:tmpl w:val="71D6BC18"/>
    <w:lvl w:ilvl="0">
      <w:start w:val="1"/>
      <w:numFmt w:val="decimal"/>
      <w:pStyle w:val="Lista1wypunktowana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pStyle w:val="Lista2wypunktowana2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pStyle w:val="Lista3wypunktowana3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Lista4wypunktowana4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pStyle w:val="Lista5wypunktowana5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A2D48E8"/>
    <w:multiLevelType w:val="multilevel"/>
    <w:tmpl w:val="8E00124E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b/>
        <w:i w:val="0"/>
        <w:sz w:val="20"/>
      </w:rPr>
    </w:lvl>
    <w:lvl w:ilvl="1">
      <w:start w:val="1"/>
      <w:numFmt w:val="decimal"/>
      <w:lvlText w:val="%2.%1)"/>
      <w:lvlJc w:val="left"/>
      <w:pPr>
        <w:tabs>
          <w:tab w:val="num" w:pos="1080"/>
        </w:tabs>
        <w:ind w:left="720" w:hanging="360"/>
      </w:pPr>
      <w:rPr>
        <w:b/>
        <w:i w:val="0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FA74348"/>
    <w:multiLevelType w:val="hybridMultilevel"/>
    <w:tmpl w:val="A6521FF2"/>
    <w:lvl w:ilvl="0" w:tplc="CA00DEFE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211ACA"/>
    <w:multiLevelType w:val="hybridMultilevel"/>
    <w:tmpl w:val="F89625C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445CC6"/>
    <w:multiLevelType w:val="singleLevel"/>
    <w:tmpl w:val="CA00DEF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4EE79DA"/>
    <w:multiLevelType w:val="hybridMultilevel"/>
    <w:tmpl w:val="C91483EA"/>
    <w:lvl w:ilvl="0" w:tplc="29E22B7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3A16FD"/>
    <w:multiLevelType w:val="hybridMultilevel"/>
    <w:tmpl w:val="5FB4CF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927FE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4B5040"/>
    <w:multiLevelType w:val="singleLevel"/>
    <w:tmpl w:val="04150001"/>
    <w:lvl w:ilvl="0">
      <w:start w:val="1"/>
      <w:numFmt w:val="bullet"/>
      <w:pStyle w:val="Listapunkt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4112C2B"/>
    <w:multiLevelType w:val="singleLevel"/>
    <w:tmpl w:val="991EBBA8"/>
    <w:lvl w:ilvl="0">
      <w:numFmt w:val="bullet"/>
      <w:pStyle w:val="Standard1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17" w15:restartNumberingAfterBreak="0">
    <w:nsid w:val="6F2D508A"/>
    <w:multiLevelType w:val="multilevel"/>
    <w:tmpl w:val="35320C2C"/>
    <w:lvl w:ilvl="0">
      <w:start w:val="1"/>
      <w:numFmt w:val="decimal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wskazwka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3B36649"/>
    <w:multiLevelType w:val="hybridMultilevel"/>
    <w:tmpl w:val="2F96E4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927FE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AD87B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BD4C17"/>
    <w:multiLevelType w:val="multilevel"/>
    <w:tmpl w:val="E7983F90"/>
    <w:lvl w:ilvl="0">
      <w:start w:val="1"/>
      <w:numFmt w:val="bullet"/>
      <w:lvlText w:val="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suff w:val="space"/>
      <w:lvlText w:val="%1%2."/>
      <w:lvlJc w:val="left"/>
      <w:pPr>
        <w:ind w:left="576" w:hanging="576"/>
      </w:pPr>
    </w:lvl>
    <w:lvl w:ilvl="2">
      <w:start w:val="1"/>
      <w:numFmt w:val="decimal"/>
      <w:lvlRestart w:val="0"/>
      <w:suff w:val="space"/>
      <w:lvlText w:val="%1%2.%3."/>
      <w:lvlJc w:val="left"/>
      <w:pPr>
        <w:ind w:left="720" w:hanging="720"/>
      </w:pPr>
    </w:lvl>
    <w:lvl w:ilvl="3">
      <w:start w:val="1"/>
      <w:numFmt w:val="decimal"/>
      <w:lvlText w:val="%2.%3.%4.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%2.%3.%4.%5."/>
      <w:lvlJc w:val="left"/>
      <w:pPr>
        <w:tabs>
          <w:tab w:val="num" w:pos="1080"/>
        </w:tabs>
        <w:ind w:left="1008" w:hanging="1008"/>
      </w:pPr>
    </w:lvl>
    <w:lvl w:ilvl="5">
      <w:start w:val="1"/>
      <w:numFmt w:val="decimal"/>
      <w:pStyle w:val="Nagwek6"/>
      <w:lvlText w:val="%2.%3.%4.%5.%6."/>
      <w:lvlJc w:val="left"/>
      <w:pPr>
        <w:tabs>
          <w:tab w:val="num" w:pos="1440"/>
        </w:tabs>
        <w:ind w:left="1152" w:hanging="1152"/>
      </w:pPr>
    </w:lvl>
    <w:lvl w:ilvl="6">
      <w:start w:val="1"/>
      <w:numFmt w:val="upperLetter"/>
      <w:pStyle w:val="Nagwek7"/>
      <w:suff w:val="space"/>
      <w:lvlText w:val="%1%7."/>
      <w:lvlJc w:val="left"/>
      <w:pPr>
        <w:ind w:left="1296" w:hanging="1296"/>
      </w:pPr>
    </w:lvl>
    <w:lvl w:ilvl="7">
      <w:start w:val="1"/>
      <w:numFmt w:val="upperRoman"/>
      <w:pStyle w:val="Nagwek8"/>
      <w:suff w:val="space"/>
      <w:lvlText w:val="%7.%8."/>
      <w:lvlJc w:val="left"/>
      <w:pPr>
        <w:ind w:left="1440" w:hanging="1440"/>
      </w:pPr>
    </w:lvl>
    <w:lvl w:ilvl="8">
      <w:start w:val="1"/>
      <w:numFmt w:val="decimal"/>
      <w:pStyle w:val="Nagwek9"/>
      <w:suff w:val="space"/>
      <w:lvlText w:val="A.I.%9."/>
      <w:lvlJc w:val="left"/>
      <w:pPr>
        <w:ind w:left="1584" w:hanging="1584"/>
      </w:pPr>
    </w:lvl>
  </w:abstractNum>
  <w:abstractNum w:abstractNumId="20" w15:restartNumberingAfterBreak="0">
    <w:nsid w:val="7CFD3C48"/>
    <w:multiLevelType w:val="hybridMultilevel"/>
    <w:tmpl w:val="C41C05F0"/>
    <w:lvl w:ilvl="0" w:tplc="5E44B42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09846009">
    <w:abstractNumId w:val="1"/>
  </w:num>
  <w:num w:numId="2" w16cid:durableId="1205102109">
    <w:abstractNumId w:val="0"/>
  </w:num>
  <w:num w:numId="3" w16cid:durableId="137571697">
    <w:abstractNumId w:val="15"/>
  </w:num>
  <w:num w:numId="4" w16cid:durableId="1898198851">
    <w:abstractNumId w:val="3"/>
    <w:lvlOverride w:ilvl="0">
      <w:lvl w:ilvl="0">
        <w:start w:val="1"/>
        <w:numFmt w:val="decimal"/>
        <w:pStyle w:val="Listanumerowana"/>
        <w:suff w:val="space"/>
        <w:lvlText w:val="%1)"/>
        <w:lvlJc w:val="left"/>
        <w:pPr>
          <w:ind w:left="360" w:hanging="360"/>
        </w:pPr>
        <w:rPr>
          <w:b/>
          <w:i w:val="0"/>
          <w:sz w:val="20"/>
        </w:rPr>
      </w:lvl>
    </w:lvlOverride>
  </w:num>
  <w:num w:numId="5" w16cid:durableId="1119494331">
    <w:abstractNumId w:val="9"/>
    <w:lvlOverride w:ilvl="0">
      <w:lvl w:ilvl="0">
        <w:start w:val="1"/>
        <w:numFmt w:val="decimal"/>
        <w:suff w:val="space"/>
        <w:lvlText w:val="[%1]"/>
        <w:lvlJc w:val="left"/>
        <w:pPr>
          <w:ind w:left="360" w:hanging="360"/>
        </w:pPr>
        <w:rPr>
          <w:b/>
          <w:i w:val="0"/>
          <w:sz w:val="24"/>
        </w:rPr>
      </w:lvl>
    </w:lvlOverride>
    <w:lvlOverride w:ilvl="1">
      <w:lvl w:ilvl="1">
        <w:start w:val="1"/>
        <w:numFmt w:val="decimal"/>
        <w:suff w:val="space"/>
        <w:lvlText w:val="[%1.%2]"/>
        <w:lvlJc w:val="left"/>
        <w:pPr>
          <w:ind w:left="720" w:hanging="360"/>
        </w:pPr>
        <w:rPr>
          <w:b/>
          <w:i w:val="0"/>
          <w:sz w:val="24"/>
        </w:rPr>
      </w:lvl>
    </w:lvlOverride>
    <w:lvlOverride w:ilvl="2">
      <w:lvl w:ilvl="2">
        <w:start w:val="1"/>
        <w:numFmt w:val="decimal"/>
        <w:lvlRestart w:val="0"/>
        <w:lvlText w:val=" %1.%2.%3)"/>
        <w:lvlJc w:val="left"/>
        <w:pPr>
          <w:tabs>
            <w:tab w:val="num" w:pos="1800"/>
          </w:tabs>
          <w:ind w:left="1080" w:hanging="360"/>
        </w:pPr>
        <w:rPr>
          <w:b/>
          <w:i w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440"/>
          </w:tabs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</w:lvl>
    </w:lvlOverride>
    <w:lvlOverride w:ilvl="6">
      <w:lvl w:ilvl="6">
        <w:start w:val="1"/>
        <w:numFmt w:val="decimal"/>
        <w:isLgl/>
        <w:lvlText w:val="%7."/>
        <w:lvlJc w:val="left"/>
        <w:pPr>
          <w:tabs>
            <w:tab w:val="num" w:pos="2520"/>
          </w:tabs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</w:lvl>
    </w:lvlOverride>
  </w:num>
  <w:num w:numId="6" w16cid:durableId="577792011">
    <w:abstractNumId w:val="17"/>
  </w:num>
  <w:num w:numId="7" w16cid:durableId="2128574759">
    <w:abstractNumId w:val="19"/>
  </w:num>
  <w:num w:numId="8" w16cid:durableId="551189342">
    <w:abstractNumId w:val="8"/>
  </w:num>
  <w:num w:numId="9" w16cid:durableId="1996647626">
    <w:abstractNumId w:val="16"/>
  </w:num>
  <w:num w:numId="10" w16cid:durableId="709111330">
    <w:abstractNumId w:val="7"/>
  </w:num>
  <w:num w:numId="11" w16cid:durableId="259800900">
    <w:abstractNumId w:val="14"/>
  </w:num>
  <w:num w:numId="12" w16cid:durableId="98456472">
    <w:abstractNumId w:val="12"/>
  </w:num>
  <w:num w:numId="13" w16cid:durableId="599073116">
    <w:abstractNumId w:val="4"/>
  </w:num>
  <w:num w:numId="14" w16cid:durableId="2122798973">
    <w:abstractNumId w:val="2"/>
  </w:num>
  <w:num w:numId="15" w16cid:durableId="1921937894">
    <w:abstractNumId w:val="13"/>
  </w:num>
  <w:num w:numId="16" w16cid:durableId="1410149315">
    <w:abstractNumId w:val="7"/>
  </w:num>
  <w:num w:numId="17" w16cid:durableId="1054500671">
    <w:abstractNumId w:val="11"/>
  </w:num>
  <w:num w:numId="18" w16cid:durableId="1304700515">
    <w:abstractNumId w:val="20"/>
  </w:num>
  <w:num w:numId="19" w16cid:durableId="928541836">
    <w:abstractNumId w:val="6"/>
  </w:num>
  <w:num w:numId="20" w16cid:durableId="249198454">
    <w:abstractNumId w:val="10"/>
  </w:num>
  <w:num w:numId="21" w16cid:durableId="1959950120">
    <w:abstractNumId w:val="5"/>
  </w:num>
  <w:num w:numId="22" w16cid:durableId="1102339990">
    <w:abstractNumId w:val="1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302"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6B8"/>
    <w:rsid w:val="000063B0"/>
    <w:rsid w:val="00007E50"/>
    <w:rsid w:val="00014B85"/>
    <w:rsid w:val="000151BA"/>
    <w:rsid w:val="0001530B"/>
    <w:rsid w:val="00016BB5"/>
    <w:rsid w:val="00021B0F"/>
    <w:rsid w:val="00022566"/>
    <w:rsid w:val="0002386A"/>
    <w:rsid w:val="00026842"/>
    <w:rsid w:val="000271B4"/>
    <w:rsid w:val="0002731C"/>
    <w:rsid w:val="00031E9E"/>
    <w:rsid w:val="00033C74"/>
    <w:rsid w:val="00034AF6"/>
    <w:rsid w:val="00035F20"/>
    <w:rsid w:val="0003631C"/>
    <w:rsid w:val="00036801"/>
    <w:rsid w:val="00041AB2"/>
    <w:rsid w:val="000511ED"/>
    <w:rsid w:val="0005267D"/>
    <w:rsid w:val="000530D9"/>
    <w:rsid w:val="000550E8"/>
    <w:rsid w:val="000639EF"/>
    <w:rsid w:val="00072F83"/>
    <w:rsid w:val="0007507C"/>
    <w:rsid w:val="00081F8E"/>
    <w:rsid w:val="000824B0"/>
    <w:rsid w:val="00082A44"/>
    <w:rsid w:val="00084AC3"/>
    <w:rsid w:val="00085E20"/>
    <w:rsid w:val="000879BF"/>
    <w:rsid w:val="0009276F"/>
    <w:rsid w:val="00095940"/>
    <w:rsid w:val="00096E43"/>
    <w:rsid w:val="000A28CE"/>
    <w:rsid w:val="000A3623"/>
    <w:rsid w:val="000A6214"/>
    <w:rsid w:val="000A7506"/>
    <w:rsid w:val="000C16C7"/>
    <w:rsid w:val="000C79E3"/>
    <w:rsid w:val="000C7CD7"/>
    <w:rsid w:val="000D036C"/>
    <w:rsid w:val="000D17FC"/>
    <w:rsid w:val="000D3C93"/>
    <w:rsid w:val="000E56CC"/>
    <w:rsid w:val="000E7A61"/>
    <w:rsid w:val="000F00A0"/>
    <w:rsid w:val="000F1AE4"/>
    <w:rsid w:val="000F224C"/>
    <w:rsid w:val="000F366C"/>
    <w:rsid w:val="000F585A"/>
    <w:rsid w:val="001007AA"/>
    <w:rsid w:val="00101035"/>
    <w:rsid w:val="0010346F"/>
    <w:rsid w:val="00104FC9"/>
    <w:rsid w:val="00110308"/>
    <w:rsid w:val="00114032"/>
    <w:rsid w:val="00114C63"/>
    <w:rsid w:val="00125354"/>
    <w:rsid w:val="0013066A"/>
    <w:rsid w:val="00130AF6"/>
    <w:rsid w:val="001322DF"/>
    <w:rsid w:val="0013407C"/>
    <w:rsid w:val="00136ABC"/>
    <w:rsid w:val="00140458"/>
    <w:rsid w:val="0014069B"/>
    <w:rsid w:val="00140F3A"/>
    <w:rsid w:val="00143F88"/>
    <w:rsid w:val="00144C94"/>
    <w:rsid w:val="0015470E"/>
    <w:rsid w:val="00160C99"/>
    <w:rsid w:val="00160F1B"/>
    <w:rsid w:val="00163B3A"/>
    <w:rsid w:val="00167628"/>
    <w:rsid w:val="001755DA"/>
    <w:rsid w:val="00181397"/>
    <w:rsid w:val="00191205"/>
    <w:rsid w:val="001915FD"/>
    <w:rsid w:val="00197948"/>
    <w:rsid w:val="001A000F"/>
    <w:rsid w:val="001A5FB4"/>
    <w:rsid w:val="001B41DB"/>
    <w:rsid w:val="001B5B93"/>
    <w:rsid w:val="001B7B47"/>
    <w:rsid w:val="001C0482"/>
    <w:rsid w:val="001C04CF"/>
    <w:rsid w:val="001C5EF0"/>
    <w:rsid w:val="001C778C"/>
    <w:rsid w:val="001C7EA5"/>
    <w:rsid w:val="001C7EED"/>
    <w:rsid w:val="001D04F3"/>
    <w:rsid w:val="001D3555"/>
    <w:rsid w:val="001E0795"/>
    <w:rsid w:val="001E1F17"/>
    <w:rsid w:val="001E60AA"/>
    <w:rsid w:val="001E613F"/>
    <w:rsid w:val="001F459A"/>
    <w:rsid w:val="001F4FFF"/>
    <w:rsid w:val="001F6220"/>
    <w:rsid w:val="002014A2"/>
    <w:rsid w:val="002059CA"/>
    <w:rsid w:val="002106CC"/>
    <w:rsid w:val="00211F1E"/>
    <w:rsid w:val="00212F5F"/>
    <w:rsid w:val="002155A9"/>
    <w:rsid w:val="00217F19"/>
    <w:rsid w:val="002216F8"/>
    <w:rsid w:val="00222209"/>
    <w:rsid w:val="002231FF"/>
    <w:rsid w:val="00223830"/>
    <w:rsid w:val="0022512C"/>
    <w:rsid w:val="0023036A"/>
    <w:rsid w:val="00230C26"/>
    <w:rsid w:val="0023532D"/>
    <w:rsid w:val="00235A05"/>
    <w:rsid w:val="002415B4"/>
    <w:rsid w:val="00241D68"/>
    <w:rsid w:val="002507F8"/>
    <w:rsid w:val="0025280F"/>
    <w:rsid w:val="00255739"/>
    <w:rsid w:val="00255B64"/>
    <w:rsid w:val="00262471"/>
    <w:rsid w:val="00262A75"/>
    <w:rsid w:val="00262B6A"/>
    <w:rsid w:val="0026680D"/>
    <w:rsid w:val="00266B44"/>
    <w:rsid w:val="00275804"/>
    <w:rsid w:val="00280964"/>
    <w:rsid w:val="00281302"/>
    <w:rsid w:val="00281D7F"/>
    <w:rsid w:val="00282098"/>
    <w:rsid w:val="00285BA5"/>
    <w:rsid w:val="00286B1A"/>
    <w:rsid w:val="00287B0C"/>
    <w:rsid w:val="00294BAA"/>
    <w:rsid w:val="002975E3"/>
    <w:rsid w:val="002A3C03"/>
    <w:rsid w:val="002B0E07"/>
    <w:rsid w:val="002B0F23"/>
    <w:rsid w:val="002B637C"/>
    <w:rsid w:val="002C0099"/>
    <w:rsid w:val="002C00A5"/>
    <w:rsid w:val="002C063E"/>
    <w:rsid w:val="002C1283"/>
    <w:rsid w:val="002C5730"/>
    <w:rsid w:val="002D367F"/>
    <w:rsid w:val="002D4F34"/>
    <w:rsid w:val="002E27BE"/>
    <w:rsid w:val="002E2B8E"/>
    <w:rsid w:val="002E2D45"/>
    <w:rsid w:val="002E4B91"/>
    <w:rsid w:val="002E4DEC"/>
    <w:rsid w:val="002E4EC7"/>
    <w:rsid w:val="002E5520"/>
    <w:rsid w:val="002E766C"/>
    <w:rsid w:val="003008C0"/>
    <w:rsid w:val="00301A70"/>
    <w:rsid w:val="0030733F"/>
    <w:rsid w:val="00310F3C"/>
    <w:rsid w:val="00312C31"/>
    <w:rsid w:val="00314FF2"/>
    <w:rsid w:val="00316F8C"/>
    <w:rsid w:val="0032143D"/>
    <w:rsid w:val="00323080"/>
    <w:rsid w:val="003304ED"/>
    <w:rsid w:val="0034604D"/>
    <w:rsid w:val="00351170"/>
    <w:rsid w:val="003514D7"/>
    <w:rsid w:val="0035190D"/>
    <w:rsid w:val="00352455"/>
    <w:rsid w:val="00352CC3"/>
    <w:rsid w:val="003534C4"/>
    <w:rsid w:val="00356211"/>
    <w:rsid w:val="00360779"/>
    <w:rsid w:val="00365602"/>
    <w:rsid w:val="00366546"/>
    <w:rsid w:val="00367983"/>
    <w:rsid w:val="0037062A"/>
    <w:rsid w:val="0037135D"/>
    <w:rsid w:val="00373523"/>
    <w:rsid w:val="00374738"/>
    <w:rsid w:val="00377F8A"/>
    <w:rsid w:val="00386A8F"/>
    <w:rsid w:val="00392838"/>
    <w:rsid w:val="003944FC"/>
    <w:rsid w:val="00395141"/>
    <w:rsid w:val="00396D96"/>
    <w:rsid w:val="003A754F"/>
    <w:rsid w:val="003B06B1"/>
    <w:rsid w:val="003B0993"/>
    <w:rsid w:val="003B2113"/>
    <w:rsid w:val="003B27AB"/>
    <w:rsid w:val="003B36D9"/>
    <w:rsid w:val="003C248F"/>
    <w:rsid w:val="003C2A0B"/>
    <w:rsid w:val="003C41F1"/>
    <w:rsid w:val="003D161A"/>
    <w:rsid w:val="003D3EFF"/>
    <w:rsid w:val="003D79AC"/>
    <w:rsid w:val="003F11CF"/>
    <w:rsid w:val="003F3412"/>
    <w:rsid w:val="003F689C"/>
    <w:rsid w:val="003F6F10"/>
    <w:rsid w:val="00401502"/>
    <w:rsid w:val="00404032"/>
    <w:rsid w:val="00410395"/>
    <w:rsid w:val="00410FBB"/>
    <w:rsid w:val="004112B6"/>
    <w:rsid w:val="00417227"/>
    <w:rsid w:val="00422980"/>
    <w:rsid w:val="004246BF"/>
    <w:rsid w:val="00425EC2"/>
    <w:rsid w:val="00426BFE"/>
    <w:rsid w:val="00433CC7"/>
    <w:rsid w:val="00437D41"/>
    <w:rsid w:val="00441E13"/>
    <w:rsid w:val="00442215"/>
    <w:rsid w:val="004469D8"/>
    <w:rsid w:val="004534C9"/>
    <w:rsid w:val="004600D8"/>
    <w:rsid w:val="00460260"/>
    <w:rsid w:val="00462601"/>
    <w:rsid w:val="00462B88"/>
    <w:rsid w:val="00463042"/>
    <w:rsid w:val="00463FD7"/>
    <w:rsid w:val="00464970"/>
    <w:rsid w:val="004662CE"/>
    <w:rsid w:val="004732FA"/>
    <w:rsid w:val="00477D5E"/>
    <w:rsid w:val="004832A9"/>
    <w:rsid w:val="004835D0"/>
    <w:rsid w:val="00487077"/>
    <w:rsid w:val="00490385"/>
    <w:rsid w:val="00493960"/>
    <w:rsid w:val="004945B7"/>
    <w:rsid w:val="00494A11"/>
    <w:rsid w:val="00495BD1"/>
    <w:rsid w:val="0049642D"/>
    <w:rsid w:val="004A08F6"/>
    <w:rsid w:val="004A1508"/>
    <w:rsid w:val="004A647D"/>
    <w:rsid w:val="004A79DD"/>
    <w:rsid w:val="004A7D3A"/>
    <w:rsid w:val="004B14B8"/>
    <w:rsid w:val="004B19E0"/>
    <w:rsid w:val="004B2B64"/>
    <w:rsid w:val="004B53CC"/>
    <w:rsid w:val="004B61C5"/>
    <w:rsid w:val="004B76BA"/>
    <w:rsid w:val="004C2AE0"/>
    <w:rsid w:val="004C542C"/>
    <w:rsid w:val="004C60FA"/>
    <w:rsid w:val="004C6AB3"/>
    <w:rsid w:val="004C7C30"/>
    <w:rsid w:val="004D20F4"/>
    <w:rsid w:val="004D2DED"/>
    <w:rsid w:val="004D30B0"/>
    <w:rsid w:val="004D3CBC"/>
    <w:rsid w:val="004D58D8"/>
    <w:rsid w:val="004D5EF4"/>
    <w:rsid w:val="004D6734"/>
    <w:rsid w:val="004D7800"/>
    <w:rsid w:val="004E18E3"/>
    <w:rsid w:val="004E2604"/>
    <w:rsid w:val="004E4129"/>
    <w:rsid w:val="004E7788"/>
    <w:rsid w:val="004F054A"/>
    <w:rsid w:val="004F5DF2"/>
    <w:rsid w:val="004F64E7"/>
    <w:rsid w:val="004F71DB"/>
    <w:rsid w:val="00505D2F"/>
    <w:rsid w:val="00510E00"/>
    <w:rsid w:val="005166F5"/>
    <w:rsid w:val="00520A9B"/>
    <w:rsid w:val="00520C20"/>
    <w:rsid w:val="00525002"/>
    <w:rsid w:val="00530D50"/>
    <w:rsid w:val="00535324"/>
    <w:rsid w:val="00537B46"/>
    <w:rsid w:val="00543115"/>
    <w:rsid w:val="00547FBB"/>
    <w:rsid w:val="00551B08"/>
    <w:rsid w:val="0055459C"/>
    <w:rsid w:val="00561C23"/>
    <w:rsid w:val="00563C10"/>
    <w:rsid w:val="00564316"/>
    <w:rsid w:val="005657D5"/>
    <w:rsid w:val="00575232"/>
    <w:rsid w:val="005766BF"/>
    <w:rsid w:val="00577592"/>
    <w:rsid w:val="00581D3A"/>
    <w:rsid w:val="005825C5"/>
    <w:rsid w:val="005878D5"/>
    <w:rsid w:val="00590121"/>
    <w:rsid w:val="00593E68"/>
    <w:rsid w:val="00595954"/>
    <w:rsid w:val="005A187D"/>
    <w:rsid w:val="005A2857"/>
    <w:rsid w:val="005A41E4"/>
    <w:rsid w:val="005A6285"/>
    <w:rsid w:val="005A732E"/>
    <w:rsid w:val="005B2E82"/>
    <w:rsid w:val="005B3209"/>
    <w:rsid w:val="005C394D"/>
    <w:rsid w:val="005C5214"/>
    <w:rsid w:val="005C7CF3"/>
    <w:rsid w:val="005D02A0"/>
    <w:rsid w:val="005D33BA"/>
    <w:rsid w:val="005D41A2"/>
    <w:rsid w:val="005D70D0"/>
    <w:rsid w:val="005E0827"/>
    <w:rsid w:val="005E52F4"/>
    <w:rsid w:val="005E7968"/>
    <w:rsid w:val="005E7E98"/>
    <w:rsid w:val="005F41E0"/>
    <w:rsid w:val="0060181C"/>
    <w:rsid w:val="006025AE"/>
    <w:rsid w:val="00605F4F"/>
    <w:rsid w:val="00606AAF"/>
    <w:rsid w:val="00610DA3"/>
    <w:rsid w:val="006114FE"/>
    <w:rsid w:val="006116A3"/>
    <w:rsid w:val="00617BC0"/>
    <w:rsid w:val="0062559E"/>
    <w:rsid w:val="0062673A"/>
    <w:rsid w:val="006315E3"/>
    <w:rsid w:val="00634537"/>
    <w:rsid w:val="00636AE1"/>
    <w:rsid w:val="00644EB4"/>
    <w:rsid w:val="00657143"/>
    <w:rsid w:val="00660458"/>
    <w:rsid w:val="006614B5"/>
    <w:rsid w:val="00661AF2"/>
    <w:rsid w:val="006630F5"/>
    <w:rsid w:val="00663302"/>
    <w:rsid w:val="006647ED"/>
    <w:rsid w:val="006655A4"/>
    <w:rsid w:val="00666E41"/>
    <w:rsid w:val="00666FA2"/>
    <w:rsid w:val="00672151"/>
    <w:rsid w:val="0067294D"/>
    <w:rsid w:val="00673FDD"/>
    <w:rsid w:val="006751C0"/>
    <w:rsid w:val="00677ED1"/>
    <w:rsid w:val="00692B7D"/>
    <w:rsid w:val="0069485B"/>
    <w:rsid w:val="00697E0E"/>
    <w:rsid w:val="006A2AC0"/>
    <w:rsid w:val="006B20A2"/>
    <w:rsid w:val="006B2128"/>
    <w:rsid w:val="006B26B8"/>
    <w:rsid w:val="006C357D"/>
    <w:rsid w:val="006C6BDC"/>
    <w:rsid w:val="006D04FC"/>
    <w:rsid w:val="006D245E"/>
    <w:rsid w:val="006D7161"/>
    <w:rsid w:val="006D7369"/>
    <w:rsid w:val="006E179A"/>
    <w:rsid w:val="006E2CA9"/>
    <w:rsid w:val="006E626E"/>
    <w:rsid w:val="006F052C"/>
    <w:rsid w:val="006F1EB8"/>
    <w:rsid w:val="006F5A48"/>
    <w:rsid w:val="00700309"/>
    <w:rsid w:val="00703672"/>
    <w:rsid w:val="00704340"/>
    <w:rsid w:val="00704702"/>
    <w:rsid w:val="00705C54"/>
    <w:rsid w:val="00710E7D"/>
    <w:rsid w:val="007129BA"/>
    <w:rsid w:val="00713889"/>
    <w:rsid w:val="00713D3F"/>
    <w:rsid w:val="00716C31"/>
    <w:rsid w:val="00717154"/>
    <w:rsid w:val="007244EF"/>
    <w:rsid w:val="007265E7"/>
    <w:rsid w:val="007272B9"/>
    <w:rsid w:val="00731082"/>
    <w:rsid w:val="00733493"/>
    <w:rsid w:val="00735E17"/>
    <w:rsid w:val="00740713"/>
    <w:rsid w:val="00742B2A"/>
    <w:rsid w:val="00742BFE"/>
    <w:rsid w:val="007436BD"/>
    <w:rsid w:val="00747CF0"/>
    <w:rsid w:val="00750673"/>
    <w:rsid w:val="00754771"/>
    <w:rsid w:val="007604AC"/>
    <w:rsid w:val="00761694"/>
    <w:rsid w:val="00765A11"/>
    <w:rsid w:val="007678AB"/>
    <w:rsid w:val="00771FB1"/>
    <w:rsid w:val="00775FD6"/>
    <w:rsid w:val="007806A3"/>
    <w:rsid w:val="007809B2"/>
    <w:rsid w:val="00784F73"/>
    <w:rsid w:val="00785ACC"/>
    <w:rsid w:val="00785B44"/>
    <w:rsid w:val="00786001"/>
    <w:rsid w:val="00791F54"/>
    <w:rsid w:val="00794055"/>
    <w:rsid w:val="00794F99"/>
    <w:rsid w:val="007963C5"/>
    <w:rsid w:val="00796F98"/>
    <w:rsid w:val="00797EFD"/>
    <w:rsid w:val="007A0C4A"/>
    <w:rsid w:val="007A465D"/>
    <w:rsid w:val="007A5102"/>
    <w:rsid w:val="007A5580"/>
    <w:rsid w:val="007B6273"/>
    <w:rsid w:val="007C2D4B"/>
    <w:rsid w:val="007C6FF0"/>
    <w:rsid w:val="007C7B18"/>
    <w:rsid w:val="007D11B3"/>
    <w:rsid w:val="007D1D68"/>
    <w:rsid w:val="007D6E5A"/>
    <w:rsid w:val="007D7C73"/>
    <w:rsid w:val="007E1FD0"/>
    <w:rsid w:val="007E3C9B"/>
    <w:rsid w:val="007E3F54"/>
    <w:rsid w:val="007E50AB"/>
    <w:rsid w:val="007F09A1"/>
    <w:rsid w:val="007F5971"/>
    <w:rsid w:val="007F7B39"/>
    <w:rsid w:val="00800707"/>
    <w:rsid w:val="00804684"/>
    <w:rsid w:val="00806693"/>
    <w:rsid w:val="00807608"/>
    <w:rsid w:val="00812A82"/>
    <w:rsid w:val="008138B4"/>
    <w:rsid w:val="0081564B"/>
    <w:rsid w:val="00817C4B"/>
    <w:rsid w:val="00820386"/>
    <w:rsid w:val="00823452"/>
    <w:rsid w:val="00825322"/>
    <w:rsid w:val="008257C2"/>
    <w:rsid w:val="00830A91"/>
    <w:rsid w:val="00833F8E"/>
    <w:rsid w:val="00834A0F"/>
    <w:rsid w:val="00835C2A"/>
    <w:rsid w:val="008361A1"/>
    <w:rsid w:val="00840D22"/>
    <w:rsid w:val="008460E1"/>
    <w:rsid w:val="008467AE"/>
    <w:rsid w:val="008468C7"/>
    <w:rsid w:val="00846B95"/>
    <w:rsid w:val="0085202C"/>
    <w:rsid w:val="008532B0"/>
    <w:rsid w:val="00854FF6"/>
    <w:rsid w:val="00855979"/>
    <w:rsid w:val="00856C63"/>
    <w:rsid w:val="008575E6"/>
    <w:rsid w:val="008710F6"/>
    <w:rsid w:val="00871684"/>
    <w:rsid w:val="008748C2"/>
    <w:rsid w:val="00876C80"/>
    <w:rsid w:val="00877DF4"/>
    <w:rsid w:val="00883029"/>
    <w:rsid w:val="00883374"/>
    <w:rsid w:val="0088614B"/>
    <w:rsid w:val="008906AC"/>
    <w:rsid w:val="008A4630"/>
    <w:rsid w:val="008A4C98"/>
    <w:rsid w:val="008B277B"/>
    <w:rsid w:val="008B5E84"/>
    <w:rsid w:val="008C1E72"/>
    <w:rsid w:val="008C281D"/>
    <w:rsid w:val="008C67EB"/>
    <w:rsid w:val="008D0BDD"/>
    <w:rsid w:val="008D74D6"/>
    <w:rsid w:val="008F0D4C"/>
    <w:rsid w:val="008F4DCD"/>
    <w:rsid w:val="0090054C"/>
    <w:rsid w:val="0090130C"/>
    <w:rsid w:val="009016D5"/>
    <w:rsid w:val="009020CF"/>
    <w:rsid w:val="00905C5C"/>
    <w:rsid w:val="00905D95"/>
    <w:rsid w:val="00906474"/>
    <w:rsid w:val="00907AE8"/>
    <w:rsid w:val="00907FBA"/>
    <w:rsid w:val="00910799"/>
    <w:rsid w:val="00915794"/>
    <w:rsid w:val="0092041F"/>
    <w:rsid w:val="00943095"/>
    <w:rsid w:val="00943A97"/>
    <w:rsid w:val="00946604"/>
    <w:rsid w:val="0095228B"/>
    <w:rsid w:val="00952C62"/>
    <w:rsid w:val="00952C72"/>
    <w:rsid w:val="009538B3"/>
    <w:rsid w:val="0095482E"/>
    <w:rsid w:val="00956B3B"/>
    <w:rsid w:val="00956E70"/>
    <w:rsid w:val="00960AE5"/>
    <w:rsid w:val="0096533B"/>
    <w:rsid w:val="00972724"/>
    <w:rsid w:val="009741EB"/>
    <w:rsid w:val="00975A7A"/>
    <w:rsid w:val="00981278"/>
    <w:rsid w:val="00985585"/>
    <w:rsid w:val="00986A26"/>
    <w:rsid w:val="00987DA7"/>
    <w:rsid w:val="009917EF"/>
    <w:rsid w:val="00992325"/>
    <w:rsid w:val="0099543F"/>
    <w:rsid w:val="009962E8"/>
    <w:rsid w:val="009A2295"/>
    <w:rsid w:val="009A417E"/>
    <w:rsid w:val="009B0982"/>
    <w:rsid w:val="009B15EB"/>
    <w:rsid w:val="009B4186"/>
    <w:rsid w:val="009B44C7"/>
    <w:rsid w:val="009C3BE7"/>
    <w:rsid w:val="009C5A1D"/>
    <w:rsid w:val="009C767C"/>
    <w:rsid w:val="009D0889"/>
    <w:rsid w:val="009D2217"/>
    <w:rsid w:val="009D7E30"/>
    <w:rsid w:val="009E1AA6"/>
    <w:rsid w:val="009E1DB0"/>
    <w:rsid w:val="009E2133"/>
    <w:rsid w:val="009E3F44"/>
    <w:rsid w:val="009E538A"/>
    <w:rsid w:val="009F1D87"/>
    <w:rsid w:val="009F2A9F"/>
    <w:rsid w:val="009F2F54"/>
    <w:rsid w:val="00A0108E"/>
    <w:rsid w:val="00A03B37"/>
    <w:rsid w:val="00A04CD9"/>
    <w:rsid w:val="00A0516B"/>
    <w:rsid w:val="00A05F02"/>
    <w:rsid w:val="00A078C9"/>
    <w:rsid w:val="00A10D29"/>
    <w:rsid w:val="00A11231"/>
    <w:rsid w:val="00A17B55"/>
    <w:rsid w:val="00A2228B"/>
    <w:rsid w:val="00A23168"/>
    <w:rsid w:val="00A340F8"/>
    <w:rsid w:val="00A351DF"/>
    <w:rsid w:val="00A451FE"/>
    <w:rsid w:val="00A46F82"/>
    <w:rsid w:val="00A53490"/>
    <w:rsid w:val="00A54A32"/>
    <w:rsid w:val="00A55FDB"/>
    <w:rsid w:val="00A633FA"/>
    <w:rsid w:val="00A64DFD"/>
    <w:rsid w:val="00A71488"/>
    <w:rsid w:val="00A74E1F"/>
    <w:rsid w:val="00A7510D"/>
    <w:rsid w:val="00A82DC4"/>
    <w:rsid w:val="00A8630B"/>
    <w:rsid w:val="00A9330D"/>
    <w:rsid w:val="00A939BB"/>
    <w:rsid w:val="00A9473E"/>
    <w:rsid w:val="00A95146"/>
    <w:rsid w:val="00A9583F"/>
    <w:rsid w:val="00AA0D1A"/>
    <w:rsid w:val="00AA13F9"/>
    <w:rsid w:val="00AA1622"/>
    <w:rsid w:val="00AA6C69"/>
    <w:rsid w:val="00AA7F1E"/>
    <w:rsid w:val="00AB1137"/>
    <w:rsid w:val="00AB1D96"/>
    <w:rsid w:val="00AB4547"/>
    <w:rsid w:val="00AB61D8"/>
    <w:rsid w:val="00AB627F"/>
    <w:rsid w:val="00AB6909"/>
    <w:rsid w:val="00AC04B5"/>
    <w:rsid w:val="00AC0B2E"/>
    <w:rsid w:val="00AC0FD1"/>
    <w:rsid w:val="00AC17BA"/>
    <w:rsid w:val="00AD01AE"/>
    <w:rsid w:val="00AD0717"/>
    <w:rsid w:val="00AD3DC0"/>
    <w:rsid w:val="00AE3DCA"/>
    <w:rsid w:val="00AF0CE0"/>
    <w:rsid w:val="00AF12AB"/>
    <w:rsid w:val="00AF1F86"/>
    <w:rsid w:val="00AF435D"/>
    <w:rsid w:val="00AF7BEC"/>
    <w:rsid w:val="00B06863"/>
    <w:rsid w:val="00B068B7"/>
    <w:rsid w:val="00B07D2D"/>
    <w:rsid w:val="00B07FAA"/>
    <w:rsid w:val="00B137E2"/>
    <w:rsid w:val="00B1781E"/>
    <w:rsid w:val="00B234E0"/>
    <w:rsid w:val="00B252AE"/>
    <w:rsid w:val="00B37517"/>
    <w:rsid w:val="00B424CA"/>
    <w:rsid w:val="00B44EF8"/>
    <w:rsid w:val="00B4744E"/>
    <w:rsid w:val="00B50361"/>
    <w:rsid w:val="00B50C8D"/>
    <w:rsid w:val="00B56499"/>
    <w:rsid w:val="00B570E3"/>
    <w:rsid w:val="00B6405D"/>
    <w:rsid w:val="00B66089"/>
    <w:rsid w:val="00B66670"/>
    <w:rsid w:val="00B66CF0"/>
    <w:rsid w:val="00B70D1C"/>
    <w:rsid w:val="00B71119"/>
    <w:rsid w:val="00B71CFB"/>
    <w:rsid w:val="00B727AA"/>
    <w:rsid w:val="00B72897"/>
    <w:rsid w:val="00B76112"/>
    <w:rsid w:val="00B81C11"/>
    <w:rsid w:val="00B90BE0"/>
    <w:rsid w:val="00BA0C5D"/>
    <w:rsid w:val="00BA1D23"/>
    <w:rsid w:val="00BA653E"/>
    <w:rsid w:val="00BA7998"/>
    <w:rsid w:val="00BB05EB"/>
    <w:rsid w:val="00BB193B"/>
    <w:rsid w:val="00BB20A3"/>
    <w:rsid w:val="00BB4662"/>
    <w:rsid w:val="00BC289B"/>
    <w:rsid w:val="00BD0863"/>
    <w:rsid w:val="00BD0881"/>
    <w:rsid w:val="00BD3729"/>
    <w:rsid w:val="00BD48DE"/>
    <w:rsid w:val="00BE1237"/>
    <w:rsid w:val="00BE2D6C"/>
    <w:rsid w:val="00BE61C9"/>
    <w:rsid w:val="00BE6E2A"/>
    <w:rsid w:val="00BF09F4"/>
    <w:rsid w:val="00BF3BAA"/>
    <w:rsid w:val="00C045D3"/>
    <w:rsid w:val="00C05D21"/>
    <w:rsid w:val="00C067A5"/>
    <w:rsid w:val="00C10808"/>
    <w:rsid w:val="00C14052"/>
    <w:rsid w:val="00C14511"/>
    <w:rsid w:val="00C2355F"/>
    <w:rsid w:val="00C30F7F"/>
    <w:rsid w:val="00C31199"/>
    <w:rsid w:val="00C34096"/>
    <w:rsid w:val="00C369DB"/>
    <w:rsid w:val="00C402DC"/>
    <w:rsid w:val="00C43E87"/>
    <w:rsid w:val="00C5113E"/>
    <w:rsid w:val="00C518C4"/>
    <w:rsid w:val="00C53220"/>
    <w:rsid w:val="00C53307"/>
    <w:rsid w:val="00C55487"/>
    <w:rsid w:val="00C61064"/>
    <w:rsid w:val="00C61A41"/>
    <w:rsid w:val="00C62E20"/>
    <w:rsid w:val="00C6369A"/>
    <w:rsid w:val="00C725E4"/>
    <w:rsid w:val="00C737EE"/>
    <w:rsid w:val="00C81B7E"/>
    <w:rsid w:val="00C83872"/>
    <w:rsid w:val="00C950AA"/>
    <w:rsid w:val="00C967C5"/>
    <w:rsid w:val="00CA6210"/>
    <w:rsid w:val="00CB1E68"/>
    <w:rsid w:val="00CB20A5"/>
    <w:rsid w:val="00CB2C7B"/>
    <w:rsid w:val="00CB41C6"/>
    <w:rsid w:val="00CB58E8"/>
    <w:rsid w:val="00CB6CA6"/>
    <w:rsid w:val="00CB783E"/>
    <w:rsid w:val="00CC0F2B"/>
    <w:rsid w:val="00CC1E47"/>
    <w:rsid w:val="00CC5DD4"/>
    <w:rsid w:val="00CC66A9"/>
    <w:rsid w:val="00CD29DB"/>
    <w:rsid w:val="00CD32C0"/>
    <w:rsid w:val="00CD711A"/>
    <w:rsid w:val="00CE2D06"/>
    <w:rsid w:val="00CE7D94"/>
    <w:rsid w:val="00CF0A34"/>
    <w:rsid w:val="00CF15E7"/>
    <w:rsid w:val="00CF2E58"/>
    <w:rsid w:val="00CF41B6"/>
    <w:rsid w:val="00CF4AE1"/>
    <w:rsid w:val="00CF504D"/>
    <w:rsid w:val="00CF532D"/>
    <w:rsid w:val="00CF7783"/>
    <w:rsid w:val="00D0027E"/>
    <w:rsid w:val="00D0189C"/>
    <w:rsid w:val="00D105E9"/>
    <w:rsid w:val="00D12EB4"/>
    <w:rsid w:val="00D166A8"/>
    <w:rsid w:val="00D178BE"/>
    <w:rsid w:val="00D20104"/>
    <w:rsid w:val="00D21FD6"/>
    <w:rsid w:val="00D23A0A"/>
    <w:rsid w:val="00D315D3"/>
    <w:rsid w:val="00D321AF"/>
    <w:rsid w:val="00D34830"/>
    <w:rsid w:val="00D36904"/>
    <w:rsid w:val="00D40222"/>
    <w:rsid w:val="00D415D4"/>
    <w:rsid w:val="00D42602"/>
    <w:rsid w:val="00D4269C"/>
    <w:rsid w:val="00D43502"/>
    <w:rsid w:val="00D44385"/>
    <w:rsid w:val="00D44AB8"/>
    <w:rsid w:val="00D45EC5"/>
    <w:rsid w:val="00D47B1E"/>
    <w:rsid w:val="00D520F6"/>
    <w:rsid w:val="00D52D13"/>
    <w:rsid w:val="00D61CC3"/>
    <w:rsid w:val="00D62498"/>
    <w:rsid w:val="00D62A40"/>
    <w:rsid w:val="00D62D52"/>
    <w:rsid w:val="00D66864"/>
    <w:rsid w:val="00D67E3E"/>
    <w:rsid w:val="00D77C0C"/>
    <w:rsid w:val="00D8003B"/>
    <w:rsid w:val="00D85F3E"/>
    <w:rsid w:val="00D872C2"/>
    <w:rsid w:val="00D87797"/>
    <w:rsid w:val="00D928EB"/>
    <w:rsid w:val="00D93060"/>
    <w:rsid w:val="00D9328D"/>
    <w:rsid w:val="00DA5C9C"/>
    <w:rsid w:val="00DA721A"/>
    <w:rsid w:val="00DB0140"/>
    <w:rsid w:val="00DB0AB2"/>
    <w:rsid w:val="00DC1E48"/>
    <w:rsid w:val="00DC3E7F"/>
    <w:rsid w:val="00DC62AC"/>
    <w:rsid w:val="00DC6FAB"/>
    <w:rsid w:val="00DC7CF6"/>
    <w:rsid w:val="00DD0239"/>
    <w:rsid w:val="00DD1D5E"/>
    <w:rsid w:val="00DD366B"/>
    <w:rsid w:val="00DD48FB"/>
    <w:rsid w:val="00DD5A59"/>
    <w:rsid w:val="00DD6879"/>
    <w:rsid w:val="00DE1A19"/>
    <w:rsid w:val="00DE4CA6"/>
    <w:rsid w:val="00DE7C2D"/>
    <w:rsid w:val="00DF1274"/>
    <w:rsid w:val="00DF3C38"/>
    <w:rsid w:val="00DF512F"/>
    <w:rsid w:val="00E00C91"/>
    <w:rsid w:val="00E05281"/>
    <w:rsid w:val="00E10661"/>
    <w:rsid w:val="00E137A8"/>
    <w:rsid w:val="00E23806"/>
    <w:rsid w:val="00E2683B"/>
    <w:rsid w:val="00E269B3"/>
    <w:rsid w:val="00E33FB2"/>
    <w:rsid w:val="00E36387"/>
    <w:rsid w:val="00E43898"/>
    <w:rsid w:val="00E44FFA"/>
    <w:rsid w:val="00E50501"/>
    <w:rsid w:val="00E50509"/>
    <w:rsid w:val="00E50B1D"/>
    <w:rsid w:val="00E51054"/>
    <w:rsid w:val="00E512F1"/>
    <w:rsid w:val="00E57768"/>
    <w:rsid w:val="00E61A29"/>
    <w:rsid w:val="00E70933"/>
    <w:rsid w:val="00E72762"/>
    <w:rsid w:val="00E72B7E"/>
    <w:rsid w:val="00E762FD"/>
    <w:rsid w:val="00E77303"/>
    <w:rsid w:val="00E777FE"/>
    <w:rsid w:val="00E77F45"/>
    <w:rsid w:val="00E81092"/>
    <w:rsid w:val="00E81E95"/>
    <w:rsid w:val="00E82C62"/>
    <w:rsid w:val="00E83657"/>
    <w:rsid w:val="00E83D89"/>
    <w:rsid w:val="00E84B3F"/>
    <w:rsid w:val="00E86FF3"/>
    <w:rsid w:val="00E8714D"/>
    <w:rsid w:val="00E87EAC"/>
    <w:rsid w:val="00EA0A94"/>
    <w:rsid w:val="00EA29AE"/>
    <w:rsid w:val="00EA388A"/>
    <w:rsid w:val="00EA3E92"/>
    <w:rsid w:val="00EA60E7"/>
    <w:rsid w:val="00EB5735"/>
    <w:rsid w:val="00EB6A1C"/>
    <w:rsid w:val="00EC098B"/>
    <w:rsid w:val="00EC13F1"/>
    <w:rsid w:val="00EC3BCF"/>
    <w:rsid w:val="00EC47AC"/>
    <w:rsid w:val="00ED1ABE"/>
    <w:rsid w:val="00ED51D0"/>
    <w:rsid w:val="00ED62B9"/>
    <w:rsid w:val="00EE0F3D"/>
    <w:rsid w:val="00EE31C7"/>
    <w:rsid w:val="00EE64BB"/>
    <w:rsid w:val="00EE6E12"/>
    <w:rsid w:val="00EE79E2"/>
    <w:rsid w:val="00EF0B2B"/>
    <w:rsid w:val="00EF11B9"/>
    <w:rsid w:val="00EF6DDE"/>
    <w:rsid w:val="00F00C3A"/>
    <w:rsid w:val="00F01689"/>
    <w:rsid w:val="00F04910"/>
    <w:rsid w:val="00F04AFB"/>
    <w:rsid w:val="00F0511F"/>
    <w:rsid w:val="00F11CA9"/>
    <w:rsid w:val="00F21C03"/>
    <w:rsid w:val="00F271A0"/>
    <w:rsid w:val="00F30BD8"/>
    <w:rsid w:val="00F32751"/>
    <w:rsid w:val="00F33EC9"/>
    <w:rsid w:val="00F379C9"/>
    <w:rsid w:val="00F46A01"/>
    <w:rsid w:val="00F529BC"/>
    <w:rsid w:val="00F545E9"/>
    <w:rsid w:val="00F57DDC"/>
    <w:rsid w:val="00F668FF"/>
    <w:rsid w:val="00F67105"/>
    <w:rsid w:val="00F702DF"/>
    <w:rsid w:val="00F70B97"/>
    <w:rsid w:val="00F70F18"/>
    <w:rsid w:val="00F73820"/>
    <w:rsid w:val="00F756D2"/>
    <w:rsid w:val="00F7639F"/>
    <w:rsid w:val="00F7791E"/>
    <w:rsid w:val="00F80A31"/>
    <w:rsid w:val="00F82B60"/>
    <w:rsid w:val="00F84AA9"/>
    <w:rsid w:val="00F857AC"/>
    <w:rsid w:val="00F8640C"/>
    <w:rsid w:val="00F86AE7"/>
    <w:rsid w:val="00F91959"/>
    <w:rsid w:val="00F92007"/>
    <w:rsid w:val="00F92420"/>
    <w:rsid w:val="00F94E9D"/>
    <w:rsid w:val="00FA3B8A"/>
    <w:rsid w:val="00FA44EA"/>
    <w:rsid w:val="00FA6892"/>
    <w:rsid w:val="00FB155F"/>
    <w:rsid w:val="00FB1857"/>
    <w:rsid w:val="00FB323A"/>
    <w:rsid w:val="00FB5B17"/>
    <w:rsid w:val="00FC07C6"/>
    <w:rsid w:val="00FC1725"/>
    <w:rsid w:val="00FC7906"/>
    <w:rsid w:val="00FD0912"/>
    <w:rsid w:val="00FD3675"/>
    <w:rsid w:val="00FD3CCC"/>
    <w:rsid w:val="00FE0F97"/>
    <w:rsid w:val="00FE47B1"/>
    <w:rsid w:val="00FE6544"/>
    <w:rsid w:val="00FE71A0"/>
    <w:rsid w:val="00FE782A"/>
    <w:rsid w:val="00FE7AF4"/>
    <w:rsid w:val="00FF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BBAF468"/>
  <w15:chartTrackingRefBased/>
  <w15:docId w15:val="{8D9D28C4-2E91-488E-B8BA-FCF19EF4F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tekst"/>
    <w:qFormat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autoRedefine/>
    <w:qFormat/>
    <w:rsid w:val="00E36387"/>
    <w:pPr>
      <w:keepNext/>
      <w:keepLines/>
      <w:numPr>
        <w:numId w:val="10"/>
      </w:numPr>
      <w:suppressAutoHyphens/>
      <w:spacing w:before="360" w:after="120"/>
      <w:ind w:left="-357" w:firstLine="357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autoRedefine/>
    <w:qFormat/>
    <w:rsid w:val="00E36387"/>
    <w:pPr>
      <w:keepNext/>
      <w:numPr>
        <w:ilvl w:val="1"/>
        <w:numId w:val="10"/>
      </w:numPr>
      <w:tabs>
        <w:tab w:val="clear" w:pos="360"/>
        <w:tab w:val="left" w:pos="567"/>
      </w:tabs>
      <w:spacing w:before="240" w:after="120"/>
      <w:ind w:left="74" w:hanging="74"/>
      <w:outlineLvl w:val="1"/>
    </w:pPr>
    <w:rPr>
      <w:b/>
    </w:rPr>
  </w:style>
  <w:style w:type="paragraph" w:styleId="Nagwek3">
    <w:name w:val="heading 3"/>
    <w:basedOn w:val="Normalny"/>
    <w:next w:val="Normalny"/>
    <w:autoRedefine/>
    <w:qFormat/>
    <w:rsid w:val="00E36387"/>
    <w:pPr>
      <w:keepNext/>
      <w:numPr>
        <w:ilvl w:val="2"/>
        <w:numId w:val="10"/>
      </w:numPr>
      <w:spacing w:before="240" w:after="120"/>
      <w:outlineLvl w:val="2"/>
    </w:pPr>
  </w:style>
  <w:style w:type="paragraph" w:styleId="Nagwek4">
    <w:name w:val="heading 4"/>
    <w:basedOn w:val="Normalny"/>
    <w:next w:val="Normalny"/>
    <w:autoRedefine/>
    <w:qFormat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spacing w:val="12"/>
      <w:kern w:val="24"/>
      <w:sz w:val="28"/>
    </w:rPr>
  </w:style>
  <w:style w:type="paragraph" w:styleId="Nagwek5">
    <w:name w:val="heading 5"/>
    <w:basedOn w:val="Normalny"/>
    <w:next w:val="Normalny"/>
    <w:qFormat/>
    <w:pPr>
      <w:overflowPunct/>
      <w:autoSpaceDE/>
      <w:autoSpaceDN/>
      <w:adjustRightInd/>
      <w:spacing w:before="240" w:after="60"/>
      <w:textAlignment w:val="auto"/>
      <w:outlineLvl w:val="4"/>
    </w:pPr>
    <w:rPr>
      <w:spacing w:val="12"/>
      <w:kern w:val="24"/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7"/>
      </w:numPr>
      <w:tabs>
        <w:tab w:val="clear" w:pos="1440"/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5"/>
    </w:pPr>
    <w:rPr>
      <w:i/>
      <w:spacing w:val="12"/>
      <w:kern w:val="24"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6"/>
    </w:pPr>
    <w:rPr>
      <w:rFonts w:ascii="Arial" w:hAnsi="Arial"/>
      <w:spacing w:val="12"/>
      <w:kern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7"/>
    </w:pPr>
    <w:rPr>
      <w:rFonts w:ascii="Arial" w:hAnsi="Arial"/>
      <w:i/>
      <w:spacing w:val="12"/>
      <w:kern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8"/>
    </w:pPr>
    <w:rPr>
      <w:rFonts w:ascii="Arial" w:hAnsi="Arial"/>
      <w:b/>
      <w:i/>
      <w:spacing w:val="12"/>
      <w:kern w:val="24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uiPriority w:val="39"/>
    <w:pPr>
      <w:tabs>
        <w:tab w:val="right" w:leader="dot" w:pos="7371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customStyle="1" w:styleId="tekstost">
    <w:name w:val="tekst ost"/>
    <w:basedOn w:val="Normalny"/>
  </w:style>
  <w:style w:type="character" w:styleId="Odwoanieprzypisudolnego">
    <w:name w:val="footnote reference"/>
    <w:semiHidden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Listapunktowana">
    <w:name w:val="List Bullet"/>
    <w:basedOn w:val="Normalny"/>
    <w:p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Mapadokumentu">
    <w:name w:val="Document Map"/>
    <w:basedOn w:val="Normalny"/>
    <w:semiHidden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  <w:spacing w:val="12"/>
      <w:kern w:val="24"/>
      <w:sz w:val="2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paragraph" w:styleId="Tekstprzypisukocowego">
    <w:name w:val="endnote text"/>
    <w:basedOn w:val="Normalny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character" w:styleId="Odwoanieprzypisukocowego">
    <w:name w:val="endnote reference"/>
    <w:semiHidden/>
    <w:rPr>
      <w:vertAlign w:val="superscript"/>
    </w:rPr>
  </w:style>
  <w:style w:type="paragraph" w:styleId="Indeks1">
    <w:name w:val="index 1"/>
    <w:basedOn w:val="Normalny"/>
    <w:next w:val="Normalny"/>
    <w:autoRedefine/>
    <w:semiHidden/>
    <w:pPr>
      <w:overflowPunct/>
      <w:autoSpaceDE/>
      <w:autoSpaceDN/>
      <w:adjustRightInd/>
      <w:ind w:left="240" w:hanging="240"/>
      <w:textAlignment w:val="auto"/>
    </w:pPr>
    <w:rPr>
      <w:spacing w:val="12"/>
      <w:kern w:val="24"/>
      <w:sz w:val="24"/>
    </w:rPr>
  </w:style>
  <w:style w:type="paragraph" w:styleId="Listanumerowana">
    <w:name w:val="List Number"/>
    <w:basedOn w:val="Normalny"/>
    <w:pPr>
      <w:numPr>
        <w:numId w:val="4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2">
    <w:name w:val="List Number 2"/>
    <w:basedOn w:val="Normalny"/>
    <w:pPr>
      <w:numPr>
        <w:numId w:val="1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3">
    <w:name w:val="List Number 3"/>
    <w:basedOn w:val="Normalny"/>
    <w:pPr>
      <w:numPr>
        <w:numId w:val="2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2">
    <w:name w:val="List Bullet 2"/>
    <w:basedOn w:val="Normalny"/>
    <w:pPr>
      <w:numPr>
        <w:ilvl w:val="1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3">
    <w:name w:val="List Bullet 3"/>
    <w:basedOn w:val="Normalny"/>
    <w:pPr>
      <w:numPr>
        <w:ilvl w:val="2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Tekstpodstawowywcity">
    <w:name w:val="Body Text Indent"/>
    <w:basedOn w:val="Normalny"/>
    <w:pPr>
      <w:shd w:val="pct20" w:color="000000" w:fill="FFFFFF"/>
      <w:overflowPunct/>
      <w:autoSpaceDE/>
      <w:autoSpaceDN/>
      <w:adjustRightInd/>
      <w:ind w:firstLine="284"/>
      <w:textAlignment w:val="auto"/>
    </w:pPr>
    <w:rPr>
      <w:i/>
      <w:spacing w:val="12"/>
      <w:kern w:val="24"/>
    </w:rPr>
  </w:style>
  <w:style w:type="paragraph" w:customStyle="1" w:styleId="Lista1wypunktowana">
    <w:name w:val="Lista1 wypunktowana"/>
    <w:basedOn w:val="Listapunktowana"/>
    <w:autoRedefine/>
    <w:pPr>
      <w:numPr>
        <w:numId w:val="8"/>
      </w:numPr>
      <w:tabs>
        <w:tab w:val="num" w:pos="360"/>
      </w:tabs>
      <w:ind w:left="360" w:hanging="360"/>
    </w:pPr>
    <w:rPr>
      <w:rFonts w:ascii="Arial" w:hAnsi="Arial"/>
      <w:b/>
      <w:u w:val="single"/>
    </w:rPr>
  </w:style>
  <w:style w:type="paragraph" w:customStyle="1" w:styleId="Lista2wypunktowana2">
    <w:name w:val="Lista2 wypunktowana2"/>
    <w:basedOn w:val="Listapunktowana2"/>
    <w:autoRedefine/>
    <w:pPr>
      <w:numPr>
        <w:numId w:val="8"/>
      </w:numPr>
      <w:tabs>
        <w:tab w:val="num" w:pos="360"/>
      </w:tabs>
      <w:ind w:left="360" w:right="284" w:hanging="360"/>
    </w:pPr>
    <w:rPr>
      <w:rFonts w:ascii="Arial" w:hAnsi="Arial"/>
      <w:b/>
      <w:u w:val="single"/>
    </w:rPr>
  </w:style>
  <w:style w:type="paragraph" w:customStyle="1" w:styleId="Lista3wypunktowana3">
    <w:name w:val="Lista3 wypunktowana3"/>
    <w:basedOn w:val="Listapunktowana3"/>
    <w:next w:val="Standard1"/>
    <w:autoRedefine/>
    <w:pPr>
      <w:numPr>
        <w:numId w:val="8"/>
      </w:numPr>
      <w:tabs>
        <w:tab w:val="num" w:pos="360"/>
      </w:tabs>
      <w:ind w:left="360" w:right="284" w:hanging="360"/>
    </w:pPr>
    <w:rPr>
      <w:rFonts w:ascii="Arial" w:hAnsi="Arial"/>
      <w:b/>
      <w:i/>
    </w:rPr>
  </w:style>
  <w:style w:type="paragraph" w:styleId="Tekstpodstawowywcity3">
    <w:name w:val="Body Text Indent 3"/>
    <w:basedOn w:val="Normalny"/>
    <w:pPr>
      <w:overflowPunct/>
      <w:autoSpaceDE/>
      <w:autoSpaceDN/>
      <w:adjustRightInd/>
      <w:spacing w:after="120"/>
      <w:ind w:left="283"/>
      <w:textAlignment w:val="auto"/>
    </w:pPr>
    <w:rPr>
      <w:spacing w:val="12"/>
      <w:kern w:val="24"/>
      <w:sz w:val="16"/>
    </w:rPr>
  </w:style>
  <w:style w:type="paragraph" w:styleId="Tekstpodstawowy">
    <w:name w:val="Body Text"/>
    <w:basedOn w:val="Normalny"/>
    <w:link w:val="TekstpodstawowyZnak"/>
    <w:pPr>
      <w:overflowPunct/>
      <w:autoSpaceDE/>
      <w:autoSpaceDN/>
      <w:adjustRightInd/>
      <w:spacing w:after="120"/>
      <w:textAlignment w:val="auto"/>
    </w:pPr>
    <w:rPr>
      <w:spacing w:val="12"/>
      <w:kern w:val="24"/>
      <w:sz w:val="24"/>
    </w:rPr>
  </w:style>
  <w:style w:type="paragraph" w:customStyle="1" w:styleId="Standard1">
    <w:name w:val="Standard1"/>
    <w:basedOn w:val="Tekstpodstawowy"/>
    <w:pPr>
      <w:numPr>
        <w:numId w:val="9"/>
      </w:numPr>
      <w:tabs>
        <w:tab w:val="clear" w:pos="1776"/>
        <w:tab w:val="num" w:pos="360"/>
      </w:tabs>
      <w:spacing w:after="0"/>
      <w:ind w:left="0" w:firstLine="0"/>
    </w:pPr>
  </w:style>
  <w:style w:type="paragraph" w:customStyle="1" w:styleId="Lista4wypunktowana4">
    <w:name w:val="Lista4 wypunktowana4"/>
    <w:basedOn w:val="Standard1"/>
    <w:autoRedefine/>
    <w:pPr>
      <w:numPr>
        <w:ilvl w:val="3"/>
        <w:numId w:val="8"/>
      </w:numPr>
      <w:tabs>
        <w:tab w:val="num" w:pos="360"/>
      </w:tabs>
      <w:ind w:left="360" w:hanging="360"/>
    </w:pPr>
  </w:style>
  <w:style w:type="paragraph" w:customStyle="1" w:styleId="Lista5wypunktowana5">
    <w:name w:val="Lista5 wypunktowana5"/>
    <w:basedOn w:val="Lista4wypunktowana4"/>
    <w:autoRedefine/>
    <w:pPr>
      <w:numPr>
        <w:ilvl w:val="4"/>
      </w:numPr>
      <w:tabs>
        <w:tab w:val="num" w:pos="360"/>
      </w:tabs>
      <w:ind w:left="360" w:hanging="360"/>
    </w:pPr>
  </w:style>
  <w:style w:type="paragraph" w:customStyle="1" w:styleId="wskazwka">
    <w:name w:val="wskazówka"/>
    <w:basedOn w:val="Standard1"/>
    <w:next w:val="Standard1"/>
    <w:pPr>
      <w:numPr>
        <w:ilvl w:val="3"/>
        <w:numId w:val="6"/>
      </w:numPr>
    </w:pPr>
    <w:rPr>
      <w:i/>
      <w:sz w:val="20"/>
    </w:rPr>
  </w:style>
  <w:style w:type="paragraph" w:styleId="Tekstpodstawowy2">
    <w:name w:val="Body Text 2"/>
    <w:basedOn w:val="Normalny"/>
    <w:pPr>
      <w:overflowPunct/>
      <w:autoSpaceDE/>
      <w:autoSpaceDN/>
      <w:adjustRightInd/>
      <w:textAlignment w:val="auto"/>
    </w:pPr>
    <w:rPr>
      <w:i/>
      <w:spacing w:val="12"/>
      <w:kern w:val="24"/>
      <w:sz w:val="24"/>
    </w:rPr>
  </w:style>
  <w:style w:type="paragraph" w:styleId="Tekstpodstawowywcity2">
    <w:name w:val="Body Text Indent 2"/>
    <w:basedOn w:val="Normalny"/>
    <w:pPr>
      <w:overflowPunct/>
      <w:autoSpaceDE/>
      <w:autoSpaceDN/>
      <w:adjustRightInd/>
      <w:ind w:left="708"/>
      <w:textAlignment w:val="auto"/>
    </w:pPr>
    <w:rPr>
      <w:spacing w:val="12"/>
      <w:kern w:val="24"/>
      <w:sz w:val="24"/>
    </w:rPr>
  </w:style>
  <w:style w:type="paragraph" w:styleId="Tekstpodstawowy3">
    <w:name w:val="Body Text 3"/>
    <w:basedOn w:val="Normalny"/>
    <w:pPr>
      <w:overflowPunct/>
      <w:autoSpaceDE/>
      <w:autoSpaceDN/>
      <w:adjustRightInd/>
      <w:jc w:val="center"/>
      <w:textAlignment w:val="auto"/>
    </w:pPr>
    <w:rPr>
      <w:b/>
      <w:spacing w:val="12"/>
      <w:kern w:val="24"/>
      <w:sz w:val="32"/>
    </w:rPr>
  </w:style>
  <w:style w:type="paragraph" w:styleId="Spisilustracji">
    <w:name w:val="table of figures"/>
    <w:basedOn w:val="Normalny"/>
    <w:next w:val="Normalny"/>
    <w:semiHidden/>
    <w:pPr>
      <w:overflowPunct/>
      <w:autoSpaceDE/>
      <w:autoSpaceDN/>
      <w:adjustRightInd/>
      <w:ind w:left="480" w:hanging="480"/>
      <w:textAlignment w:val="auto"/>
    </w:pPr>
    <w:rPr>
      <w:spacing w:val="12"/>
      <w:kern w:val="24"/>
      <w:sz w:val="24"/>
    </w:rPr>
  </w:style>
  <w:style w:type="character" w:styleId="UyteHipercze">
    <w:name w:val="FollowedHyperlink"/>
    <w:rPr>
      <w:color w:val="800080"/>
      <w:u w:val="single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Arial Unicode MS" w:eastAsia="Arial Unicode MS" w:hAnsi="Arial Unicode MS" w:cs="Arial Unicode MS"/>
    </w:rPr>
  </w:style>
  <w:style w:type="character" w:customStyle="1" w:styleId="wskazwkaZnak">
    <w:name w:val="wskazówka Znak"/>
    <w:rsid w:val="000A7506"/>
    <w:rPr>
      <w:i/>
      <w:spacing w:val="12"/>
      <w:kern w:val="24"/>
      <w:sz w:val="24"/>
      <w:lang w:val="pl-PL" w:eastAsia="pl-PL" w:bidi="ar-SA"/>
    </w:rPr>
  </w:style>
  <w:style w:type="paragraph" w:styleId="Tekstdymka">
    <w:name w:val="Balloon Text"/>
    <w:basedOn w:val="Normalny"/>
    <w:semiHidden/>
    <w:rsid w:val="00163B3A"/>
    <w:rPr>
      <w:rFonts w:ascii="Tahoma" w:hAnsi="Tahoma" w:cs="Tahoma"/>
      <w:sz w:val="16"/>
      <w:szCs w:val="16"/>
    </w:rPr>
  </w:style>
  <w:style w:type="paragraph" w:styleId="Lista">
    <w:name w:val="List"/>
    <w:basedOn w:val="Normalny"/>
    <w:rsid w:val="0037135D"/>
    <w:pPr>
      <w:ind w:left="283" w:hanging="283"/>
    </w:pPr>
  </w:style>
  <w:style w:type="paragraph" w:styleId="Lista5">
    <w:name w:val="List 5"/>
    <w:basedOn w:val="Normalny"/>
    <w:rsid w:val="0037135D"/>
    <w:pPr>
      <w:ind w:left="1415" w:hanging="283"/>
    </w:pPr>
  </w:style>
  <w:style w:type="paragraph" w:styleId="Listapunktowana5">
    <w:name w:val="List Bullet 5"/>
    <w:basedOn w:val="Normalny"/>
    <w:rsid w:val="0037135D"/>
    <w:pPr>
      <w:numPr>
        <w:numId w:val="14"/>
      </w:numPr>
    </w:pPr>
  </w:style>
  <w:style w:type="paragraph" w:styleId="Lista-kontynuacja5">
    <w:name w:val="List Continue 5"/>
    <w:basedOn w:val="Normalny"/>
    <w:rsid w:val="0037135D"/>
    <w:pPr>
      <w:spacing w:after="120"/>
      <w:ind w:left="1415"/>
    </w:pPr>
  </w:style>
  <w:style w:type="paragraph" w:styleId="Tytu">
    <w:name w:val="Title"/>
    <w:basedOn w:val="Normalny"/>
    <w:qFormat/>
    <w:rsid w:val="0037135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Podtytu">
    <w:name w:val="Subtitle"/>
    <w:basedOn w:val="Normalny"/>
    <w:qFormat/>
    <w:rsid w:val="0037135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ekstpodstawowyzwciciem">
    <w:name w:val="Body Text First Indent"/>
    <w:basedOn w:val="Tekstpodstawowy"/>
    <w:rsid w:val="0037135D"/>
    <w:pPr>
      <w:overflowPunct w:val="0"/>
      <w:autoSpaceDE w:val="0"/>
      <w:autoSpaceDN w:val="0"/>
      <w:adjustRightInd w:val="0"/>
      <w:ind w:firstLine="210"/>
      <w:textAlignment w:val="baseline"/>
    </w:pPr>
    <w:rPr>
      <w:spacing w:val="0"/>
      <w:kern w:val="0"/>
      <w:sz w:val="20"/>
    </w:rPr>
  </w:style>
  <w:style w:type="paragraph" w:styleId="Tekstpodstawowyzwciciem2">
    <w:name w:val="Body Text First Indent 2"/>
    <w:basedOn w:val="Tekstpodstawowywcity"/>
    <w:rsid w:val="0037135D"/>
    <w:pPr>
      <w:shd w:val="clear" w:color="auto" w:fill="auto"/>
      <w:overflowPunct w:val="0"/>
      <w:autoSpaceDE w:val="0"/>
      <w:autoSpaceDN w:val="0"/>
      <w:adjustRightInd w:val="0"/>
      <w:spacing w:after="120"/>
      <w:ind w:left="283" w:firstLine="210"/>
      <w:textAlignment w:val="baseline"/>
    </w:pPr>
    <w:rPr>
      <w:i w:val="0"/>
      <w:spacing w:val="0"/>
      <w:kern w:val="0"/>
    </w:rPr>
  </w:style>
  <w:style w:type="paragraph" w:customStyle="1" w:styleId="Style2">
    <w:name w:val="Style 2"/>
    <w:uiPriority w:val="99"/>
    <w:rsid w:val="00735E17"/>
    <w:pPr>
      <w:widowControl w:val="0"/>
      <w:autoSpaceDE w:val="0"/>
      <w:autoSpaceDN w:val="0"/>
      <w:adjustRightInd w:val="0"/>
    </w:pPr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rsid w:val="002E27BE"/>
    <w:pPr>
      <w:overflowPunct w:val="0"/>
      <w:autoSpaceDE w:val="0"/>
      <w:autoSpaceDN w:val="0"/>
      <w:adjustRightInd w:val="0"/>
      <w:textAlignment w:val="baseline"/>
    </w:pPr>
    <w:rPr>
      <w:b/>
      <w:bCs/>
      <w:spacing w:val="0"/>
      <w:kern w:val="0"/>
    </w:rPr>
  </w:style>
  <w:style w:type="character" w:customStyle="1" w:styleId="TekstkomentarzaZnak">
    <w:name w:val="Tekst komentarza Znak"/>
    <w:link w:val="Tekstkomentarza"/>
    <w:semiHidden/>
    <w:rsid w:val="002E27BE"/>
    <w:rPr>
      <w:spacing w:val="12"/>
      <w:kern w:val="24"/>
    </w:rPr>
  </w:style>
  <w:style w:type="character" w:customStyle="1" w:styleId="TematkomentarzaZnak">
    <w:name w:val="Temat komentarza Znak"/>
    <w:link w:val="Tematkomentarza"/>
    <w:rsid w:val="002E27BE"/>
    <w:rPr>
      <w:b/>
      <w:bCs/>
      <w:spacing w:val="12"/>
      <w:kern w:val="24"/>
    </w:rPr>
  </w:style>
  <w:style w:type="paragraph" w:styleId="Poprawka">
    <w:name w:val="Revision"/>
    <w:hidden/>
    <w:uiPriority w:val="99"/>
    <w:semiHidden/>
    <w:rsid w:val="00855979"/>
  </w:style>
  <w:style w:type="character" w:customStyle="1" w:styleId="FontStyle34">
    <w:name w:val="Font Style34"/>
    <w:uiPriority w:val="99"/>
    <w:rsid w:val="00E10661"/>
    <w:rPr>
      <w:rFonts w:ascii="Arial" w:hAnsi="Arial" w:cs="Arial" w:hint="default"/>
      <w:sz w:val="20"/>
      <w:szCs w:val="20"/>
    </w:rPr>
  </w:style>
  <w:style w:type="character" w:customStyle="1" w:styleId="TekstpodstawowyZnak">
    <w:name w:val="Tekst podstawowy Znak"/>
    <w:link w:val="Tekstpodstawowy"/>
    <w:rsid w:val="004C60FA"/>
    <w:rPr>
      <w:spacing w:val="12"/>
      <w:kern w:val="24"/>
      <w:sz w:val="24"/>
    </w:rPr>
  </w:style>
  <w:style w:type="character" w:customStyle="1" w:styleId="FontStyle28">
    <w:name w:val="Font Style28"/>
    <w:uiPriority w:val="99"/>
    <w:rsid w:val="00697E0E"/>
    <w:rPr>
      <w:rFonts w:ascii="Arial" w:hAnsi="Arial" w:cs="Arial"/>
      <w:color w:val="000000"/>
      <w:sz w:val="20"/>
      <w:szCs w:val="20"/>
    </w:rPr>
  </w:style>
  <w:style w:type="paragraph" w:customStyle="1" w:styleId="Style12">
    <w:name w:val="Style12"/>
    <w:basedOn w:val="Normalny"/>
    <w:uiPriority w:val="99"/>
    <w:rsid w:val="009F1D87"/>
    <w:pPr>
      <w:widowControl w:val="0"/>
      <w:overflowPunct/>
      <w:spacing w:line="238" w:lineRule="exact"/>
      <w:textAlignment w:val="auto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39"/>
    <w:rsid w:val="00084AC3"/>
    <w:pPr>
      <w:spacing w:beforeAutospacing="1"/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084AC3"/>
    <w:pPr>
      <w:overflowPunct/>
      <w:autoSpaceDE/>
      <w:autoSpaceDN/>
      <w:adjustRightInd/>
      <w:spacing w:before="100" w:beforeAutospacing="1" w:line="120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946604"/>
    <w:rPr>
      <w:rFonts w:ascii="Century Gothic" w:hAnsi="Century Gothic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7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ost%20do%20druk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76B98D7C84A94DA012099522F5525C" ma:contentTypeVersion="10" ma:contentTypeDescription="Utwórz nowy dokument." ma:contentTypeScope="" ma:versionID="3bc6f7c99397c219cfbf10578c935fab">
  <xsd:schema xmlns:xsd="http://www.w3.org/2001/XMLSchema" xmlns:xs="http://www.w3.org/2001/XMLSchema" xmlns:p="http://schemas.microsoft.com/office/2006/metadata/properties" xmlns:ns2="f2ee9952-4211-4083-b853-e2fbca6d3806" xmlns:ns3="0bbd9a3f-c049-44c4-9f67-d1a2bdc0730d" targetNamespace="http://schemas.microsoft.com/office/2006/metadata/properties" ma:root="true" ma:fieldsID="bbaeff235604beb0873d95d057c48b7b" ns2:_="" ns3:_="">
    <xsd:import namespace="f2ee9952-4211-4083-b853-e2fbca6d3806"/>
    <xsd:import namespace="0bbd9a3f-c049-44c4-9f67-d1a2bdc073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e9952-4211-4083-b853-e2fbca6d38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d9a3f-c049-44c4-9f67-d1a2bdc0730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0DBC3D-70B6-478B-9C0A-ADB3FA5C5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2C3449-BA3D-49FA-9CB5-459AEEFA08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9F66F7-FBC2-4230-8F57-DBDC88C17394}"/>
</file>

<file path=customXml/itemProps4.xml><?xml version="1.0" encoding="utf-8"?>
<ds:datastoreItem xmlns:ds="http://schemas.openxmlformats.org/officeDocument/2006/customXml" ds:itemID="{5CD5DD66-08EF-4F60-937D-CE20FE32AD3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ost do druku</Template>
  <TotalTime>1</TotalTime>
  <Pages>12</Pages>
  <Words>3715</Words>
  <Characters>22294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D-M-00.00.00</vt:lpstr>
    </vt:vector>
  </TitlesOfParts>
  <Company>BZDBDiM Sp. z o.o.</Company>
  <LinksUpToDate>false</LinksUpToDate>
  <CharactersWithSpaces>25958</CharactersWithSpaces>
  <SharedDoc>false</SharedDoc>
  <HLinks>
    <vt:vector size="54" baseType="variant">
      <vt:variant>
        <vt:i4>1310772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_Toc410839338</vt:lpwstr>
      </vt:variant>
      <vt:variant>
        <vt:i4>1310772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_Toc410839337</vt:lpwstr>
      </vt:variant>
      <vt:variant>
        <vt:i4>1310772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_Toc410839336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_Toc410839335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_Toc410839334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_Toc410839331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_Toc410839330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_Toc410839329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_Toc410839328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D-M-00.00.00</dc:title>
  <dc:subject>ost</dc:subject>
  <dc:creator>Strek</dc:creator>
  <cp:keywords>specyfikacje, drogi, drogownictwo</cp:keywords>
  <dc:description>Wymagania ogólne</dc:description>
  <cp:lastModifiedBy>GDDKiA ZN</cp:lastModifiedBy>
  <cp:revision>2</cp:revision>
  <cp:lastPrinted>2020-09-29T05:25:00Z</cp:lastPrinted>
  <dcterms:created xsi:type="dcterms:W3CDTF">2024-07-05T11:32:00Z</dcterms:created>
  <dcterms:modified xsi:type="dcterms:W3CDTF">2024-07-05T11:32:00Z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0x0101006C76B98D7C84A94DA012099522F5525C</vt:lpwstr>
  </property>
</Properties>
</file>